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DFA" w:rsidRDefault="00192DFA" w:rsidP="00192DFA">
      <w:pPr>
        <w:jc w:val="both"/>
        <w:rPr>
          <w:b/>
          <w:bCs/>
        </w:rPr>
      </w:pPr>
      <w:r>
        <w:rPr>
          <w:b/>
          <w:bCs/>
        </w:rPr>
        <w:t>ALLEGATO 1</w:t>
      </w:r>
    </w:p>
    <w:p w:rsidR="00192DFA" w:rsidRDefault="00192DFA" w:rsidP="00192DFA">
      <w:pPr>
        <w:jc w:val="both"/>
        <w:rPr>
          <w:b/>
          <w:bCs/>
        </w:rPr>
      </w:pPr>
    </w:p>
    <w:p w:rsidR="00192DFA" w:rsidRDefault="00192DFA" w:rsidP="00192DFA">
      <w:pPr>
        <w:rPr>
          <w:b/>
          <w:bCs/>
          <w:sz w:val="32"/>
          <w:szCs w:val="32"/>
        </w:rPr>
      </w:pPr>
      <w:r w:rsidRPr="00192DFA">
        <w:rPr>
          <w:b/>
          <w:bCs/>
          <w:sz w:val="32"/>
          <w:szCs w:val="32"/>
        </w:rPr>
        <w:t>GARA NAZIONALE “Industria ed artigianato per il Made in Italy”</w:t>
      </w:r>
      <w:r>
        <w:rPr>
          <w:b/>
          <w:bCs/>
          <w:sz w:val="32"/>
          <w:szCs w:val="32"/>
        </w:rPr>
        <w:t xml:space="preserve"> – Declinazione MECCANICA</w:t>
      </w:r>
      <w:r w:rsidRPr="00192DFA">
        <w:rPr>
          <w:b/>
          <w:bCs/>
          <w:sz w:val="32"/>
          <w:szCs w:val="32"/>
        </w:rPr>
        <w:t xml:space="preserve"> 2023</w:t>
      </w:r>
    </w:p>
    <w:p w:rsidR="00192DFA" w:rsidRDefault="00192DFA" w:rsidP="00192DFA">
      <w:pPr>
        <w:rPr>
          <w:b/>
          <w:bCs/>
          <w:sz w:val="32"/>
          <w:szCs w:val="32"/>
        </w:rPr>
      </w:pPr>
    </w:p>
    <w:p w:rsidR="00192DFA" w:rsidRDefault="00192DFA" w:rsidP="00192DF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SCHEDA ADESIONE</w:t>
      </w:r>
    </w:p>
    <w:p w:rsidR="00192DFA" w:rsidRDefault="00192DFA" w:rsidP="00192DFA">
      <w:pPr>
        <w:jc w:val="both"/>
        <w:rPr>
          <w:sz w:val="24"/>
          <w:szCs w:val="24"/>
        </w:rPr>
      </w:pPr>
    </w:p>
    <w:p w:rsidR="00192DFA" w:rsidRPr="00192DFA" w:rsidRDefault="00192DFA" w:rsidP="00192DFA">
      <w:pPr>
        <w:jc w:val="both"/>
        <w:rPr>
          <w:sz w:val="24"/>
          <w:szCs w:val="24"/>
        </w:rPr>
      </w:pPr>
      <w:r>
        <w:rPr>
          <w:sz w:val="24"/>
          <w:szCs w:val="24"/>
        </w:rPr>
        <w:t>Con la presente si comunica la partecipazione alla gara che si svolgerà presso l’I.I.S.”B.Cellini” di Firenze il 17 e 18 maggio 2023.</w:t>
      </w:r>
    </w:p>
    <w:p w:rsidR="00192DFA" w:rsidRPr="00192DFA" w:rsidRDefault="00192DFA" w:rsidP="00192DFA">
      <w:pPr>
        <w:spacing w:line="240" w:lineRule="auto"/>
        <w:jc w:val="left"/>
        <w:rPr>
          <w:rFonts w:eastAsia="Times New Roman" w:cs="Arial"/>
          <w:b/>
          <w:color w:val="000000"/>
          <w:sz w:val="20"/>
          <w:szCs w:val="20"/>
          <w:lang w:eastAsia="it-IT"/>
        </w:rPr>
      </w:pPr>
    </w:p>
    <w:p w:rsidR="00192DFA" w:rsidRDefault="00192DFA" w:rsidP="00192DFA">
      <w:pPr>
        <w:spacing w:line="240" w:lineRule="auto"/>
        <w:jc w:val="both"/>
      </w:pP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>Da restituire al Dirigente Scolastico dell’I.I.S. “</w:t>
      </w:r>
      <w:r>
        <w:rPr>
          <w:rFonts w:eastAsia="Times New Roman" w:cs="Arial"/>
          <w:i/>
          <w:color w:val="000000"/>
          <w:sz w:val="20"/>
          <w:szCs w:val="20"/>
          <w:lang w:eastAsia="it-IT"/>
        </w:rPr>
        <w:t>B.Cellini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” di </w:t>
      </w:r>
      <w:r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Firenze 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 entro il </w:t>
      </w:r>
      <w:r w:rsidR="00A75977">
        <w:rPr>
          <w:rFonts w:eastAsia="Times New Roman" w:cs="Arial"/>
          <w:b/>
          <w:bCs/>
          <w:i/>
          <w:color w:val="000000"/>
          <w:sz w:val="20"/>
          <w:szCs w:val="20"/>
          <w:lang w:eastAsia="it-IT"/>
        </w:rPr>
        <w:t>20</w:t>
      </w:r>
      <w:bookmarkStart w:id="0" w:name="_GoBack"/>
      <w:bookmarkEnd w:id="0"/>
      <w:r w:rsidRPr="00192DFA">
        <w:rPr>
          <w:rFonts w:eastAsia="Times New Roman" w:cs="Arial"/>
          <w:b/>
          <w:bCs/>
          <w:i/>
          <w:color w:val="000000"/>
          <w:sz w:val="20"/>
          <w:szCs w:val="20"/>
          <w:lang w:eastAsia="it-IT"/>
        </w:rPr>
        <w:t xml:space="preserve">/03/2023 </w:t>
      </w:r>
      <w:r w:rsidRPr="00192DFA">
        <w:rPr>
          <w:rFonts w:eastAsia="Times New Roman" w:cs="Arial"/>
          <w:i/>
          <w:color w:val="000000"/>
          <w:sz w:val="20"/>
          <w:szCs w:val="20"/>
          <w:lang w:eastAsia="it-IT"/>
        </w:rPr>
        <w:t xml:space="preserve">tramite e-mail: </w:t>
      </w:r>
      <w:hyperlink r:id="rId6" w:history="1">
        <w:r w:rsidRPr="00146924">
          <w:rPr>
            <w:rStyle w:val="Collegamentoipertestuale"/>
          </w:rPr>
          <w:t>FIIS00600X@istruzione.it</w:t>
        </w:r>
      </w:hyperlink>
      <w:r>
        <w:t xml:space="preserve"> (e in cc a </w:t>
      </w:r>
      <w:hyperlink r:id="rId7" w:history="1">
        <w:r w:rsidRPr="00146924">
          <w:rPr>
            <w:rStyle w:val="Collegamentoipertestuale"/>
          </w:rPr>
          <w:t>garamadeinitaly@cellini.fi.it</w:t>
        </w:r>
      </w:hyperlink>
      <w:r>
        <w:t xml:space="preserve">) </w:t>
      </w:r>
    </w:p>
    <w:p w:rsidR="00192DFA" w:rsidRPr="00192DFA" w:rsidRDefault="00192DFA" w:rsidP="00192DFA">
      <w:pPr>
        <w:spacing w:line="240" w:lineRule="auto"/>
        <w:jc w:val="both"/>
        <w:rPr>
          <w:rFonts w:eastAsia="Times New Roman" w:cs="Arial"/>
          <w:i/>
          <w:color w:val="000000"/>
          <w:sz w:val="20"/>
          <w:szCs w:val="20"/>
          <w:lang w:eastAsia="it-IT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4918"/>
      </w:tblGrid>
      <w:tr w:rsidR="00192DFA" w:rsidRPr="00192DFA" w:rsidTr="00192DFA">
        <w:trPr>
          <w:trHeight w:val="372"/>
        </w:trPr>
        <w:tc>
          <w:tcPr>
            <w:tcW w:w="9776" w:type="dxa"/>
            <w:gridSpan w:val="2"/>
            <w:shd w:val="clear" w:color="auto" w:fill="DEEAF6" w:themeFill="accent5" w:themeFillTint="33"/>
          </w:tcPr>
          <w:p w:rsidR="00192DFA" w:rsidRPr="00192DFA" w:rsidRDefault="00192DFA" w:rsidP="00192DFA">
            <w:pPr>
              <w:spacing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" w:cs="Times New Roman"/>
                <w:b/>
                <w:color w:val="000000"/>
                <w:sz w:val="24"/>
                <w:szCs w:val="24"/>
                <w:lang w:eastAsia="it-IT"/>
              </w:rPr>
              <w:t>ISTITUTO</w:t>
            </w:r>
            <w:r w:rsidRPr="00192DFA">
              <w:rPr>
                <w:rFonts w:eastAsia="Arial" w:cs="Times New Roman"/>
                <w:b/>
                <w:color w:val="000000"/>
                <w:sz w:val="24"/>
                <w:szCs w:val="24"/>
                <w:lang w:eastAsia="it-IT"/>
              </w:rPr>
              <w:t xml:space="preserve"> PARTECIPANTE</w:t>
            </w:r>
          </w:p>
        </w:tc>
      </w:tr>
      <w:tr w:rsidR="00192DFA" w:rsidRPr="00192DFA" w:rsidTr="00192DFA">
        <w:trPr>
          <w:trHeight w:val="470"/>
        </w:trPr>
        <w:tc>
          <w:tcPr>
            <w:tcW w:w="9776" w:type="dxa"/>
            <w:gridSpan w:val="2"/>
          </w:tcPr>
          <w:p w:rsidR="00192DFA" w:rsidRPr="00192DFA" w:rsidRDefault="00192DFA" w:rsidP="004E0F2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92DFA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DENOMINAZIONE ISTITUTO:</w:t>
            </w:r>
          </w:p>
        </w:tc>
      </w:tr>
      <w:tr w:rsidR="00192DFA" w:rsidRPr="00192DFA" w:rsidTr="00192DFA">
        <w:trPr>
          <w:trHeight w:val="1132"/>
        </w:trPr>
        <w:tc>
          <w:tcPr>
            <w:tcW w:w="9776" w:type="dxa"/>
            <w:gridSpan w:val="2"/>
          </w:tcPr>
          <w:p w:rsidR="00192DFA" w:rsidRPr="00192DFA" w:rsidRDefault="00192DFA" w:rsidP="004E0F2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92DFA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INDIRIZZO: </w:t>
            </w:r>
          </w:p>
          <w:p w:rsidR="00192DFA" w:rsidRPr="00192DFA" w:rsidRDefault="00192DFA" w:rsidP="004E0F2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92DFA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 _________________________________</w:t>
            </w:r>
          </w:p>
          <w:p w:rsidR="00192DFA" w:rsidRPr="00192DFA" w:rsidRDefault="00192DFA" w:rsidP="004E0F2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:rsidR="00192DFA" w:rsidRPr="00192DFA" w:rsidRDefault="00192DFA" w:rsidP="004E0F2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92DFA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CITTÀ: ____________________ CAP ____________ PROV: _____   REGIONE ___________________</w:t>
            </w:r>
          </w:p>
        </w:tc>
      </w:tr>
      <w:tr w:rsidR="00192DFA" w:rsidRPr="00192DFA" w:rsidTr="00192DFA">
        <w:trPr>
          <w:trHeight w:val="470"/>
        </w:trPr>
        <w:tc>
          <w:tcPr>
            <w:tcW w:w="4858" w:type="dxa"/>
          </w:tcPr>
          <w:p w:rsidR="00192DFA" w:rsidRPr="00192DFA" w:rsidRDefault="00192DFA" w:rsidP="004E0F2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92DFA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TELEFONO:</w:t>
            </w:r>
          </w:p>
        </w:tc>
        <w:tc>
          <w:tcPr>
            <w:tcW w:w="4918" w:type="dxa"/>
          </w:tcPr>
          <w:p w:rsidR="00192DFA" w:rsidRPr="00192DFA" w:rsidRDefault="00192DFA" w:rsidP="004E0F2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92DFA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FAX:</w:t>
            </w:r>
          </w:p>
        </w:tc>
      </w:tr>
      <w:tr w:rsidR="00192DFA" w:rsidRPr="00192DFA" w:rsidTr="00192DFA">
        <w:trPr>
          <w:trHeight w:val="644"/>
        </w:trPr>
        <w:tc>
          <w:tcPr>
            <w:tcW w:w="9776" w:type="dxa"/>
            <w:gridSpan w:val="2"/>
          </w:tcPr>
          <w:p w:rsidR="00192DFA" w:rsidRPr="00192DFA" w:rsidRDefault="00192DFA" w:rsidP="004E0F2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92DFA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 ISTITUZIONALE:</w:t>
            </w:r>
          </w:p>
        </w:tc>
      </w:tr>
    </w:tbl>
    <w:p w:rsidR="00192DFA" w:rsidRPr="00192DFA" w:rsidRDefault="00192DFA" w:rsidP="00192DFA">
      <w:pPr>
        <w:spacing w:line="240" w:lineRule="auto"/>
        <w:jc w:val="left"/>
        <w:rPr>
          <w:rFonts w:eastAsia="Times New Roman" w:cs="Arial"/>
          <w:sz w:val="20"/>
          <w:szCs w:val="20"/>
          <w:lang w:eastAsia="it-IT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192DFA" w:rsidRPr="00192DFA" w:rsidTr="00192DFA">
        <w:trPr>
          <w:trHeight w:val="340"/>
        </w:trPr>
        <w:tc>
          <w:tcPr>
            <w:tcW w:w="9778" w:type="dxa"/>
            <w:shd w:val="clear" w:color="auto" w:fill="DEEAF6" w:themeFill="accent5" w:themeFillTint="33"/>
            <w:vAlign w:val="center"/>
          </w:tcPr>
          <w:p w:rsidR="00192DFA" w:rsidRPr="00192DFA" w:rsidRDefault="00192DFA" w:rsidP="004E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</w:pPr>
            <w:r w:rsidRPr="00192DFA">
              <w:rPr>
                <w:rFonts w:eastAsia="Arial" w:cs="Times New Roman"/>
                <w:b/>
                <w:color w:val="000000"/>
                <w:sz w:val="24"/>
                <w:szCs w:val="24"/>
                <w:lang w:eastAsia="it-IT"/>
              </w:rPr>
              <w:t>STUDENTE PARTECIPANTE</w:t>
            </w:r>
          </w:p>
        </w:tc>
      </w:tr>
      <w:tr w:rsidR="00192DFA" w:rsidRPr="00192DFA" w:rsidTr="004E0F2E">
        <w:trPr>
          <w:trHeight w:val="340"/>
        </w:trPr>
        <w:tc>
          <w:tcPr>
            <w:tcW w:w="9778" w:type="dxa"/>
          </w:tcPr>
          <w:p w:rsidR="00192DFA" w:rsidRPr="00192DFA" w:rsidRDefault="00192DFA" w:rsidP="004E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</w:pPr>
            <w:r w:rsidRPr="00192DFA"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  <w:t>Cognome e nome:</w:t>
            </w:r>
          </w:p>
        </w:tc>
      </w:tr>
      <w:tr w:rsidR="00192DFA" w:rsidRPr="00192DFA" w:rsidTr="004E0F2E">
        <w:trPr>
          <w:trHeight w:val="340"/>
        </w:trPr>
        <w:tc>
          <w:tcPr>
            <w:tcW w:w="9778" w:type="dxa"/>
          </w:tcPr>
          <w:p w:rsidR="00192DFA" w:rsidRPr="00192DFA" w:rsidRDefault="00192DFA" w:rsidP="004E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</w:pPr>
            <w:r w:rsidRPr="00192DFA"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  <w:t>Classe:</w:t>
            </w:r>
          </w:p>
        </w:tc>
      </w:tr>
      <w:tr w:rsidR="00192DFA" w:rsidRPr="00192DFA" w:rsidTr="004E0F2E">
        <w:trPr>
          <w:trHeight w:val="340"/>
        </w:trPr>
        <w:tc>
          <w:tcPr>
            <w:tcW w:w="9778" w:type="dxa"/>
          </w:tcPr>
          <w:p w:rsidR="00192DFA" w:rsidRPr="00192DFA" w:rsidRDefault="00192DFA" w:rsidP="004E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</w:pPr>
            <w:r w:rsidRPr="00192DFA"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  <w:t>Telefono:</w:t>
            </w:r>
          </w:p>
        </w:tc>
      </w:tr>
      <w:tr w:rsidR="00192DFA" w:rsidRPr="00192DFA" w:rsidTr="004E0F2E">
        <w:trPr>
          <w:trHeight w:val="340"/>
        </w:trPr>
        <w:tc>
          <w:tcPr>
            <w:tcW w:w="9778" w:type="dxa"/>
          </w:tcPr>
          <w:p w:rsidR="00192DFA" w:rsidRPr="00192DFA" w:rsidRDefault="00192DFA" w:rsidP="004E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</w:pPr>
            <w:r w:rsidRPr="00192DFA"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  <w:t xml:space="preserve">Mail: </w:t>
            </w:r>
          </w:p>
        </w:tc>
      </w:tr>
    </w:tbl>
    <w:p w:rsidR="00192DFA" w:rsidRPr="00192DFA" w:rsidRDefault="00192DFA" w:rsidP="00192DFA">
      <w:pPr>
        <w:spacing w:line="240" w:lineRule="auto"/>
        <w:jc w:val="left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78"/>
      </w:tblGrid>
      <w:tr w:rsidR="00192DFA" w:rsidRPr="00192DFA" w:rsidTr="00192DFA">
        <w:trPr>
          <w:trHeight w:val="340"/>
        </w:trPr>
        <w:tc>
          <w:tcPr>
            <w:tcW w:w="9778" w:type="dxa"/>
            <w:shd w:val="clear" w:color="auto" w:fill="DEEAF6" w:themeFill="accent5" w:themeFillTint="33"/>
            <w:vAlign w:val="center"/>
          </w:tcPr>
          <w:p w:rsidR="00192DFA" w:rsidRPr="00192DFA" w:rsidRDefault="00192DFA" w:rsidP="004E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</w:pPr>
            <w:r w:rsidRPr="00192DFA">
              <w:rPr>
                <w:rFonts w:eastAsia="Arial" w:cs="Times New Roman"/>
                <w:b/>
                <w:color w:val="000000"/>
                <w:sz w:val="24"/>
                <w:szCs w:val="24"/>
                <w:lang w:eastAsia="it-IT"/>
              </w:rPr>
              <w:t>DOCENTE REFERENTE</w:t>
            </w:r>
          </w:p>
        </w:tc>
      </w:tr>
      <w:tr w:rsidR="00192DFA" w:rsidRPr="00192DFA" w:rsidTr="004E0F2E">
        <w:trPr>
          <w:trHeight w:val="340"/>
        </w:trPr>
        <w:tc>
          <w:tcPr>
            <w:tcW w:w="9778" w:type="dxa"/>
          </w:tcPr>
          <w:p w:rsidR="00192DFA" w:rsidRPr="00192DFA" w:rsidRDefault="00192DFA" w:rsidP="004E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</w:pPr>
            <w:r w:rsidRPr="00192DFA"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  <w:t>Cognome e nome:</w:t>
            </w:r>
          </w:p>
        </w:tc>
      </w:tr>
      <w:tr w:rsidR="00192DFA" w:rsidRPr="00192DFA" w:rsidTr="004E0F2E">
        <w:trPr>
          <w:trHeight w:val="340"/>
        </w:trPr>
        <w:tc>
          <w:tcPr>
            <w:tcW w:w="9778" w:type="dxa"/>
          </w:tcPr>
          <w:p w:rsidR="00192DFA" w:rsidRPr="00192DFA" w:rsidRDefault="00192DFA" w:rsidP="004E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</w:pPr>
            <w:r w:rsidRPr="00192DFA">
              <w:rPr>
                <w:rFonts w:eastAsia="Arial" w:cs="Times New Roman"/>
                <w:sz w:val="24"/>
                <w:szCs w:val="24"/>
                <w:lang w:eastAsia="it-IT"/>
              </w:rPr>
              <w:t>Materia insegnata</w:t>
            </w:r>
            <w:r w:rsidRPr="00192DFA"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  <w:t>:</w:t>
            </w:r>
          </w:p>
        </w:tc>
      </w:tr>
      <w:tr w:rsidR="00192DFA" w:rsidRPr="00192DFA" w:rsidTr="004E0F2E">
        <w:trPr>
          <w:trHeight w:val="340"/>
        </w:trPr>
        <w:tc>
          <w:tcPr>
            <w:tcW w:w="9778" w:type="dxa"/>
          </w:tcPr>
          <w:p w:rsidR="00192DFA" w:rsidRPr="00192DFA" w:rsidRDefault="00192DFA" w:rsidP="004E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</w:pPr>
            <w:r w:rsidRPr="00192DFA"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  <w:t>Telefono:</w:t>
            </w:r>
          </w:p>
        </w:tc>
      </w:tr>
      <w:tr w:rsidR="00192DFA" w:rsidRPr="00192DFA" w:rsidTr="004E0F2E">
        <w:trPr>
          <w:trHeight w:val="340"/>
        </w:trPr>
        <w:tc>
          <w:tcPr>
            <w:tcW w:w="9778" w:type="dxa"/>
          </w:tcPr>
          <w:p w:rsidR="00192DFA" w:rsidRPr="00192DFA" w:rsidRDefault="00192DFA" w:rsidP="004E0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left"/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</w:pPr>
            <w:r w:rsidRPr="00192DFA">
              <w:rPr>
                <w:rFonts w:eastAsia="Arial" w:cs="Times New Roman"/>
                <w:color w:val="000000"/>
                <w:sz w:val="24"/>
                <w:szCs w:val="24"/>
                <w:lang w:eastAsia="it-IT"/>
              </w:rPr>
              <w:t xml:space="preserve">Mail: </w:t>
            </w:r>
          </w:p>
        </w:tc>
      </w:tr>
    </w:tbl>
    <w:p w:rsidR="00192DFA" w:rsidRPr="00192DFA" w:rsidRDefault="00192DFA" w:rsidP="00192DFA">
      <w:pPr>
        <w:spacing w:line="240" w:lineRule="auto"/>
        <w:jc w:val="left"/>
        <w:rPr>
          <w:rFonts w:eastAsia="Times New Roman" w:cs="Arial"/>
          <w:sz w:val="20"/>
          <w:szCs w:val="20"/>
          <w:lang w:eastAsia="it-IT"/>
        </w:rPr>
      </w:pPr>
    </w:p>
    <w:p w:rsidR="00192DFA" w:rsidRPr="00192DFA" w:rsidRDefault="00192DFA" w:rsidP="00192DFA">
      <w:pPr>
        <w:spacing w:line="240" w:lineRule="auto"/>
        <w:jc w:val="left"/>
        <w:rPr>
          <w:rFonts w:eastAsia="Times New Roman" w:cs="Arial"/>
          <w:color w:val="000000"/>
          <w:sz w:val="20"/>
          <w:szCs w:val="20"/>
          <w:lang w:eastAsia="it-IT"/>
        </w:rPr>
      </w:pP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>
        <w:rPr>
          <w:rFonts w:eastAsia="Times New Roman" w:cs="Arial"/>
          <w:color w:val="000000"/>
          <w:sz w:val="20"/>
          <w:szCs w:val="20"/>
          <w:lang w:eastAsia="it-IT"/>
        </w:rPr>
        <w:t xml:space="preserve">   </w:t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 xml:space="preserve">        IL DIRIGENTE SCOLASTICO</w:t>
      </w:r>
    </w:p>
    <w:p w:rsidR="00192DFA" w:rsidRPr="00192DFA" w:rsidRDefault="00192DFA" w:rsidP="00192DFA">
      <w:pPr>
        <w:spacing w:line="240" w:lineRule="auto"/>
        <w:jc w:val="left"/>
        <w:rPr>
          <w:rFonts w:eastAsia="Times New Roman" w:cs="Arial"/>
          <w:color w:val="000000"/>
          <w:sz w:val="20"/>
          <w:szCs w:val="20"/>
          <w:lang w:eastAsia="it-IT"/>
        </w:rPr>
      </w:pP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  <w:t xml:space="preserve">         (Firma e Timbro della Scuola)</w:t>
      </w:r>
    </w:p>
    <w:p w:rsidR="00192DFA" w:rsidRPr="00192DFA" w:rsidRDefault="00192DFA" w:rsidP="00192DFA">
      <w:pPr>
        <w:spacing w:line="240" w:lineRule="auto"/>
        <w:jc w:val="left"/>
        <w:rPr>
          <w:rFonts w:eastAsia="Times New Roman" w:cs="Arial"/>
          <w:color w:val="000000"/>
          <w:sz w:val="20"/>
          <w:szCs w:val="20"/>
          <w:lang w:eastAsia="it-IT"/>
        </w:rPr>
      </w:pPr>
    </w:p>
    <w:p w:rsidR="00192DFA" w:rsidRPr="00192DFA" w:rsidRDefault="00192DFA" w:rsidP="00192DFA">
      <w:pPr>
        <w:spacing w:line="240" w:lineRule="auto"/>
        <w:jc w:val="left"/>
        <w:rPr>
          <w:rFonts w:eastAsia="Times New Roman" w:cs="Arial"/>
          <w:color w:val="000000"/>
          <w:sz w:val="20"/>
          <w:szCs w:val="20"/>
          <w:lang w:eastAsia="it-IT"/>
        </w:rPr>
      </w:pP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 xml:space="preserve">Data _________________________       </w:t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</w:r>
      <w:r w:rsidRPr="00192DFA">
        <w:rPr>
          <w:rFonts w:eastAsia="Times New Roman" w:cs="Arial"/>
          <w:color w:val="000000"/>
          <w:sz w:val="20"/>
          <w:szCs w:val="20"/>
          <w:lang w:eastAsia="it-IT"/>
        </w:rPr>
        <w:tab/>
        <w:t xml:space="preserve">     _____________________________</w:t>
      </w:r>
    </w:p>
    <w:sectPr w:rsidR="00192DFA" w:rsidRPr="00192DFA" w:rsidSect="00E9255F">
      <w:headerReference w:type="default" r:id="rId8"/>
      <w:foot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4113" w:rsidRDefault="00794113" w:rsidP="003873EC">
      <w:r>
        <w:separator/>
      </w:r>
    </w:p>
  </w:endnote>
  <w:endnote w:type="continuationSeparator" w:id="0">
    <w:p w:rsidR="00794113" w:rsidRDefault="00794113" w:rsidP="00387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3EC" w:rsidRDefault="009406A1">
    <w:pPr>
      <w:pStyle w:val="Pidipagina"/>
    </w:pPr>
    <w:r>
      <w:rPr>
        <w:noProof/>
      </w:rPr>
      <w:drawing>
        <wp:inline distT="0" distB="0" distL="0" distR="0" wp14:anchorId="6C553DE5" wp14:editId="6A08611C">
          <wp:extent cx="6116320" cy="335280"/>
          <wp:effectExtent l="0" t="0" r="5080" b="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35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4113" w:rsidRDefault="00794113" w:rsidP="003873EC">
      <w:r>
        <w:separator/>
      </w:r>
    </w:p>
  </w:footnote>
  <w:footnote w:type="continuationSeparator" w:id="0">
    <w:p w:rsidR="00794113" w:rsidRDefault="00794113" w:rsidP="00387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73EC" w:rsidRDefault="003136CF">
    <w:pPr>
      <w:pStyle w:val="Intestazione"/>
    </w:pPr>
    <w:r>
      <w:rPr>
        <w:noProof/>
      </w:rPr>
      <w:drawing>
        <wp:inline distT="0" distB="0" distL="0" distR="0" wp14:anchorId="4EFB1E65" wp14:editId="1B5173FA">
          <wp:extent cx="6116320" cy="1284605"/>
          <wp:effectExtent l="0" t="0" r="508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284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DFA"/>
    <w:rsid w:val="00192DFA"/>
    <w:rsid w:val="001942C5"/>
    <w:rsid w:val="00195393"/>
    <w:rsid w:val="003136CF"/>
    <w:rsid w:val="003478E1"/>
    <w:rsid w:val="003873EC"/>
    <w:rsid w:val="00502B48"/>
    <w:rsid w:val="0066795C"/>
    <w:rsid w:val="00794113"/>
    <w:rsid w:val="00807EE5"/>
    <w:rsid w:val="00825080"/>
    <w:rsid w:val="008847B3"/>
    <w:rsid w:val="009406A1"/>
    <w:rsid w:val="00A75977"/>
    <w:rsid w:val="00BB59AA"/>
    <w:rsid w:val="00C129B8"/>
    <w:rsid w:val="00E9255F"/>
    <w:rsid w:val="00EA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B83BC"/>
  <w15:chartTrackingRefBased/>
  <w15:docId w15:val="{F941606B-C5BD-44D4-B426-64F0F95D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192DFA"/>
    <w:pPr>
      <w:spacing w:line="276" w:lineRule="auto"/>
      <w:jc w:val="center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873EC"/>
    <w:pPr>
      <w:tabs>
        <w:tab w:val="center" w:pos="4819"/>
        <w:tab w:val="right" w:pos="9638"/>
      </w:tabs>
      <w:spacing w:line="240" w:lineRule="auto"/>
      <w:jc w:val="left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3EC"/>
  </w:style>
  <w:style w:type="paragraph" w:styleId="Pidipagina">
    <w:name w:val="footer"/>
    <w:basedOn w:val="Normale"/>
    <w:link w:val="PidipaginaCarattere"/>
    <w:uiPriority w:val="99"/>
    <w:unhideWhenUsed/>
    <w:rsid w:val="003873EC"/>
    <w:pPr>
      <w:tabs>
        <w:tab w:val="center" w:pos="4819"/>
        <w:tab w:val="right" w:pos="9638"/>
      </w:tabs>
      <w:spacing w:line="240" w:lineRule="auto"/>
      <w:jc w:val="left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3EC"/>
  </w:style>
  <w:style w:type="character" w:styleId="Collegamentoipertestuale">
    <w:name w:val="Hyperlink"/>
    <w:basedOn w:val="Carpredefinitoparagrafo"/>
    <w:uiPriority w:val="99"/>
    <w:unhideWhenUsed/>
    <w:rsid w:val="00192DF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192D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aramadeinitaly@cellini.f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IS00600X@istruzione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orrado\Desktop\Documenti\Foglio%20Intesta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Foglio Intestato.dotx</Template>
  <TotalTime>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Corrado</dc:creator>
  <cp:keywords/>
  <dc:description/>
  <cp:lastModifiedBy>Antonio Corrado</cp:lastModifiedBy>
  <cp:revision>2</cp:revision>
  <cp:lastPrinted>2021-07-05T19:42:00Z</cp:lastPrinted>
  <dcterms:created xsi:type="dcterms:W3CDTF">2023-02-13T06:28:00Z</dcterms:created>
  <dcterms:modified xsi:type="dcterms:W3CDTF">2023-02-21T08:35:00Z</dcterms:modified>
</cp:coreProperties>
</file>