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E5AF3" w14:textId="77777777" w:rsidR="00AA3E2B" w:rsidRDefault="00AA3E2B">
      <w:pPr>
        <w:pStyle w:val="Default"/>
        <w:spacing w:line="276" w:lineRule="auto"/>
        <w:jc w:val="center"/>
        <w:rPr>
          <w:b/>
          <w:bCs/>
          <w:sz w:val="22"/>
          <w:szCs w:val="22"/>
        </w:rPr>
      </w:pPr>
    </w:p>
    <w:p w14:paraId="0673DCB8" w14:textId="77777777" w:rsidR="00AA3E2B" w:rsidRDefault="00AA3E2B">
      <w:pPr>
        <w:pStyle w:val="Default"/>
        <w:spacing w:line="276" w:lineRule="auto"/>
        <w:jc w:val="center"/>
        <w:rPr>
          <w:b/>
          <w:bCs/>
          <w:sz w:val="22"/>
          <w:szCs w:val="22"/>
        </w:rPr>
      </w:pPr>
    </w:p>
    <w:p w14:paraId="25E73A6A" w14:textId="77777777" w:rsidR="00AA3E2B" w:rsidRDefault="00AA3E2B">
      <w:pPr>
        <w:pStyle w:val="Default"/>
        <w:spacing w:line="276" w:lineRule="auto"/>
        <w:jc w:val="center"/>
      </w:pPr>
      <w:r>
        <w:rPr>
          <w:b/>
          <w:bCs/>
          <w:sz w:val="22"/>
          <w:szCs w:val="22"/>
        </w:rPr>
        <w:t>MODELLO DI INFORMATIVA SULLA PRIVACY</w:t>
      </w:r>
    </w:p>
    <w:p w14:paraId="32B8B77F" w14:textId="77777777" w:rsidR="00AA3E2B" w:rsidRDefault="00AA3E2B">
      <w:pPr>
        <w:pStyle w:val="Default"/>
        <w:spacing w:line="276" w:lineRule="auto"/>
        <w:jc w:val="center"/>
      </w:pPr>
      <w:r>
        <w:rPr>
          <w:b/>
          <w:bCs/>
          <w:sz w:val="22"/>
          <w:szCs w:val="22"/>
        </w:rPr>
        <w:t>ai sensi e per gli effetti di cui all’art. 13 del Regolamento UE 2016/679</w:t>
      </w:r>
    </w:p>
    <w:p w14:paraId="73644572" w14:textId="77777777" w:rsidR="00AA3E2B" w:rsidRDefault="00AA3E2B">
      <w:pPr>
        <w:pStyle w:val="Default"/>
        <w:spacing w:line="276" w:lineRule="auto"/>
        <w:jc w:val="center"/>
        <w:rPr>
          <w:b/>
          <w:bCs/>
          <w:sz w:val="22"/>
          <w:szCs w:val="22"/>
        </w:rPr>
      </w:pPr>
    </w:p>
    <w:p w14:paraId="68C91D19" w14:textId="77777777" w:rsidR="00AA3E2B" w:rsidRDefault="00AA3E2B">
      <w:pPr>
        <w:pStyle w:val="Default"/>
        <w:spacing w:line="276" w:lineRule="auto"/>
        <w:jc w:val="center"/>
        <w:rPr>
          <w:b/>
          <w:bCs/>
          <w:sz w:val="22"/>
          <w:szCs w:val="22"/>
        </w:rPr>
      </w:pPr>
    </w:p>
    <w:p w14:paraId="066E3D80" w14:textId="77777777" w:rsidR="00AA3E2B" w:rsidRDefault="00AA3E2B">
      <w:pPr>
        <w:pStyle w:val="Default"/>
        <w:spacing w:line="276" w:lineRule="auto"/>
      </w:pPr>
      <w:r>
        <w:rPr>
          <w:sz w:val="22"/>
          <w:szCs w:val="22"/>
        </w:rPr>
        <w:t xml:space="preserve">Alla Ditta ………………………………………………………………… </w:t>
      </w:r>
    </w:p>
    <w:p w14:paraId="4E39FCD0" w14:textId="77777777" w:rsidR="00AA3E2B" w:rsidRDefault="00AA3E2B">
      <w:pPr>
        <w:pStyle w:val="Default"/>
        <w:spacing w:line="276" w:lineRule="auto"/>
        <w:jc w:val="both"/>
      </w:pPr>
      <w:r>
        <w:rPr>
          <w:sz w:val="22"/>
          <w:szCs w:val="22"/>
        </w:rPr>
        <w:t xml:space="preserve">Gentile Signore/a ............................................................... quale legale rappresentante della ditta in oggetto </w:t>
      </w:r>
    </w:p>
    <w:p w14:paraId="21A4A2F0" w14:textId="77777777" w:rsidR="00AA3E2B" w:rsidRDefault="00AA3E2B">
      <w:pPr>
        <w:pStyle w:val="Default"/>
        <w:spacing w:line="276" w:lineRule="auto"/>
        <w:jc w:val="both"/>
        <w:rPr>
          <w:sz w:val="22"/>
          <w:szCs w:val="22"/>
        </w:rPr>
      </w:pPr>
    </w:p>
    <w:p w14:paraId="440B8FD4" w14:textId="77777777" w:rsidR="00AA3E2B" w:rsidRDefault="00AA3E2B">
      <w:pPr>
        <w:pStyle w:val="Default"/>
        <w:spacing w:line="276" w:lineRule="auto"/>
        <w:jc w:val="both"/>
      </w:pPr>
      <w:r>
        <w:rPr>
          <w:sz w:val="22"/>
          <w:szCs w:val="22"/>
        </w:rPr>
        <w:t xml:space="preserve">Desideriamo informarLa che il Regolamento Europeo n. 679 del 27 aprile 2016 sul trattamento dei dati personali prevede la tutela delle persone fisiche con riguardo al trattamento dei dati personali. </w:t>
      </w:r>
    </w:p>
    <w:p w14:paraId="0A998C2A" w14:textId="77777777" w:rsidR="00AA3E2B" w:rsidRDefault="00AA3E2B">
      <w:pPr>
        <w:pStyle w:val="Default"/>
        <w:spacing w:line="276" w:lineRule="auto"/>
        <w:jc w:val="both"/>
      </w:pPr>
      <w:r>
        <w:rPr>
          <w:sz w:val="22"/>
          <w:szCs w:val="22"/>
        </w:rPr>
        <w:t xml:space="preserve">Ai sensi dell'articolo 13 del REG. UE 2016/679, La invitiamo, pertanto, a prendere atto della informativa e ad esprimere il consenso al trattamento dei dati, firmando e restituendo l’allegata scheda. </w:t>
      </w:r>
    </w:p>
    <w:p w14:paraId="3FA2DA0F" w14:textId="77777777" w:rsidR="00AA3E2B" w:rsidRDefault="00AA3E2B">
      <w:pPr>
        <w:pStyle w:val="Default"/>
        <w:spacing w:line="276" w:lineRule="auto"/>
        <w:jc w:val="both"/>
        <w:rPr>
          <w:b/>
          <w:bCs/>
          <w:sz w:val="22"/>
          <w:szCs w:val="22"/>
        </w:rPr>
      </w:pPr>
    </w:p>
    <w:p w14:paraId="65945121" w14:textId="77777777" w:rsidR="00AA3E2B" w:rsidRDefault="00AA3E2B">
      <w:pPr>
        <w:pStyle w:val="Default"/>
        <w:spacing w:line="276" w:lineRule="auto"/>
        <w:jc w:val="both"/>
      </w:pPr>
      <w:r>
        <w:rPr>
          <w:b/>
          <w:bCs/>
          <w:sz w:val="22"/>
          <w:szCs w:val="22"/>
        </w:rPr>
        <w:t xml:space="preserve">Estremi identificativi del Titolare e del Responsabile </w:t>
      </w:r>
    </w:p>
    <w:p w14:paraId="05F95D79" w14:textId="0D102138" w:rsidR="00AA3E2B" w:rsidRDefault="00AA3E2B">
      <w:pPr>
        <w:pStyle w:val="Default"/>
        <w:spacing w:line="276" w:lineRule="auto"/>
        <w:jc w:val="both"/>
      </w:pPr>
      <w:r>
        <w:rPr>
          <w:sz w:val="22"/>
          <w:szCs w:val="22"/>
        </w:rPr>
        <w:t xml:space="preserve">Il Titolare del trattamento dei dati è l’Ufficio Scolastico Regionale per la Sardegna, in persona del Direttore Generale Dr. Francesco Feliziani, quale legale rappresentante. Il Responsabile del suddetto trattamento è il Dirigente dell’Ufficio VIII – Ambito territoriale di Oristano nella persona della Dott.ssa Elisa Serra. </w:t>
      </w:r>
    </w:p>
    <w:p w14:paraId="4A838F72" w14:textId="77777777" w:rsidR="00AA3E2B" w:rsidRDefault="00AA3E2B">
      <w:pPr>
        <w:pStyle w:val="Default"/>
        <w:spacing w:line="276" w:lineRule="auto"/>
        <w:jc w:val="both"/>
        <w:rPr>
          <w:b/>
          <w:bCs/>
          <w:sz w:val="22"/>
          <w:szCs w:val="22"/>
        </w:rPr>
      </w:pPr>
    </w:p>
    <w:p w14:paraId="3422F3DD" w14:textId="77777777" w:rsidR="00AA3E2B" w:rsidRDefault="00AA3E2B">
      <w:pPr>
        <w:pStyle w:val="Default"/>
        <w:spacing w:line="276" w:lineRule="auto"/>
        <w:jc w:val="both"/>
      </w:pPr>
      <w:r>
        <w:rPr>
          <w:b/>
          <w:bCs/>
          <w:sz w:val="22"/>
          <w:szCs w:val="22"/>
        </w:rPr>
        <w:t xml:space="preserve">Finalità del trattamento </w:t>
      </w:r>
    </w:p>
    <w:p w14:paraId="3BF22AE5" w14:textId="77777777" w:rsidR="00AA3E2B" w:rsidRDefault="00AA3E2B">
      <w:pPr>
        <w:pStyle w:val="Default"/>
        <w:spacing w:line="276" w:lineRule="auto"/>
        <w:jc w:val="both"/>
      </w:pPr>
      <w:r>
        <w:rPr>
          <w:sz w:val="22"/>
          <w:szCs w:val="22"/>
        </w:rPr>
        <w:t>Il trattamento dei dati personali forniti è finalizzato unicamente a:</w:t>
      </w:r>
    </w:p>
    <w:p w14:paraId="54646337" w14:textId="098EB7AD" w:rsidR="00AA3E2B" w:rsidRDefault="00AA3E2B">
      <w:pPr>
        <w:pStyle w:val="Default"/>
        <w:spacing w:line="276" w:lineRule="auto"/>
        <w:jc w:val="both"/>
      </w:pPr>
      <w:r>
        <w:rPr>
          <w:sz w:val="22"/>
          <w:szCs w:val="22"/>
        </w:rPr>
        <w:t>a) adempimento di obblighi previsti da leggi connessi allo svolgimento di tutte le operazioni relative alla gara d’appalto del servizio di pulizia dell’Ufficio Scolastico Provinciale di Oristano bandita con determina n</w:t>
      </w:r>
      <w:r w:rsidRPr="0001314C">
        <w:rPr>
          <w:sz w:val="22"/>
          <w:szCs w:val="22"/>
        </w:rPr>
        <w:t xml:space="preserve">. </w:t>
      </w:r>
      <w:r w:rsidR="0001314C" w:rsidRPr="0001314C">
        <w:rPr>
          <w:sz w:val="22"/>
          <w:szCs w:val="22"/>
        </w:rPr>
        <w:t>8485</w:t>
      </w:r>
      <w:r w:rsidRPr="0001314C">
        <w:rPr>
          <w:sz w:val="22"/>
          <w:szCs w:val="22"/>
        </w:rPr>
        <w:t xml:space="preserve"> del </w:t>
      </w:r>
      <w:r w:rsidR="00F85D75" w:rsidRPr="0001314C">
        <w:rPr>
          <w:sz w:val="22"/>
          <w:szCs w:val="22"/>
        </w:rPr>
        <w:t>2</w:t>
      </w:r>
      <w:r w:rsidR="0001314C" w:rsidRPr="0001314C">
        <w:rPr>
          <w:sz w:val="22"/>
          <w:szCs w:val="22"/>
        </w:rPr>
        <w:t>5</w:t>
      </w:r>
      <w:r w:rsidRPr="0001314C">
        <w:rPr>
          <w:sz w:val="22"/>
          <w:szCs w:val="22"/>
        </w:rPr>
        <w:t>/</w:t>
      </w:r>
      <w:r w:rsidR="00C009E0" w:rsidRPr="0001314C">
        <w:rPr>
          <w:sz w:val="22"/>
          <w:szCs w:val="22"/>
        </w:rPr>
        <w:t>1</w:t>
      </w:r>
      <w:r w:rsidR="0001314C" w:rsidRPr="0001314C">
        <w:rPr>
          <w:sz w:val="22"/>
          <w:szCs w:val="22"/>
        </w:rPr>
        <w:t>1</w:t>
      </w:r>
      <w:r w:rsidRPr="0001314C">
        <w:rPr>
          <w:sz w:val="22"/>
          <w:szCs w:val="22"/>
        </w:rPr>
        <w:t>/202</w:t>
      </w:r>
      <w:r w:rsidR="00F85D75" w:rsidRPr="0001314C">
        <w:rPr>
          <w:sz w:val="22"/>
          <w:szCs w:val="22"/>
        </w:rPr>
        <w:t>1</w:t>
      </w:r>
      <w:r w:rsidRPr="0001314C">
        <w:rPr>
          <w:sz w:val="22"/>
          <w:szCs w:val="22"/>
        </w:rPr>
        <w:t>;</w:t>
      </w:r>
      <w:r>
        <w:rPr>
          <w:sz w:val="22"/>
          <w:szCs w:val="22"/>
        </w:rPr>
        <w:t xml:space="preserve"> </w:t>
      </w:r>
    </w:p>
    <w:p w14:paraId="2A3F0E85" w14:textId="77777777" w:rsidR="00AA3E2B" w:rsidRDefault="00AA3E2B">
      <w:pPr>
        <w:pStyle w:val="Default"/>
        <w:spacing w:line="276" w:lineRule="auto"/>
        <w:jc w:val="both"/>
        <w:rPr>
          <w:sz w:val="22"/>
          <w:szCs w:val="22"/>
        </w:rPr>
      </w:pPr>
    </w:p>
    <w:p w14:paraId="501CE07A" w14:textId="77777777" w:rsidR="00AA3E2B" w:rsidRDefault="00AA3E2B">
      <w:pPr>
        <w:pStyle w:val="Default"/>
        <w:spacing w:line="276" w:lineRule="auto"/>
        <w:jc w:val="both"/>
      </w:pPr>
      <w:r>
        <w:rPr>
          <w:sz w:val="22"/>
          <w:szCs w:val="22"/>
        </w:rPr>
        <w:t xml:space="preserve">b) gestione del contratto d’appalto; </w:t>
      </w:r>
    </w:p>
    <w:p w14:paraId="7EDC9231" w14:textId="77777777" w:rsidR="00AA3E2B" w:rsidRDefault="00AA3E2B">
      <w:pPr>
        <w:pStyle w:val="Default"/>
        <w:spacing w:line="276" w:lineRule="auto"/>
        <w:jc w:val="both"/>
        <w:rPr>
          <w:sz w:val="22"/>
          <w:szCs w:val="22"/>
        </w:rPr>
      </w:pPr>
    </w:p>
    <w:p w14:paraId="6EE154E3" w14:textId="77777777" w:rsidR="00AA3E2B" w:rsidRDefault="00AA3E2B">
      <w:pPr>
        <w:pStyle w:val="Default"/>
        <w:spacing w:line="276" w:lineRule="auto"/>
        <w:jc w:val="both"/>
      </w:pPr>
      <w:r>
        <w:rPr>
          <w:sz w:val="22"/>
          <w:szCs w:val="22"/>
        </w:rPr>
        <w:t xml:space="preserve">c) tutela dei diritti contrattuali; </w:t>
      </w:r>
    </w:p>
    <w:p w14:paraId="558288AB" w14:textId="77777777" w:rsidR="00AA3E2B" w:rsidRDefault="00AA3E2B">
      <w:pPr>
        <w:pStyle w:val="Default"/>
        <w:pageBreakBefore/>
        <w:spacing w:line="276" w:lineRule="auto"/>
        <w:jc w:val="both"/>
      </w:pPr>
      <w:r>
        <w:rPr>
          <w:rFonts w:cs="font871"/>
          <w:b/>
          <w:bCs/>
          <w:color w:val="auto"/>
          <w:sz w:val="22"/>
          <w:szCs w:val="22"/>
        </w:rPr>
        <w:lastRenderedPageBreak/>
        <w:t xml:space="preserve">Modalità del trattamento </w:t>
      </w:r>
    </w:p>
    <w:p w14:paraId="0BC1D9DF" w14:textId="77777777" w:rsidR="00AA3E2B" w:rsidRDefault="00AA3E2B">
      <w:pPr>
        <w:pStyle w:val="Default"/>
        <w:spacing w:line="276" w:lineRule="auto"/>
        <w:jc w:val="both"/>
      </w:pPr>
      <w:r>
        <w:rPr>
          <w:color w:val="auto"/>
          <w:sz w:val="22"/>
          <w:szCs w:val="22"/>
        </w:rPr>
        <w:t xml:space="preserve">I dati personali verranno trattati in forma cartacea, informatizzata e telematica ed inseriti nelle pertinenti banche dati cui potranno accedere gli incaricati al trattamento dei dati. </w:t>
      </w:r>
    </w:p>
    <w:p w14:paraId="26CFFA02" w14:textId="77777777" w:rsidR="00AA3E2B" w:rsidRDefault="00AA3E2B">
      <w:pPr>
        <w:pStyle w:val="Default"/>
        <w:spacing w:line="276" w:lineRule="auto"/>
        <w:jc w:val="both"/>
      </w:pPr>
      <w:r>
        <w:rPr>
          <w:color w:val="auto"/>
          <w:sz w:val="22"/>
          <w:szCs w:val="22"/>
        </w:rPr>
        <w:t xml:space="preserve">Il trattamento potrà anche essere effettuato da terzi che forniscono specifici servizi elaborativi, amministrativi o strumentali necessari per il raggiungimento delle finalità di cui sopra. </w:t>
      </w:r>
    </w:p>
    <w:p w14:paraId="13B6E8D5" w14:textId="77777777" w:rsidR="00AA3E2B" w:rsidRDefault="00AA3E2B">
      <w:pPr>
        <w:pStyle w:val="Default"/>
        <w:spacing w:line="276" w:lineRule="auto"/>
        <w:jc w:val="both"/>
      </w:pPr>
      <w:r>
        <w:rPr>
          <w:color w:val="auto"/>
          <w:sz w:val="22"/>
          <w:szCs w:val="22"/>
        </w:rPr>
        <w:t xml:space="preserve">Tutte le operazioni di trattamento dei dati sono attuate in modo da garantire l’integrità, la riservatezza e la disponibilità dei dati personali. </w:t>
      </w:r>
    </w:p>
    <w:p w14:paraId="6B0EFF81" w14:textId="77777777" w:rsidR="00AA3E2B" w:rsidRDefault="00AA3E2B">
      <w:pPr>
        <w:pStyle w:val="Default"/>
        <w:spacing w:line="276" w:lineRule="auto"/>
        <w:jc w:val="both"/>
        <w:rPr>
          <w:rFonts w:cs="font871"/>
          <w:color w:val="auto"/>
          <w:sz w:val="22"/>
          <w:szCs w:val="22"/>
        </w:rPr>
      </w:pPr>
    </w:p>
    <w:p w14:paraId="396CE6AF" w14:textId="77777777" w:rsidR="00AA3E2B" w:rsidRDefault="00AA3E2B">
      <w:pPr>
        <w:pStyle w:val="Default"/>
        <w:spacing w:line="276" w:lineRule="auto"/>
        <w:jc w:val="both"/>
      </w:pPr>
      <w:r>
        <w:rPr>
          <w:b/>
          <w:bCs/>
          <w:color w:val="auto"/>
          <w:sz w:val="22"/>
          <w:szCs w:val="22"/>
        </w:rPr>
        <w:t xml:space="preserve">Periodo di conservazione dei dati </w:t>
      </w:r>
    </w:p>
    <w:p w14:paraId="21DA93EE" w14:textId="77777777" w:rsidR="00AA3E2B" w:rsidRDefault="00AA3E2B">
      <w:pPr>
        <w:pStyle w:val="Default"/>
        <w:spacing w:line="276" w:lineRule="auto"/>
        <w:jc w:val="both"/>
      </w:pPr>
      <w:r>
        <w:rPr>
          <w:color w:val="auto"/>
          <w:sz w:val="22"/>
          <w:szCs w:val="22"/>
        </w:rPr>
        <w:t xml:space="preserve">I dati forniti verranno conservati per tutta la durata del rapporto contrattuale. </w:t>
      </w:r>
    </w:p>
    <w:p w14:paraId="5969C875" w14:textId="77777777" w:rsidR="00AA3E2B" w:rsidRDefault="00AA3E2B">
      <w:pPr>
        <w:pStyle w:val="Default"/>
        <w:spacing w:line="276" w:lineRule="auto"/>
        <w:jc w:val="both"/>
        <w:rPr>
          <w:b/>
          <w:bCs/>
          <w:color w:val="auto"/>
          <w:sz w:val="22"/>
          <w:szCs w:val="22"/>
        </w:rPr>
      </w:pPr>
    </w:p>
    <w:p w14:paraId="4A3C16C8" w14:textId="77777777" w:rsidR="00AA3E2B" w:rsidRDefault="00AA3E2B">
      <w:pPr>
        <w:pStyle w:val="Default"/>
        <w:spacing w:line="276" w:lineRule="auto"/>
        <w:jc w:val="both"/>
      </w:pPr>
      <w:r>
        <w:rPr>
          <w:b/>
          <w:bCs/>
          <w:color w:val="auto"/>
          <w:sz w:val="22"/>
          <w:szCs w:val="22"/>
        </w:rPr>
        <w:t xml:space="preserve">Ambito di comunicazione e diffusione dei dati </w:t>
      </w:r>
    </w:p>
    <w:p w14:paraId="7E42CE2B" w14:textId="77777777" w:rsidR="00AA3E2B" w:rsidRDefault="00AA3E2B">
      <w:pPr>
        <w:pStyle w:val="Default"/>
        <w:spacing w:line="276" w:lineRule="auto"/>
        <w:jc w:val="both"/>
      </w:pPr>
      <w:r>
        <w:rPr>
          <w:color w:val="auto"/>
          <w:sz w:val="22"/>
          <w:szCs w:val="22"/>
        </w:rPr>
        <w:t xml:space="preserve">In relazione alle finalità suindicate i dati potranno essere comunicati ai seguenti soggetti. </w:t>
      </w:r>
    </w:p>
    <w:p w14:paraId="63EC4DD1" w14:textId="77777777" w:rsidR="00AA3E2B" w:rsidRDefault="00AA3E2B">
      <w:pPr>
        <w:pStyle w:val="Default"/>
        <w:spacing w:line="276" w:lineRule="auto"/>
        <w:jc w:val="both"/>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Mercato Elettronico Pubblica Amministrazione </w:t>
      </w:r>
    </w:p>
    <w:p w14:paraId="7B72310D" w14:textId="77777777" w:rsidR="00AA3E2B" w:rsidRDefault="00AA3E2B">
      <w:pPr>
        <w:pStyle w:val="Default"/>
        <w:spacing w:line="276" w:lineRule="auto"/>
        <w:jc w:val="both"/>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Garante per il Trattamento dei dati personali </w:t>
      </w:r>
    </w:p>
    <w:p w14:paraId="66D0AFAA" w14:textId="77777777" w:rsidR="00AA3E2B" w:rsidRDefault="00AA3E2B">
      <w:pPr>
        <w:pStyle w:val="Default"/>
        <w:spacing w:line="276" w:lineRule="auto"/>
        <w:jc w:val="both"/>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Autorità Nazionale Anti Corruzione </w:t>
      </w:r>
    </w:p>
    <w:p w14:paraId="6EEFF4FB" w14:textId="101A3687" w:rsidR="00AA3E2B" w:rsidRDefault="00AA3E2B">
      <w:pPr>
        <w:pStyle w:val="Default"/>
        <w:spacing w:line="276" w:lineRule="auto"/>
        <w:jc w:val="both"/>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Ministero Istruzione </w:t>
      </w:r>
    </w:p>
    <w:p w14:paraId="0696346D" w14:textId="77777777" w:rsidR="00AA3E2B" w:rsidRDefault="00AA3E2B">
      <w:pPr>
        <w:pStyle w:val="Default"/>
        <w:spacing w:line="276" w:lineRule="auto"/>
        <w:jc w:val="both"/>
        <w:rPr>
          <w:color w:val="auto"/>
          <w:sz w:val="22"/>
          <w:szCs w:val="22"/>
        </w:rPr>
      </w:pPr>
    </w:p>
    <w:p w14:paraId="4B65FB29" w14:textId="77777777" w:rsidR="00AA3E2B" w:rsidRDefault="00AA3E2B">
      <w:pPr>
        <w:pStyle w:val="Default"/>
        <w:spacing w:line="276" w:lineRule="auto"/>
        <w:jc w:val="both"/>
      </w:pPr>
      <w:r>
        <w:rPr>
          <w:b/>
          <w:bCs/>
          <w:color w:val="auto"/>
          <w:sz w:val="22"/>
          <w:szCs w:val="22"/>
        </w:rPr>
        <w:t xml:space="preserve">Diritti di cui agli artt. 15, 16, 17 18, 20, 21 e 22 del REG. UE 2016/679 </w:t>
      </w:r>
    </w:p>
    <w:p w14:paraId="22612B43" w14:textId="58AA88EC" w:rsidR="00AA3E2B" w:rsidRDefault="00AA3E2B">
      <w:pPr>
        <w:pStyle w:val="Default"/>
        <w:spacing w:line="276" w:lineRule="auto"/>
        <w:jc w:val="both"/>
      </w:pPr>
      <w:r>
        <w:rPr>
          <w:color w:val="auto"/>
          <w:sz w:val="22"/>
          <w:szCs w:val="22"/>
        </w:rPr>
        <w:t xml:space="preserve">La informiamo che in qualità di interessato ha, oltre al diritto di proporre reclamo all’Autorità di controllo, i diritti qui sottoelencati che potrà far valere rivolgendo apposita richiesta al Titolare del trattamento e/o al responsabile del trattamento, come sopra indicati. </w:t>
      </w:r>
    </w:p>
    <w:p w14:paraId="04C57B3E" w14:textId="77777777" w:rsidR="00AA3E2B" w:rsidRDefault="00AA3E2B">
      <w:pPr>
        <w:pStyle w:val="Default"/>
        <w:spacing w:line="276" w:lineRule="auto"/>
        <w:jc w:val="both"/>
      </w:pPr>
      <w:r>
        <w:rPr>
          <w:i/>
          <w:iCs/>
          <w:color w:val="auto"/>
          <w:sz w:val="22"/>
          <w:szCs w:val="22"/>
        </w:rPr>
        <w:t xml:space="preserve">Art. 15-Diritto di accesso </w:t>
      </w:r>
    </w:p>
    <w:p w14:paraId="27159B18" w14:textId="77777777" w:rsidR="00AA3E2B" w:rsidRDefault="00AA3E2B">
      <w:pPr>
        <w:pStyle w:val="Default"/>
        <w:spacing w:line="276" w:lineRule="auto"/>
        <w:jc w:val="both"/>
      </w:pPr>
      <w:r>
        <w:rPr>
          <w:color w:val="auto"/>
          <w:sz w:val="22"/>
          <w:szCs w:val="22"/>
        </w:rPr>
        <w:t xml:space="preserve">L’interessato ha il diritto di ottenere dal titolare del trattamento la conferma che sia o meno in corso un trattamento di dati personali che lo riguardano e in tal caso, di ottenere l’accesso ai dati personali e alle informazioni riguardanti il trattamento. </w:t>
      </w:r>
    </w:p>
    <w:p w14:paraId="02EBA996" w14:textId="77777777" w:rsidR="00AA3E2B" w:rsidRDefault="00AA3E2B">
      <w:pPr>
        <w:pStyle w:val="Default"/>
        <w:spacing w:line="276" w:lineRule="auto"/>
        <w:jc w:val="both"/>
      </w:pPr>
      <w:r>
        <w:rPr>
          <w:i/>
          <w:iCs/>
          <w:color w:val="auto"/>
          <w:sz w:val="22"/>
          <w:szCs w:val="22"/>
        </w:rPr>
        <w:t xml:space="preserve">Art. 16 - Diritto di rettifica </w:t>
      </w:r>
    </w:p>
    <w:p w14:paraId="35F9D3E9" w14:textId="77777777" w:rsidR="000B7F4E" w:rsidRDefault="00AA3E2B" w:rsidP="000B7F4E">
      <w:pPr>
        <w:jc w:val="both"/>
      </w:pPr>
      <w:r>
        <w:t>L'interessato ha il diritto di ottenere dal titolare del trattamento la rettifica dei dati personali inesatti che lo riguardano senza ingiustificato ritardo. Tenuto conto delle finalità del trattamento, l'interessato ha il diritto di ottenere l'integrazione dei dati personali incompleti, anche fornendo una dichiarazione integrativa.</w:t>
      </w:r>
    </w:p>
    <w:p w14:paraId="0B82BC25" w14:textId="5839A19C" w:rsidR="00AA3E2B" w:rsidRDefault="00AA3E2B" w:rsidP="000B7F4E">
      <w:pPr>
        <w:jc w:val="both"/>
      </w:pPr>
      <w:r>
        <w:rPr>
          <w:i/>
          <w:iCs/>
        </w:rPr>
        <w:t>Art. 17 - Diritto alla cancellazione (diritto all’oblio)</w:t>
      </w:r>
    </w:p>
    <w:p w14:paraId="31789183" w14:textId="77777777" w:rsidR="00AA3E2B" w:rsidRDefault="00AA3E2B">
      <w:pPr>
        <w:pStyle w:val="Default"/>
        <w:spacing w:line="276" w:lineRule="auto"/>
        <w:jc w:val="both"/>
      </w:pPr>
      <w:r>
        <w:rPr>
          <w:iCs/>
          <w:color w:val="auto"/>
          <w:sz w:val="22"/>
          <w:szCs w:val="22"/>
        </w:rPr>
        <w:t>L’interessato ha il diritto di ottenere dal Titolare del Trattamento la cancellazione dei dati personali che lo riguardano senza ingiustificato ritardo.</w:t>
      </w:r>
    </w:p>
    <w:p w14:paraId="79731FA9" w14:textId="77777777" w:rsidR="00AA3E2B" w:rsidRDefault="00AA3E2B">
      <w:pPr>
        <w:pStyle w:val="Default"/>
        <w:spacing w:line="276" w:lineRule="auto"/>
        <w:jc w:val="both"/>
        <w:rPr>
          <w:i/>
          <w:iCs/>
          <w:color w:val="auto"/>
          <w:sz w:val="22"/>
          <w:szCs w:val="22"/>
        </w:rPr>
      </w:pPr>
    </w:p>
    <w:p w14:paraId="509284C3" w14:textId="77777777" w:rsidR="00AA3E2B" w:rsidRDefault="00AA3E2B">
      <w:pPr>
        <w:pStyle w:val="Default"/>
        <w:spacing w:line="276" w:lineRule="auto"/>
        <w:jc w:val="both"/>
      </w:pPr>
      <w:r>
        <w:rPr>
          <w:i/>
          <w:iCs/>
          <w:color w:val="auto"/>
          <w:sz w:val="22"/>
          <w:szCs w:val="22"/>
        </w:rPr>
        <w:t>Art. 18 - Diritto di limitazione del trattamento</w:t>
      </w:r>
    </w:p>
    <w:p w14:paraId="1FFC1C1C" w14:textId="77777777" w:rsidR="00AA3E2B" w:rsidRDefault="00AA3E2B">
      <w:pPr>
        <w:pStyle w:val="Default"/>
        <w:spacing w:line="276" w:lineRule="auto"/>
        <w:jc w:val="both"/>
      </w:pPr>
      <w:r>
        <w:rPr>
          <w:iCs/>
          <w:color w:val="auto"/>
          <w:sz w:val="22"/>
          <w:szCs w:val="22"/>
        </w:rPr>
        <w:t>L’interessato ha il diritto di ottenere dal titolare del trattamento la limitazione del trattamento quando ricorre una delle seguenti ipotesi:</w:t>
      </w:r>
    </w:p>
    <w:p w14:paraId="25CF2DE6" w14:textId="77777777" w:rsidR="00AA3E2B" w:rsidRDefault="00AA3E2B">
      <w:pPr>
        <w:pStyle w:val="Default"/>
        <w:spacing w:line="276" w:lineRule="auto"/>
        <w:jc w:val="both"/>
      </w:pPr>
      <w:r>
        <w:rPr>
          <w:iCs/>
          <w:color w:val="auto"/>
          <w:sz w:val="22"/>
          <w:szCs w:val="22"/>
        </w:rPr>
        <w:t>a) l'interessato contesta l'esattezza dei dati personali, per il periodo necessario al titolare del trattamento per verificare l'esattezza di tali dati personali;</w:t>
      </w:r>
      <w:r>
        <w:rPr>
          <w:iCs/>
          <w:color w:val="auto"/>
          <w:sz w:val="22"/>
          <w:szCs w:val="22"/>
        </w:rPr>
        <w:br/>
        <w:t>b) il trattamento è illecito e l'interessato si oppone alla cancellazione dei dati personali e chiede invece che ne sia limitato l'utilizzo;</w:t>
      </w:r>
      <w:r>
        <w:rPr>
          <w:iCs/>
          <w:color w:val="auto"/>
          <w:sz w:val="22"/>
          <w:szCs w:val="22"/>
        </w:rPr>
        <w:br/>
        <w:t>c) benché il titolare del trattamento non ne abbia più bisogno ai fini del trattamento, i dati personali sono necessari all'interessato per l'accertamento, l'esercizio o la difesa di un diritto in sede giudiziaria;</w:t>
      </w:r>
      <w:r>
        <w:rPr>
          <w:iCs/>
          <w:color w:val="auto"/>
          <w:sz w:val="22"/>
          <w:szCs w:val="22"/>
        </w:rPr>
        <w:br/>
        <w:t>d) l'interessato si è opposto al trattamento ai sensi dell'articolo 21, paragrafo 1, in attesa della verifica in merito all'eventuale prevalenza dei motivi legittimi del titolare del trattamento rispetto a quelli dell'interessato.</w:t>
      </w:r>
    </w:p>
    <w:p w14:paraId="18208E39" w14:textId="77777777" w:rsidR="00AA3E2B" w:rsidRDefault="00AA3E2B">
      <w:pPr>
        <w:pStyle w:val="Default"/>
        <w:spacing w:line="276" w:lineRule="auto"/>
        <w:jc w:val="both"/>
      </w:pPr>
      <w:r>
        <w:rPr>
          <w:iCs/>
          <w:color w:val="auto"/>
          <w:sz w:val="22"/>
          <w:szCs w:val="22"/>
        </w:rPr>
        <w:br/>
      </w:r>
      <w:r>
        <w:rPr>
          <w:i/>
          <w:iCs/>
          <w:color w:val="auto"/>
          <w:sz w:val="22"/>
          <w:szCs w:val="22"/>
        </w:rPr>
        <w:t xml:space="preserve">Art. 20 – Diritto alla portabilità dei dati </w:t>
      </w:r>
    </w:p>
    <w:p w14:paraId="33FCE6FE" w14:textId="77777777" w:rsidR="00AA3E2B" w:rsidRDefault="00AA3E2B">
      <w:pPr>
        <w:pStyle w:val="Default"/>
        <w:spacing w:line="276" w:lineRule="auto"/>
        <w:jc w:val="both"/>
      </w:pPr>
      <w:r>
        <w:rPr>
          <w:iCs/>
          <w:color w:val="auto"/>
          <w:sz w:val="22"/>
          <w:szCs w:val="22"/>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w:t>
      </w:r>
    </w:p>
    <w:p w14:paraId="0836604A" w14:textId="77777777" w:rsidR="00AA3E2B" w:rsidRDefault="00AA3E2B">
      <w:pPr>
        <w:pStyle w:val="Default"/>
        <w:spacing w:line="276" w:lineRule="auto"/>
        <w:jc w:val="both"/>
      </w:pPr>
      <w:r>
        <w:rPr>
          <w:iCs/>
          <w:color w:val="auto"/>
          <w:sz w:val="22"/>
          <w:szCs w:val="22"/>
        </w:rPr>
        <w:t>Nell'esercitare i propri diritti relativamente alla portabilità dei dati a norma del paragrafo 1, l'interessato ha il diritto di ottenere la trasmissione diretta dei dati personali da un titolare del trattamento all'altro, se tecnicamente fattibile, senza ledere i diritti e le libertà altrui.</w:t>
      </w:r>
    </w:p>
    <w:p w14:paraId="2918AB56" w14:textId="77777777" w:rsidR="00AA3E2B" w:rsidRDefault="00AA3E2B">
      <w:pPr>
        <w:pStyle w:val="Default"/>
        <w:spacing w:line="276" w:lineRule="auto"/>
        <w:rPr>
          <w:iCs/>
          <w:color w:val="auto"/>
          <w:sz w:val="22"/>
          <w:szCs w:val="22"/>
        </w:rPr>
      </w:pPr>
    </w:p>
    <w:p w14:paraId="3271BB6A" w14:textId="77777777" w:rsidR="00AA3E2B" w:rsidRDefault="00AA3E2B">
      <w:pPr>
        <w:jc w:val="both"/>
      </w:pPr>
      <w:r>
        <w:rPr>
          <w:i/>
          <w:iCs/>
        </w:rPr>
        <w:t>Art. 21 – Diritto di opposizione</w:t>
      </w:r>
    </w:p>
    <w:p w14:paraId="502F9BB0" w14:textId="77777777" w:rsidR="00AA3E2B" w:rsidRDefault="00AA3E2B">
      <w:pPr>
        <w:shd w:val="clear" w:color="auto" w:fill="FFFFFF"/>
        <w:spacing w:after="0" w:line="240" w:lineRule="auto"/>
        <w:jc w:val="both"/>
        <w:textAlignment w:val="baseline"/>
      </w:pPr>
      <w:r>
        <w:rPr>
          <w:rFonts w:cs="Calibri"/>
          <w:iCs/>
        </w:rPr>
        <w:t>L'interessato ha il diritto di opporsi in qualsiasi momento, per motivi connessi alla sua situazione particolare, al trattamento dei dati personali che lo riguardano ai sensi dell'articolo 6, paragrafo 1, lettere e) o f),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libertà dell'interessato oppure per l'accertamento, l'esercizio o la difesa di un diritto in sede giudiziaria.</w:t>
      </w:r>
    </w:p>
    <w:p w14:paraId="4D748208" w14:textId="77777777" w:rsidR="00AA3E2B" w:rsidRDefault="00AA3E2B">
      <w:pPr>
        <w:shd w:val="clear" w:color="auto" w:fill="FFFFFF"/>
        <w:spacing w:after="0" w:line="240" w:lineRule="auto"/>
        <w:jc w:val="both"/>
        <w:textAlignment w:val="baseline"/>
        <w:rPr>
          <w:rFonts w:cs="Calibri"/>
          <w:iCs/>
        </w:rPr>
      </w:pPr>
    </w:p>
    <w:p w14:paraId="09AD579C" w14:textId="77777777" w:rsidR="00AA3E2B" w:rsidRDefault="00AA3E2B">
      <w:pPr>
        <w:shd w:val="clear" w:color="auto" w:fill="FFFFFF"/>
        <w:spacing w:after="0" w:line="240" w:lineRule="auto"/>
        <w:jc w:val="both"/>
        <w:textAlignment w:val="baseline"/>
        <w:rPr>
          <w:rFonts w:cs="Calibri"/>
          <w:iCs/>
        </w:rPr>
      </w:pPr>
    </w:p>
    <w:p w14:paraId="5A06A1F5" w14:textId="77777777" w:rsidR="00AA3E2B" w:rsidRDefault="00AA3E2B">
      <w:pPr>
        <w:shd w:val="clear" w:color="auto" w:fill="FFFFFF"/>
        <w:spacing w:after="0" w:line="240" w:lineRule="auto"/>
        <w:jc w:val="both"/>
        <w:textAlignment w:val="baseline"/>
        <w:rPr>
          <w:rFonts w:cs="Calibri"/>
          <w:iCs/>
        </w:rPr>
      </w:pPr>
    </w:p>
    <w:p w14:paraId="4B802D3D" w14:textId="77777777" w:rsidR="00AA3E2B" w:rsidRDefault="00AA3E2B">
      <w:pPr>
        <w:shd w:val="clear" w:color="auto" w:fill="FFFFFF"/>
        <w:spacing w:after="0" w:line="240" w:lineRule="auto"/>
        <w:jc w:val="both"/>
        <w:textAlignment w:val="baseline"/>
        <w:rPr>
          <w:rFonts w:cs="Calibri"/>
          <w:iCs/>
        </w:rPr>
      </w:pPr>
    </w:p>
    <w:p w14:paraId="0F5452F5" w14:textId="77777777" w:rsidR="00AA3E2B" w:rsidRDefault="00AA3E2B">
      <w:pPr>
        <w:shd w:val="clear" w:color="auto" w:fill="FFFFFF"/>
        <w:spacing w:after="0" w:line="240" w:lineRule="auto"/>
        <w:jc w:val="both"/>
        <w:textAlignment w:val="baseline"/>
      </w:pPr>
      <w:r>
        <w:rPr>
          <w:i/>
          <w:iCs/>
        </w:rPr>
        <w:t>Art. 22 – Diritto di non essere sottoposto a processo decisionale automatizzato, compresa la profilazione</w:t>
      </w:r>
    </w:p>
    <w:p w14:paraId="30FF33A8" w14:textId="77777777" w:rsidR="00AA3E2B" w:rsidRDefault="00AA3E2B">
      <w:pPr>
        <w:shd w:val="clear" w:color="auto" w:fill="FFFFFF"/>
        <w:spacing w:after="0" w:line="240" w:lineRule="auto"/>
        <w:jc w:val="both"/>
        <w:textAlignment w:val="baseline"/>
      </w:pPr>
      <w:r>
        <w:rPr>
          <w:rFonts w:cs="Calibri"/>
          <w:iCs/>
        </w:rPr>
        <w:t>L'interessato ha il diritto di non essere sottoposto a una decisione basata unicamente sul trattamento automatizzato, compresa la profilazione, che produca effetti giuridici che lo riguardano o che incida in modo analogo significativamente sulla sua persona.</w:t>
      </w:r>
    </w:p>
    <w:p w14:paraId="496D85C7" w14:textId="77777777" w:rsidR="00AA3E2B" w:rsidRDefault="00AA3E2B">
      <w:pPr>
        <w:jc w:val="both"/>
        <w:rPr>
          <w:rFonts w:cs="Calibri"/>
          <w:iCs/>
        </w:rPr>
      </w:pPr>
    </w:p>
    <w:p w14:paraId="09B203A8" w14:textId="77777777" w:rsidR="00AA3E2B" w:rsidRDefault="00AA3E2B">
      <w:pPr>
        <w:jc w:val="both"/>
        <w:rPr>
          <w:rFonts w:cs="Calibri"/>
          <w:iCs/>
        </w:rPr>
      </w:pPr>
    </w:p>
    <w:p w14:paraId="0D42E7C7" w14:textId="77777777" w:rsidR="00AA3E2B" w:rsidRDefault="00AA3E2B">
      <w:pPr>
        <w:spacing w:after="0"/>
        <w:jc w:val="both"/>
      </w:pPr>
      <w:r>
        <w:rPr>
          <w:rFonts w:cs="Calibri"/>
          <w:iCs/>
        </w:rPr>
        <w:t>Per il Titolare del Trattamento Dati</w:t>
      </w:r>
    </w:p>
    <w:p w14:paraId="5AC2630E" w14:textId="77777777" w:rsidR="00AA3E2B" w:rsidRDefault="00AA3E2B">
      <w:pPr>
        <w:spacing w:after="0"/>
        <w:jc w:val="both"/>
      </w:pPr>
      <w:r>
        <w:rPr>
          <w:rFonts w:cs="Calibri"/>
          <w:iCs/>
        </w:rPr>
        <w:t>Il Responsabile del Trattamento</w:t>
      </w:r>
    </w:p>
    <w:p w14:paraId="6E5EFEE7" w14:textId="3E7AE5E2" w:rsidR="00AA3E2B" w:rsidRDefault="00AF7DA1">
      <w:pPr>
        <w:spacing w:after="0"/>
        <w:jc w:val="both"/>
        <w:rPr>
          <w:rFonts w:cs="Calibri"/>
          <w:iCs/>
        </w:rPr>
      </w:pPr>
      <w:r>
        <w:rPr>
          <w:rFonts w:cs="Calibri"/>
          <w:iCs/>
        </w:rPr>
        <w:t xml:space="preserve">                  Dirigente</w:t>
      </w:r>
    </w:p>
    <w:p w14:paraId="34A60B78" w14:textId="47BB686F" w:rsidR="00AF7DA1" w:rsidRDefault="00AF7DA1">
      <w:pPr>
        <w:spacing w:after="0"/>
        <w:jc w:val="both"/>
        <w:rPr>
          <w:rFonts w:cs="Calibri"/>
          <w:iCs/>
        </w:rPr>
      </w:pPr>
      <w:r>
        <w:rPr>
          <w:rFonts w:cs="Calibri"/>
          <w:iCs/>
        </w:rPr>
        <w:t xml:space="preserve">           Dr.ssa Elisa Serra</w:t>
      </w:r>
    </w:p>
    <w:p w14:paraId="4D65D68F" w14:textId="77777777" w:rsidR="00AA3E2B" w:rsidRDefault="00AA3E2B">
      <w:pPr>
        <w:spacing w:after="0"/>
        <w:jc w:val="both"/>
      </w:pPr>
      <w:r>
        <w:rPr>
          <w:rFonts w:cs="Calibri"/>
          <w:iCs/>
        </w:rPr>
        <w:t>_________________________</w:t>
      </w:r>
    </w:p>
    <w:p w14:paraId="56E5027E" w14:textId="77777777" w:rsidR="00AA3E2B" w:rsidRDefault="00AA3E2B">
      <w:pPr>
        <w:spacing w:after="0"/>
        <w:jc w:val="both"/>
        <w:rPr>
          <w:rFonts w:cs="Calibri"/>
          <w:iCs/>
        </w:rPr>
      </w:pPr>
    </w:p>
    <w:p w14:paraId="2A9D6DBF" w14:textId="77777777" w:rsidR="00AA3E2B" w:rsidRDefault="00AA3E2B">
      <w:pPr>
        <w:spacing w:after="0"/>
        <w:jc w:val="both"/>
        <w:rPr>
          <w:rFonts w:cs="Calibri"/>
          <w:iCs/>
        </w:rPr>
      </w:pPr>
    </w:p>
    <w:p w14:paraId="74880749" w14:textId="77777777" w:rsidR="00AA3E2B" w:rsidRDefault="00AA3E2B">
      <w:pPr>
        <w:spacing w:after="0"/>
        <w:jc w:val="both"/>
        <w:rPr>
          <w:rFonts w:cs="Calibri"/>
          <w:iCs/>
        </w:rPr>
      </w:pPr>
    </w:p>
    <w:p w14:paraId="218C5FA0" w14:textId="77777777" w:rsidR="00AA3E2B" w:rsidRDefault="00AA3E2B">
      <w:pPr>
        <w:spacing w:after="0"/>
        <w:jc w:val="both"/>
        <w:rPr>
          <w:rFonts w:cs="Calibri"/>
          <w:iCs/>
        </w:rPr>
      </w:pPr>
    </w:p>
    <w:p w14:paraId="213D4A61" w14:textId="77777777" w:rsidR="00AA3E2B" w:rsidRDefault="00AA3E2B">
      <w:pPr>
        <w:spacing w:after="0"/>
        <w:jc w:val="both"/>
        <w:rPr>
          <w:rFonts w:cs="Calibri"/>
          <w:iCs/>
        </w:rPr>
      </w:pPr>
    </w:p>
    <w:p w14:paraId="475B2921" w14:textId="77777777" w:rsidR="00AA3E2B" w:rsidRDefault="00AA3E2B">
      <w:pPr>
        <w:spacing w:after="0"/>
        <w:jc w:val="both"/>
        <w:rPr>
          <w:rFonts w:cs="Calibri"/>
          <w:iCs/>
        </w:rPr>
      </w:pPr>
    </w:p>
    <w:p w14:paraId="0F45B22E" w14:textId="77777777" w:rsidR="00AA3E2B" w:rsidRDefault="00AA3E2B">
      <w:pPr>
        <w:spacing w:after="0"/>
        <w:jc w:val="both"/>
        <w:rPr>
          <w:rFonts w:cs="Calibri"/>
          <w:iCs/>
        </w:rPr>
      </w:pPr>
    </w:p>
    <w:p w14:paraId="7FD1445B" w14:textId="77777777" w:rsidR="00AA3E2B" w:rsidRDefault="00AA3E2B">
      <w:pPr>
        <w:spacing w:after="0"/>
        <w:jc w:val="both"/>
      </w:pPr>
      <w:r>
        <w:rPr>
          <w:rFonts w:cs="Calibri"/>
          <w:iCs/>
        </w:rPr>
        <w:t>Per presa visione</w:t>
      </w:r>
    </w:p>
    <w:p w14:paraId="1A38595D" w14:textId="77777777" w:rsidR="00AA3E2B" w:rsidRDefault="00AA3E2B">
      <w:pPr>
        <w:spacing w:after="0"/>
        <w:jc w:val="both"/>
      </w:pPr>
      <w:r>
        <w:rPr>
          <w:rFonts w:cs="Calibri"/>
          <w:iCs/>
        </w:rPr>
        <w:t>L’Interessato</w:t>
      </w:r>
    </w:p>
    <w:p w14:paraId="7EC8F376" w14:textId="77777777" w:rsidR="00AA3E2B" w:rsidRDefault="00AA3E2B">
      <w:pPr>
        <w:spacing w:after="0"/>
        <w:jc w:val="both"/>
        <w:rPr>
          <w:rFonts w:cs="Calibri"/>
          <w:iCs/>
        </w:rPr>
      </w:pPr>
    </w:p>
    <w:p w14:paraId="7E30FC49" w14:textId="77777777" w:rsidR="00AA3E2B" w:rsidRDefault="00AA3E2B">
      <w:pPr>
        <w:spacing w:after="0"/>
        <w:jc w:val="both"/>
      </w:pPr>
      <w:r>
        <w:rPr>
          <w:rFonts w:cs="Calibri"/>
          <w:iCs/>
        </w:rPr>
        <w:t>______________________________</w:t>
      </w:r>
    </w:p>
    <w:p w14:paraId="384B77A1" w14:textId="77777777" w:rsidR="00AA3E2B" w:rsidRDefault="00AA3E2B">
      <w:pPr>
        <w:spacing w:after="0"/>
        <w:jc w:val="both"/>
        <w:rPr>
          <w:rFonts w:cs="Calibri"/>
          <w:iCs/>
        </w:rPr>
      </w:pPr>
    </w:p>
    <w:p w14:paraId="42391FC0" w14:textId="77777777" w:rsidR="00AA3E2B" w:rsidRDefault="00AA3E2B">
      <w:pPr>
        <w:spacing w:after="0"/>
        <w:jc w:val="both"/>
        <w:rPr>
          <w:rFonts w:cs="Calibri"/>
          <w:iCs/>
        </w:rPr>
      </w:pPr>
    </w:p>
    <w:p w14:paraId="2483CE6F" w14:textId="77777777" w:rsidR="00AA3E2B" w:rsidRDefault="00AA3E2B">
      <w:pPr>
        <w:spacing w:after="0"/>
        <w:jc w:val="both"/>
        <w:rPr>
          <w:rFonts w:cs="Calibri"/>
          <w:iCs/>
        </w:rPr>
      </w:pPr>
    </w:p>
    <w:p w14:paraId="6F934F50" w14:textId="77777777" w:rsidR="00AA3E2B" w:rsidRDefault="00AA3E2B">
      <w:pPr>
        <w:spacing w:after="0"/>
        <w:jc w:val="both"/>
        <w:rPr>
          <w:rFonts w:cs="Calibri"/>
          <w:iCs/>
        </w:rPr>
      </w:pPr>
    </w:p>
    <w:p w14:paraId="0156ABD9" w14:textId="77777777" w:rsidR="00AA3E2B" w:rsidRDefault="00AA3E2B">
      <w:pPr>
        <w:spacing w:after="0"/>
        <w:jc w:val="both"/>
        <w:rPr>
          <w:rFonts w:cs="Calibri"/>
          <w:iCs/>
        </w:rPr>
      </w:pPr>
    </w:p>
    <w:p w14:paraId="750B5A01" w14:textId="77777777" w:rsidR="00AA3E2B" w:rsidRDefault="00AA3E2B">
      <w:pPr>
        <w:spacing w:after="0"/>
        <w:jc w:val="both"/>
        <w:rPr>
          <w:rFonts w:cs="Calibri"/>
          <w:iCs/>
        </w:rPr>
      </w:pPr>
    </w:p>
    <w:p w14:paraId="4F88BEB7" w14:textId="2153A233" w:rsidR="00AA3E2B" w:rsidRDefault="00AA3E2B">
      <w:pPr>
        <w:spacing w:after="0"/>
        <w:jc w:val="both"/>
        <w:rPr>
          <w:rFonts w:cs="Calibri"/>
          <w:iCs/>
        </w:rPr>
      </w:pPr>
    </w:p>
    <w:p w14:paraId="2082378D" w14:textId="3E99D877" w:rsidR="00C3498D" w:rsidRDefault="00C3498D">
      <w:pPr>
        <w:spacing w:after="0"/>
        <w:jc w:val="both"/>
        <w:rPr>
          <w:rFonts w:cs="Calibri"/>
          <w:iCs/>
        </w:rPr>
      </w:pPr>
    </w:p>
    <w:p w14:paraId="2F122892" w14:textId="77777777" w:rsidR="00C3498D" w:rsidRDefault="00C3498D">
      <w:pPr>
        <w:spacing w:after="0"/>
        <w:jc w:val="both"/>
        <w:rPr>
          <w:rFonts w:cs="Calibri"/>
          <w:iCs/>
        </w:rPr>
      </w:pPr>
    </w:p>
    <w:p w14:paraId="4C095C81" w14:textId="77777777" w:rsidR="00AA3E2B" w:rsidRDefault="00AA3E2B">
      <w:pPr>
        <w:spacing w:after="0"/>
        <w:jc w:val="both"/>
        <w:rPr>
          <w:rFonts w:cs="Calibri"/>
          <w:iCs/>
        </w:rPr>
      </w:pPr>
    </w:p>
    <w:p w14:paraId="1E2E9B87" w14:textId="77777777" w:rsidR="00AA3E2B" w:rsidRDefault="00AA3E2B">
      <w:pPr>
        <w:spacing w:after="0"/>
        <w:jc w:val="both"/>
        <w:rPr>
          <w:rFonts w:cs="Calibri"/>
          <w:iCs/>
        </w:rPr>
      </w:pPr>
    </w:p>
    <w:p w14:paraId="7D115BA3" w14:textId="77777777" w:rsidR="00AA3E2B" w:rsidRDefault="00AA3E2B">
      <w:pPr>
        <w:spacing w:after="0"/>
        <w:jc w:val="both"/>
        <w:rPr>
          <w:rFonts w:cs="Calibri"/>
          <w:iCs/>
        </w:rPr>
      </w:pPr>
    </w:p>
    <w:p w14:paraId="1DF57500" w14:textId="77777777" w:rsidR="00AA3E2B" w:rsidRDefault="00AA3E2B">
      <w:pPr>
        <w:spacing w:after="0"/>
        <w:jc w:val="center"/>
      </w:pPr>
      <w:r>
        <w:rPr>
          <w:rFonts w:cs="Calibri"/>
          <w:iCs/>
        </w:rPr>
        <w:t>CONSENSO AL TRATTAMENTO DEI DATI PERSONALI (UE) 2016/679</w:t>
      </w:r>
    </w:p>
    <w:p w14:paraId="6C965358" w14:textId="77777777" w:rsidR="00AA3E2B" w:rsidRDefault="00AA3E2B">
      <w:pPr>
        <w:spacing w:after="0"/>
        <w:jc w:val="center"/>
        <w:rPr>
          <w:rFonts w:cs="Calibri"/>
          <w:iCs/>
        </w:rPr>
      </w:pPr>
    </w:p>
    <w:p w14:paraId="5E0848B5" w14:textId="77777777" w:rsidR="00AA3E2B" w:rsidRDefault="00AA3E2B">
      <w:pPr>
        <w:spacing w:after="0"/>
        <w:jc w:val="both"/>
      </w:pPr>
      <w:r>
        <w:rPr>
          <w:rFonts w:cs="Calibri"/>
          <w:iCs/>
        </w:rPr>
        <w:t>Il sottoscritto _____________________________________________________ dichiara di avere ricevuto le informazioni di cui all’art. 13 del regolamento UE 2016/679, in particolare riguardo ai diritti riconosciuti dallo stesso e di acconsentire, ai sensi e per gli effetti dell’art. 7 e ss. Del Regolamento, al trattamento dei dati personali, anche particolari con le modalità e per le finalità indicate nella informativa stessa, comunque strettamente connesse, e strumentali alla gestione delle finalità di cui al punto 2 dell’informativa.</w:t>
      </w:r>
    </w:p>
    <w:p w14:paraId="7EDA3DC3" w14:textId="77777777" w:rsidR="00AA3E2B" w:rsidRDefault="00AA3E2B">
      <w:pPr>
        <w:spacing w:after="0"/>
        <w:jc w:val="both"/>
        <w:rPr>
          <w:rFonts w:cs="Calibri"/>
          <w:iCs/>
        </w:rPr>
      </w:pPr>
    </w:p>
    <w:p w14:paraId="15806544" w14:textId="77777777" w:rsidR="00AA3E2B" w:rsidRDefault="00AA3E2B">
      <w:pPr>
        <w:spacing w:after="0"/>
        <w:jc w:val="both"/>
      </w:pPr>
      <w:r>
        <w:rPr>
          <w:rFonts w:cs="Calibri"/>
          <w:iCs/>
        </w:rPr>
        <w:t>Luogo e data ____________________</w:t>
      </w:r>
    </w:p>
    <w:p w14:paraId="79B9AC41" w14:textId="77777777" w:rsidR="00AA3E2B" w:rsidRDefault="00AA3E2B">
      <w:pPr>
        <w:spacing w:after="0"/>
        <w:jc w:val="both"/>
        <w:rPr>
          <w:rFonts w:cs="Calibri"/>
          <w:iCs/>
        </w:rPr>
      </w:pPr>
    </w:p>
    <w:p w14:paraId="63122F8C" w14:textId="77777777" w:rsidR="00AA3E2B" w:rsidRDefault="00AA3E2B">
      <w:pPr>
        <w:spacing w:after="0"/>
        <w:jc w:val="both"/>
      </w:pPr>
      <w:r>
        <w:rPr>
          <w:rFonts w:cs="Calibri"/>
          <w:iCs/>
        </w:rPr>
        <w:t>Firma____________________________</w:t>
      </w:r>
    </w:p>
    <w:p w14:paraId="4BB70A77" w14:textId="77777777" w:rsidR="00AA3E2B" w:rsidRDefault="00AA3E2B">
      <w:pPr>
        <w:spacing w:after="0"/>
        <w:jc w:val="both"/>
        <w:rPr>
          <w:rFonts w:cs="Calibri"/>
          <w:iCs/>
        </w:rPr>
      </w:pPr>
    </w:p>
    <w:p w14:paraId="481953B1" w14:textId="77777777" w:rsidR="00AA3E2B" w:rsidRDefault="00AA3E2B">
      <w:pPr>
        <w:spacing w:after="0"/>
        <w:jc w:val="both"/>
        <w:rPr>
          <w:rFonts w:cs="Calibri"/>
          <w:iCs/>
        </w:rPr>
      </w:pPr>
    </w:p>
    <w:p w14:paraId="0EAC8CB0" w14:textId="77777777" w:rsidR="00AA3E2B" w:rsidRDefault="00AA3E2B">
      <w:pPr>
        <w:spacing w:after="0"/>
        <w:jc w:val="center"/>
      </w:pPr>
      <w:r>
        <w:rPr>
          <w:rFonts w:cs="Calibri"/>
          <w:iCs/>
        </w:rPr>
        <w:t>Revoca del consenso al trattamento</w:t>
      </w:r>
    </w:p>
    <w:p w14:paraId="0C9DF82F" w14:textId="77777777" w:rsidR="00AA3E2B" w:rsidRDefault="00AA3E2B">
      <w:pPr>
        <w:spacing w:after="0"/>
        <w:jc w:val="center"/>
        <w:rPr>
          <w:rFonts w:cs="Calibri"/>
          <w:iCs/>
        </w:rPr>
      </w:pPr>
    </w:p>
    <w:p w14:paraId="2346D80D" w14:textId="77777777" w:rsidR="00AA3E2B" w:rsidRDefault="00AA3E2B">
      <w:pPr>
        <w:spacing w:after="0"/>
        <w:jc w:val="both"/>
      </w:pPr>
      <w:r>
        <w:rPr>
          <w:rFonts w:cs="Calibri"/>
          <w:iCs/>
        </w:rPr>
        <w:t>Si ricorda che, ai sensi dell’art. 7 del regolamento è riconosciuta la facoltà di revocare per iscritto il consenso al trattamento dei dati personali</w:t>
      </w:r>
    </w:p>
    <w:p w14:paraId="6FDB2E4E" w14:textId="77777777" w:rsidR="00AA3E2B" w:rsidRDefault="00AA3E2B">
      <w:pPr>
        <w:spacing w:after="0"/>
        <w:jc w:val="both"/>
      </w:pPr>
    </w:p>
    <w:p w14:paraId="468C6065" w14:textId="77777777" w:rsidR="00AA3E2B" w:rsidRDefault="00AA3E2B">
      <w:pPr>
        <w:spacing w:after="0"/>
        <w:jc w:val="both"/>
      </w:pPr>
      <w:r>
        <w:rPr>
          <w:rFonts w:cs="Calibri"/>
          <w:iCs/>
        </w:rPr>
        <w:t>Firma____________________________</w:t>
      </w:r>
    </w:p>
    <w:p w14:paraId="125AD87D" w14:textId="77777777" w:rsidR="00AA3E2B" w:rsidRDefault="00AA3E2B">
      <w:pPr>
        <w:spacing w:after="0"/>
        <w:jc w:val="both"/>
        <w:rPr>
          <w:rFonts w:cs="Calibri"/>
          <w:iCs/>
        </w:rPr>
      </w:pPr>
    </w:p>
    <w:p w14:paraId="422FE610" w14:textId="77777777" w:rsidR="00AA3E2B" w:rsidRDefault="00AA3E2B">
      <w:pPr>
        <w:spacing w:after="0"/>
        <w:jc w:val="both"/>
      </w:pPr>
      <w:r>
        <w:rPr>
          <w:rFonts w:cs="Calibri"/>
          <w:iCs/>
        </w:rPr>
        <w:t xml:space="preserve">                                                                                                                                            IL DIRIGENTE</w:t>
      </w:r>
    </w:p>
    <w:p w14:paraId="4299C58F" w14:textId="77777777" w:rsidR="00DB4B7F" w:rsidRDefault="00DB4B7F">
      <w:pPr>
        <w:spacing w:after="0"/>
        <w:jc w:val="both"/>
      </w:pPr>
      <w:bookmarkStart w:id="0" w:name="OLE_LINK1"/>
      <w:bookmarkStart w:id="1" w:name="OLE_LINK2"/>
      <w:bookmarkEnd w:id="0"/>
      <w:bookmarkEnd w:id="1"/>
    </w:p>
    <w:sectPr w:rsidR="00DB4B7F">
      <w:headerReference w:type="default" r:id="rId6"/>
      <w:footerReference w:type="default" r:id="rId7"/>
      <w:pgSz w:w="11906" w:h="16838"/>
      <w:pgMar w:top="1417" w:right="1134" w:bottom="1134" w:left="1134" w:header="708" w:footer="708" w:gutter="0"/>
      <w:cols w:space="72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8BB69" w14:textId="77777777" w:rsidR="00945D43" w:rsidRDefault="00945D43">
      <w:pPr>
        <w:spacing w:after="0" w:line="240" w:lineRule="auto"/>
      </w:pPr>
      <w:r>
        <w:separator/>
      </w:r>
    </w:p>
  </w:endnote>
  <w:endnote w:type="continuationSeparator" w:id="0">
    <w:p w14:paraId="758B43D7" w14:textId="77777777" w:rsidR="00945D43" w:rsidRDefault="00945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ont871">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English111 Adagio BT">
    <w:panose1 w:val="03030602030607080B05"/>
    <w:charset w:val="00"/>
    <w:family w:val="script"/>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F042F" w14:textId="77777777" w:rsidR="00AA3E2B" w:rsidRDefault="00AA3E2B">
    <w:pPr>
      <w:jc w:val="center"/>
    </w:pPr>
    <w:r>
      <w:rPr>
        <w:i/>
        <w:iCs/>
        <w:sz w:val="16"/>
        <w:szCs w:val="16"/>
      </w:rPr>
      <w:t xml:space="preserve">Pec: </w:t>
    </w:r>
    <w:hyperlink r:id="rId1" w:history="1">
      <w:r>
        <w:rPr>
          <w:rStyle w:val="Collegamentoipertestuale"/>
          <w:i/>
          <w:iCs/>
          <w:sz w:val="16"/>
          <w:szCs w:val="16"/>
        </w:rPr>
        <w:t>uspor@postacert.istruzione.it</w:t>
      </w:r>
    </w:hyperlink>
    <w:r>
      <w:rPr>
        <w:i/>
        <w:iCs/>
        <w:sz w:val="16"/>
        <w:szCs w:val="16"/>
      </w:rPr>
      <w:t xml:space="preserve"> - e-mail: </w:t>
    </w:r>
    <w:hyperlink r:id="rId2" w:history="1">
      <w:r>
        <w:rPr>
          <w:rStyle w:val="Collegamentoipertestuale"/>
          <w:i/>
          <w:iCs/>
          <w:sz w:val="16"/>
          <w:szCs w:val="16"/>
        </w:rPr>
        <w:t>usp.or@istruzione.it</w:t>
      </w:r>
    </w:hyperlink>
    <w:r>
      <w:rPr>
        <w:i/>
        <w:iCs/>
        <w:sz w:val="16"/>
        <w:szCs w:val="16"/>
      </w:rPr>
      <w:t xml:space="preserve"> - </w:t>
    </w:r>
  </w:p>
  <w:p w14:paraId="16E0789C" w14:textId="4AFBD2FA" w:rsidR="00AA3E2B" w:rsidRDefault="00AA3E2B">
    <w:pPr>
      <w:jc w:val="center"/>
    </w:pPr>
    <w:r>
      <w:rPr>
        <w:i/>
        <w:iCs/>
        <w:sz w:val="16"/>
        <w:szCs w:val="16"/>
      </w:rPr>
      <w:t>Codice per la fatturazione elettronica:</w:t>
    </w:r>
    <w:r w:rsidR="009E55FC">
      <w:rPr>
        <w:i/>
        <w:iCs/>
        <w:sz w:val="16"/>
        <w:szCs w:val="16"/>
      </w:rPr>
      <w:t xml:space="preserve"> </w:t>
    </w:r>
    <w:r>
      <w:rPr>
        <w:i/>
        <w:iCs/>
        <w:sz w:val="16"/>
        <w:szCs w:val="16"/>
      </w:rPr>
      <w:t xml:space="preserve">TFPZ48 per la cont. generale, 9PZ6JS per quella ordinaria </w:t>
    </w:r>
  </w:p>
  <w:p w14:paraId="3C7FC420" w14:textId="77777777" w:rsidR="00AA3E2B" w:rsidRDefault="00AA3E2B">
    <w:pPr>
      <w:jc w:val="center"/>
    </w:pPr>
    <w:r>
      <w:rPr>
        <w:i/>
        <w:iCs/>
        <w:sz w:val="16"/>
        <w:szCs w:val="16"/>
      </w:rPr>
      <w:t>Tel. 0783 -77361 – C.F.:80004310951</w:t>
    </w:r>
  </w:p>
  <w:p w14:paraId="0C93D619" w14:textId="39D9B0FD" w:rsidR="00AA3E2B" w:rsidRDefault="00AA3E2B">
    <w:pPr>
      <w:tabs>
        <w:tab w:val="center" w:pos="4819"/>
        <w:tab w:val="right" w:pos="9638"/>
      </w:tabs>
      <w:jc w:val="center"/>
    </w:pPr>
    <w:r>
      <w:rPr>
        <w:i/>
        <w:iCs/>
        <w:sz w:val="16"/>
        <w:szCs w:val="16"/>
      </w:rPr>
      <w:t xml:space="preserve">Sito internet: </w:t>
    </w:r>
    <w:hyperlink r:id="rId3" w:history="1">
      <w:r>
        <w:rPr>
          <w:rStyle w:val="Collegamentoipertestuale"/>
          <w:i/>
          <w:iCs/>
          <w:sz w:val="16"/>
          <w:szCs w:val="16"/>
        </w:rPr>
        <w:t>https//lnx.csaoristano.it</w:t>
      </w:r>
    </w:hyperlink>
  </w:p>
  <w:p w14:paraId="1E8921B9" w14:textId="77777777" w:rsidR="00AA3E2B" w:rsidRDefault="00AA3E2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07701" w14:textId="77777777" w:rsidR="00945D43" w:rsidRDefault="00945D43">
      <w:pPr>
        <w:spacing w:after="0" w:line="240" w:lineRule="auto"/>
      </w:pPr>
      <w:r>
        <w:separator/>
      </w:r>
    </w:p>
  </w:footnote>
  <w:footnote w:type="continuationSeparator" w:id="0">
    <w:p w14:paraId="55D3A3D1" w14:textId="77777777" w:rsidR="00945D43" w:rsidRDefault="00945D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5A3E0" w14:textId="0E1492CD" w:rsidR="00AA3E2B" w:rsidRDefault="00C3498D">
    <w:pPr>
      <w:spacing w:line="360" w:lineRule="auto"/>
      <w:jc w:val="center"/>
    </w:pPr>
    <w:r>
      <w:rPr>
        <w:noProof/>
      </w:rPr>
      <w:drawing>
        <wp:inline distT="0" distB="0" distL="0" distR="0" wp14:anchorId="2854CC5F" wp14:editId="7BAF45C5">
          <wp:extent cx="523875" cy="5810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37" t="-32" r="-37" b="-32"/>
                  <a:stretch>
                    <a:fillRect/>
                  </a:stretch>
                </pic:blipFill>
                <pic:spPr bwMode="auto">
                  <a:xfrm>
                    <a:off x="0" y="0"/>
                    <a:ext cx="523875" cy="581025"/>
                  </a:xfrm>
                  <a:prstGeom prst="rect">
                    <a:avLst/>
                  </a:prstGeom>
                  <a:solidFill>
                    <a:srgbClr val="FFFFFF">
                      <a:alpha val="0"/>
                    </a:srgbClr>
                  </a:solidFill>
                  <a:ln>
                    <a:noFill/>
                  </a:ln>
                </pic:spPr>
              </pic:pic>
            </a:graphicData>
          </a:graphic>
        </wp:inline>
      </w:drawing>
    </w:r>
    <w:r w:rsidR="00AA3E2B">
      <w:tab/>
    </w:r>
  </w:p>
  <w:p w14:paraId="1E6C9CAC" w14:textId="10FD6C84" w:rsidR="00AA3E2B" w:rsidRDefault="00AA3E2B">
    <w:pPr>
      <w:pStyle w:val="Intestazione"/>
      <w:spacing w:line="192" w:lineRule="auto"/>
      <w:jc w:val="center"/>
    </w:pPr>
    <w:r>
      <w:rPr>
        <w:rFonts w:ascii="English111 Adagio BT" w:hAnsi="English111 Adagio BT" w:cs="English111 Adagio BT"/>
        <w:sz w:val="52"/>
        <w:szCs w:val="52"/>
      </w:rPr>
      <w:t>Ministero dell’Istruzione</w:t>
    </w:r>
    <w:r w:rsidR="009E55FC">
      <w:rPr>
        <w:rFonts w:ascii="English111 Adagio BT" w:hAnsi="English111 Adagio BT" w:cs="English111 Adagio BT"/>
        <w:sz w:val="52"/>
        <w:szCs w:val="52"/>
      </w:rPr>
      <w:t xml:space="preserve"> e del Merito</w:t>
    </w:r>
  </w:p>
  <w:p w14:paraId="47C33339" w14:textId="77777777" w:rsidR="00AA3E2B" w:rsidRDefault="00AA3E2B">
    <w:pPr>
      <w:pStyle w:val="Intestazione"/>
      <w:spacing w:line="192" w:lineRule="auto"/>
      <w:jc w:val="center"/>
    </w:pPr>
    <w:r>
      <w:rPr>
        <w:rFonts w:ascii="English111 Adagio BT" w:hAnsi="English111 Adagio BT" w:cs="English111 Adagio BT"/>
        <w:sz w:val="36"/>
        <w:szCs w:val="36"/>
      </w:rPr>
      <w:t>Ufficio Scolastico Regionale per la Sardegna</w:t>
    </w:r>
  </w:p>
  <w:p w14:paraId="2690E926" w14:textId="77777777" w:rsidR="00AA3E2B" w:rsidRDefault="00AA3E2B">
    <w:pPr>
      <w:pStyle w:val="Intestazione"/>
      <w:spacing w:line="192" w:lineRule="auto"/>
      <w:jc w:val="center"/>
    </w:pPr>
    <w:r>
      <w:rPr>
        <w:rFonts w:ascii="English111 Adagio BT" w:hAnsi="English111 Adagio BT" w:cs="English111 Adagio BT"/>
        <w:sz w:val="32"/>
        <w:szCs w:val="32"/>
      </w:rPr>
      <w:t>Ufficio Ottavo – Ambito Territoriale per la Provincia di Oristano</w:t>
    </w:r>
  </w:p>
  <w:p w14:paraId="204D2FAC" w14:textId="6538B16F" w:rsidR="00AA3E2B" w:rsidRDefault="00AA3E2B">
    <w:pPr>
      <w:pStyle w:val="Intestazione"/>
      <w:jc w:val="center"/>
    </w:pPr>
    <w:r>
      <w:rPr>
        <w:i/>
        <w:iCs/>
      </w:rPr>
      <w:t>Via Lepanto s.n.c.</w:t>
    </w:r>
    <w:r w:rsidR="009E55FC">
      <w:rPr>
        <w:i/>
        <w:iCs/>
      </w:rPr>
      <w:t xml:space="preserve"> </w:t>
    </w:r>
    <w:r>
      <w:rPr>
        <w:i/>
        <w:iCs/>
      </w:rPr>
      <w:t>(ex Istituto Tecnico Geometri), 09170 Oristano - Codice Ipa: m_pi</w:t>
    </w:r>
  </w:p>
  <w:p w14:paraId="4C2A9D4B" w14:textId="77777777" w:rsidR="00AA3E2B" w:rsidRDefault="00AA3E2B">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98D"/>
    <w:rsid w:val="0001314C"/>
    <w:rsid w:val="000B7F4E"/>
    <w:rsid w:val="000C24A6"/>
    <w:rsid w:val="001F2C2F"/>
    <w:rsid w:val="004A01D5"/>
    <w:rsid w:val="004A284D"/>
    <w:rsid w:val="005020AF"/>
    <w:rsid w:val="00840322"/>
    <w:rsid w:val="00945D43"/>
    <w:rsid w:val="0098477E"/>
    <w:rsid w:val="009E55FC"/>
    <w:rsid w:val="00AA3E2B"/>
    <w:rsid w:val="00AF7DA1"/>
    <w:rsid w:val="00BD4917"/>
    <w:rsid w:val="00BF5759"/>
    <w:rsid w:val="00C009E0"/>
    <w:rsid w:val="00C3498D"/>
    <w:rsid w:val="00DB4B7F"/>
    <w:rsid w:val="00F85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E283A63"/>
  <w15:chartTrackingRefBased/>
  <w15:docId w15:val="{5A86C8A5-9FC5-42CF-822D-5C6783C30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200" w:line="276" w:lineRule="auto"/>
    </w:pPr>
    <w:rPr>
      <w:rFonts w:ascii="Calibri" w:eastAsia="Calibri" w:hAnsi="Calibri" w:cs="font871"/>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estofumettoCarattere">
    <w:name w:val="Testo fumetto Carattere"/>
    <w:rPr>
      <w:rFonts w:ascii="Tahoma" w:hAnsi="Tahoma" w:cs="Tahoma"/>
      <w:sz w:val="16"/>
      <w:szCs w:val="16"/>
    </w:rPr>
  </w:style>
  <w:style w:type="character" w:customStyle="1" w:styleId="IntestazioneCarattere">
    <w:name w:val="Intestazione Carattere"/>
    <w:basedOn w:val="Carpredefinitoparagrafo1"/>
  </w:style>
  <w:style w:type="character" w:customStyle="1" w:styleId="PidipaginaCarattere">
    <w:name w:val="Piè di pagina Carattere"/>
    <w:basedOn w:val="Carpredefinitoparagrafo1"/>
  </w:style>
  <w:style w:type="character" w:styleId="Collegamentoipertestuale">
    <w:name w:val="Hyperlink"/>
    <w:rPr>
      <w:color w:val="0000FF"/>
      <w:u w:val="single"/>
    </w:rPr>
  </w:style>
  <w:style w:type="character" w:customStyle="1" w:styleId="ListLabel1">
    <w:name w:val="ListLabel 1"/>
    <w:rPr>
      <w:rFonts w:eastAsia="Calibri" w:cs="Calibri"/>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paragraph" w:customStyle="1" w:styleId="Titolo1">
    <w:name w:val="Titolo1"/>
    <w:basedOn w:val="Normale"/>
    <w:next w:val="Corpotesto"/>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pPr>
      <w:suppressLineNumbers/>
    </w:pPr>
    <w:rPr>
      <w:rFonts w:cs="Lucida Sans"/>
    </w:rPr>
  </w:style>
  <w:style w:type="paragraph" w:customStyle="1" w:styleId="Default">
    <w:name w:val="Default"/>
    <w:pPr>
      <w:suppressAutoHyphens/>
    </w:pPr>
    <w:rPr>
      <w:rFonts w:ascii="Calibri" w:eastAsia="Calibri" w:hAnsi="Calibri" w:cs="Calibri"/>
      <w:color w:val="000000"/>
      <w:sz w:val="24"/>
      <w:szCs w:val="24"/>
      <w:lang w:eastAsia="en-US"/>
    </w:rPr>
  </w:style>
  <w:style w:type="paragraph" w:customStyle="1" w:styleId="Testofumetto1">
    <w:name w:val="Testo fumetto1"/>
    <w:basedOn w:val="Normale"/>
    <w:pPr>
      <w:spacing w:after="0" w:line="240" w:lineRule="auto"/>
    </w:pPr>
    <w:rPr>
      <w:rFonts w:ascii="Tahoma" w:hAnsi="Tahoma" w:cs="Tahoma"/>
      <w:sz w:val="16"/>
      <w:szCs w:val="16"/>
    </w:rPr>
  </w:style>
  <w:style w:type="paragraph" w:customStyle="1" w:styleId="Intestazioneepidipagina">
    <w:name w:val="Intestazione e piè di pagina"/>
    <w:basedOn w:val="Normale"/>
  </w:style>
  <w:style w:type="paragraph" w:styleId="Intestazione">
    <w:name w:val="header"/>
    <w:basedOn w:val="Normale"/>
    <w:pPr>
      <w:tabs>
        <w:tab w:val="center" w:pos="4819"/>
        <w:tab w:val="right" w:pos="9638"/>
      </w:tabs>
      <w:spacing w:after="0" w:line="240" w:lineRule="auto"/>
    </w:pPr>
  </w:style>
  <w:style w:type="paragraph" w:styleId="Pidipagina">
    <w:name w:val="footer"/>
    <w:basedOn w:val="Normale"/>
    <w:pPr>
      <w:tabs>
        <w:tab w:val="center" w:pos="4819"/>
        <w:tab w:val="right" w:pos="9638"/>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s://lnx.csaoristano.it/.it" TargetMode="External"/><Relationship Id="rId2" Type="http://schemas.openxmlformats.org/officeDocument/2006/relationships/hyperlink" Target="mailto:usp.or@istruzione.it" TargetMode="External"/><Relationship Id="rId1" Type="http://schemas.openxmlformats.org/officeDocument/2006/relationships/hyperlink" Target="mailto:uspor@postacert.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13790\Desktop\ODA-RDO\2021\PULIZIA%20LOCALI%202021-2022\2-ALLEGATI%20DETERMINA\4D-INFORM.%20PRIVACY\MODELLO%20DI%20INFORMATIVA%20SULLA%20PRIVACY.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 DI INFORMATIVA SULLA PRIVACY</Template>
  <TotalTime>17</TotalTime>
  <Pages>5</Pages>
  <Words>1135</Words>
  <Characters>6472</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7592</CharactersWithSpaces>
  <SharedDoc>false</SharedDoc>
  <HLinks>
    <vt:vector size="18" baseType="variant">
      <vt:variant>
        <vt:i4>4063350</vt:i4>
      </vt:variant>
      <vt:variant>
        <vt:i4>6</vt:i4>
      </vt:variant>
      <vt:variant>
        <vt:i4>0</vt:i4>
      </vt:variant>
      <vt:variant>
        <vt:i4>5</vt:i4>
      </vt:variant>
      <vt:variant>
        <vt:lpwstr>https://lnx.csaoristano.it/.it</vt:lpwstr>
      </vt:variant>
      <vt:variant>
        <vt:lpwstr/>
      </vt:variant>
      <vt:variant>
        <vt:i4>5242916</vt:i4>
      </vt:variant>
      <vt:variant>
        <vt:i4>3</vt:i4>
      </vt:variant>
      <vt:variant>
        <vt:i4>0</vt:i4>
      </vt:variant>
      <vt:variant>
        <vt:i4>5</vt:i4>
      </vt:variant>
      <vt:variant>
        <vt:lpwstr>mailto:usp.or@istruzione.it</vt:lpwstr>
      </vt:variant>
      <vt:variant>
        <vt:lpwstr/>
      </vt:variant>
      <vt:variant>
        <vt:i4>5439530</vt:i4>
      </vt:variant>
      <vt:variant>
        <vt:i4>0</vt:i4>
      </vt:variant>
      <vt:variant>
        <vt:i4>0</vt:i4>
      </vt:variant>
      <vt:variant>
        <vt:i4>5</vt:i4>
      </vt:variant>
      <vt:variant>
        <vt:lpwstr>mailto:uspor@postacert.istruzione.it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Cavanna Elisabetta</dc:creator>
  <cp:keywords/>
  <cp:lastModifiedBy>Cavanna Elisabetta</cp:lastModifiedBy>
  <cp:revision>9</cp:revision>
  <cp:lastPrinted>1995-11-21T16:41:00Z</cp:lastPrinted>
  <dcterms:created xsi:type="dcterms:W3CDTF">2021-09-14T13:00:00Z</dcterms:created>
  <dcterms:modified xsi:type="dcterms:W3CDTF">2022-11-29T15:06:00Z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