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6477A2" w14:textId="30256DF1" w:rsidR="00445425" w:rsidRPr="003D4004" w:rsidRDefault="003D4004" w:rsidP="003D4004">
      <w:pPr>
        <w:jc w:val="right"/>
        <w:rPr>
          <w:b/>
          <w:bCs/>
        </w:rPr>
      </w:pPr>
      <w:r w:rsidRPr="003D4004">
        <w:rPr>
          <w:b/>
          <w:bCs/>
        </w:rPr>
        <w:t>Allegato B</w:t>
      </w:r>
    </w:p>
    <w:p w14:paraId="73310614" w14:textId="58A5BD2A" w:rsidR="003D4004" w:rsidRDefault="003D4004" w:rsidP="00445425">
      <w:pPr>
        <w:rPr>
          <w:rStyle w:val="Collegamentoipertestuale"/>
        </w:rPr>
      </w:pPr>
      <w:r w:rsidRPr="006B410A">
        <w:rPr>
          <w:b/>
          <w:bCs/>
          <w:sz w:val="24"/>
          <w:szCs w:val="24"/>
        </w:rPr>
        <w:t>SCHEDA INFORMATIVA</w:t>
      </w:r>
      <w:r w:rsidRPr="006B410A">
        <w:rPr>
          <w:b/>
          <w:bCs/>
          <w:sz w:val="24"/>
          <w:szCs w:val="24"/>
        </w:rPr>
        <w:br/>
      </w:r>
      <w:r>
        <w:t>Gara Nazionale Istituti Professionali Servizi Commerciali – IP16 a.s. 2023-2024</w:t>
      </w:r>
      <w:r>
        <w:br/>
        <w:t>Da trasmettere al Dirigente Scolastico dell’I.I.S. Sebastiano Grandis di Cuneo (CN) entro il 20/04/2024.</w:t>
      </w:r>
      <w:r>
        <w:br/>
        <w:t xml:space="preserve">mail: </w:t>
      </w:r>
      <w:hyperlink r:id="rId8" w:history="1">
        <w:r w:rsidRPr="00F33CCC">
          <w:rPr>
            <w:rStyle w:val="Collegamentoipertestuale"/>
          </w:rPr>
          <w:t>cnis00300e@istruzione.it</w:t>
        </w:r>
      </w:hyperlink>
    </w:p>
    <w:p w14:paraId="250B44EB" w14:textId="77777777" w:rsidR="002A403A" w:rsidRDefault="002A403A" w:rsidP="00445425">
      <w:bookmarkStart w:id="0" w:name="_GoBack"/>
      <w:bookmarkEnd w:id="0"/>
    </w:p>
    <w:tbl>
      <w:tblPr>
        <w:tblStyle w:val="Grigliatabell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299"/>
        <w:gridCol w:w="2848"/>
        <w:gridCol w:w="3707"/>
      </w:tblGrid>
      <w:tr w:rsidR="009B75E6" w14:paraId="750368AF" w14:textId="77777777" w:rsidTr="006B410A">
        <w:tc>
          <w:tcPr>
            <w:tcW w:w="9628" w:type="dxa"/>
            <w:gridSpan w:val="3"/>
            <w:shd w:val="clear" w:color="auto" w:fill="E7E6E6" w:themeFill="background2"/>
          </w:tcPr>
          <w:p w14:paraId="71C6DC6E" w14:textId="35410222" w:rsidR="009B75E6" w:rsidRPr="009B75E6" w:rsidRDefault="009B75E6" w:rsidP="009B75E6">
            <w:pPr>
              <w:jc w:val="center"/>
              <w:rPr>
                <w:b/>
                <w:bCs/>
              </w:rPr>
            </w:pPr>
            <w:r w:rsidRPr="009B75E6">
              <w:rPr>
                <w:b/>
                <w:bCs/>
              </w:rPr>
              <w:t>ISTITUTO PARTECIPANTE</w:t>
            </w:r>
          </w:p>
        </w:tc>
      </w:tr>
      <w:tr w:rsidR="009B75E6" w14:paraId="46B0FCE7" w14:textId="77777777" w:rsidTr="006B410A">
        <w:tc>
          <w:tcPr>
            <w:tcW w:w="9628" w:type="dxa"/>
            <w:gridSpan w:val="3"/>
          </w:tcPr>
          <w:p w14:paraId="1ED4042D" w14:textId="1842775D" w:rsidR="009B75E6" w:rsidRDefault="009B75E6" w:rsidP="00445425">
            <w:r>
              <w:t>DENOMINAZIONE ISTITUTO:</w:t>
            </w:r>
            <w:r w:rsidR="006B410A">
              <w:t xml:space="preserve"> </w:t>
            </w:r>
          </w:p>
        </w:tc>
      </w:tr>
      <w:tr w:rsidR="009B75E6" w14:paraId="348A2CDE" w14:textId="77777777" w:rsidTr="006B410A">
        <w:tc>
          <w:tcPr>
            <w:tcW w:w="9628" w:type="dxa"/>
            <w:gridSpan w:val="3"/>
          </w:tcPr>
          <w:p w14:paraId="0EE2F97F" w14:textId="48E9DB90" w:rsidR="009B75E6" w:rsidRDefault="009B75E6" w:rsidP="00445425">
            <w:r>
              <w:t>INDIRIZZO:</w:t>
            </w:r>
            <w:r w:rsidR="006B410A">
              <w:t xml:space="preserve"> </w:t>
            </w:r>
          </w:p>
        </w:tc>
      </w:tr>
      <w:tr w:rsidR="00036DF7" w14:paraId="689AF29C" w14:textId="77777777" w:rsidTr="006B410A">
        <w:tc>
          <w:tcPr>
            <w:tcW w:w="3339" w:type="dxa"/>
          </w:tcPr>
          <w:p w14:paraId="77931F41" w14:textId="4E9906AB" w:rsidR="009B75E6" w:rsidRDefault="009B75E6" w:rsidP="00445425">
            <w:r>
              <w:t>CITTÀ:</w:t>
            </w:r>
            <w:r w:rsidR="006B410A">
              <w:t xml:space="preserve"> </w:t>
            </w:r>
          </w:p>
        </w:tc>
        <w:tc>
          <w:tcPr>
            <w:tcW w:w="2910" w:type="dxa"/>
          </w:tcPr>
          <w:p w14:paraId="6222F6B3" w14:textId="5FA1A26A" w:rsidR="009B75E6" w:rsidRDefault="009B75E6" w:rsidP="00445425">
            <w:r>
              <w:t>CAP:</w:t>
            </w:r>
            <w:r w:rsidR="006B410A">
              <w:t xml:space="preserve"> </w:t>
            </w:r>
          </w:p>
        </w:tc>
        <w:tc>
          <w:tcPr>
            <w:tcW w:w="3379" w:type="dxa"/>
          </w:tcPr>
          <w:p w14:paraId="33E80F2D" w14:textId="56E0A39C" w:rsidR="009B75E6" w:rsidRDefault="009B75E6" w:rsidP="00445425">
            <w:r>
              <w:t>PROVINCIA:</w:t>
            </w:r>
            <w:r w:rsidR="006B410A">
              <w:t xml:space="preserve"> </w:t>
            </w:r>
          </w:p>
        </w:tc>
      </w:tr>
      <w:tr w:rsidR="006B410A" w14:paraId="6BB2B3DB" w14:textId="77777777" w:rsidTr="00011554">
        <w:tc>
          <w:tcPr>
            <w:tcW w:w="9628" w:type="dxa"/>
            <w:gridSpan w:val="3"/>
          </w:tcPr>
          <w:p w14:paraId="611B344F" w14:textId="280FCD26" w:rsidR="006B410A" w:rsidRDefault="006B410A" w:rsidP="00445425">
            <w:r>
              <w:t xml:space="preserve">TELEFONO: </w:t>
            </w:r>
          </w:p>
        </w:tc>
      </w:tr>
      <w:tr w:rsidR="009B75E6" w14:paraId="0ACEC66D" w14:textId="77777777" w:rsidTr="006B410A">
        <w:tc>
          <w:tcPr>
            <w:tcW w:w="9628" w:type="dxa"/>
            <w:gridSpan w:val="3"/>
          </w:tcPr>
          <w:p w14:paraId="4E220962" w14:textId="013DE46E" w:rsidR="009B75E6" w:rsidRDefault="009B75E6" w:rsidP="00445425">
            <w:r>
              <w:t>E-MAIL ISTITUTO:</w:t>
            </w:r>
            <w:r w:rsidR="006B410A">
              <w:t xml:space="preserve"> </w:t>
            </w:r>
          </w:p>
        </w:tc>
      </w:tr>
      <w:tr w:rsidR="009B75E6" w14:paraId="7A56FF60" w14:textId="77777777" w:rsidTr="006B410A">
        <w:tc>
          <w:tcPr>
            <w:tcW w:w="9628" w:type="dxa"/>
            <w:gridSpan w:val="3"/>
            <w:shd w:val="clear" w:color="auto" w:fill="E7E6E6" w:themeFill="background2"/>
          </w:tcPr>
          <w:p w14:paraId="74E7C3FF" w14:textId="1101AD5B" w:rsidR="009B75E6" w:rsidRPr="004A791C" w:rsidRDefault="004A791C" w:rsidP="009B75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STUDENTE PARTECIPANTE</w:t>
            </w:r>
          </w:p>
        </w:tc>
      </w:tr>
      <w:tr w:rsidR="004A791C" w14:paraId="0F2A5A7C" w14:textId="77777777" w:rsidTr="006B410A">
        <w:tc>
          <w:tcPr>
            <w:tcW w:w="9628" w:type="dxa"/>
            <w:gridSpan w:val="3"/>
          </w:tcPr>
          <w:p w14:paraId="09940902" w14:textId="06D75AA7" w:rsidR="004A791C" w:rsidRPr="004A791C" w:rsidRDefault="004A791C" w:rsidP="004A791C">
            <w:r>
              <w:t>COGNOME E NOME:</w:t>
            </w:r>
            <w:r w:rsidR="00300530">
              <w:t xml:space="preserve"> </w:t>
            </w:r>
          </w:p>
        </w:tc>
      </w:tr>
      <w:tr w:rsidR="004A791C" w14:paraId="186E8015" w14:textId="77777777" w:rsidTr="006B410A">
        <w:tc>
          <w:tcPr>
            <w:tcW w:w="9628" w:type="dxa"/>
            <w:gridSpan w:val="3"/>
          </w:tcPr>
          <w:p w14:paraId="67288476" w14:textId="64E380F6" w:rsidR="004A791C" w:rsidRDefault="004A791C" w:rsidP="004A791C">
            <w:r>
              <w:t xml:space="preserve">DISABILITÀ: </w:t>
            </w:r>
          </w:p>
        </w:tc>
      </w:tr>
      <w:tr w:rsidR="004A791C" w14:paraId="7B5C2C42" w14:textId="77777777" w:rsidTr="006B410A">
        <w:tc>
          <w:tcPr>
            <w:tcW w:w="9628" w:type="dxa"/>
            <w:gridSpan w:val="3"/>
          </w:tcPr>
          <w:p w14:paraId="0D11B512" w14:textId="7C5EBB82" w:rsidR="004A791C" w:rsidRDefault="00714BB6" w:rsidP="004A791C">
            <w:r>
              <w:t>ALLERGIE ALIMENTARI:</w:t>
            </w:r>
            <w:r w:rsidR="00300530">
              <w:t xml:space="preserve"> </w:t>
            </w:r>
          </w:p>
        </w:tc>
      </w:tr>
      <w:tr w:rsidR="00714BB6" w14:paraId="4EC74855" w14:textId="77777777" w:rsidTr="006B410A">
        <w:tc>
          <w:tcPr>
            <w:tcW w:w="9628" w:type="dxa"/>
            <w:gridSpan w:val="3"/>
          </w:tcPr>
          <w:p w14:paraId="385A3B20" w14:textId="77777777" w:rsidR="00714BB6" w:rsidRPr="00300530" w:rsidRDefault="00714BB6" w:rsidP="004A791C">
            <w:pPr>
              <w:rPr>
                <w:i/>
                <w:iCs/>
              </w:rPr>
            </w:pPr>
            <w:r w:rsidRPr="00300530">
              <w:rPr>
                <w:i/>
                <w:iCs/>
              </w:rPr>
              <w:t xml:space="preserve">Segnalazioni particolari per quanto riguarda le abitudini alimentari dei partecipanti da tenere presenti per </w:t>
            </w:r>
            <w:r w:rsidR="00036DF7" w:rsidRPr="00300530">
              <w:rPr>
                <w:i/>
                <w:iCs/>
              </w:rPr>
              <w:t>l’organizzazione dei menù:</w:t>
            </w:r>
          </w:p>
          <w:p w14:paraId="6679192A" w14:textId="0C46547F" w:rsidR="00036DF7" w:rsidRDefault="00036DF7" w:rsidP="004A791C">
            <w:r>
              <w:t>__________________________________________________________________________________________________________________________________________________________________________</w:t>
            </w:r>
          </w:p>
        </w:tc>
      </w:tr>
      <w:tr w:rsidR="00036DF7" w14:paraId="7202282F" w14:textId="77777777" w:rsidTr="006B410A">
        <w:tc>
          <w:tcPr>
            <w:tcW w:w="9628" w:type="dxa"/>
            <w:gridSpan w:val="3"/>
            <w:shd w:val="clear" w:color="auto" w:fill="E7E6E6" w:themeFill="background2"/>
          </w:tcPr>
          <w:p w14:paraId="64CEF10B" w14:textId="69C3B11A" w:rsidR="00036DF7" w:rsidRPr="006B410A" w:rsidRDefault="00036DF7" w:rsidP="00036DF7">
            <w:pPr>
              <w:jc w:val="center"/>
              <w:rPr>
                <w:b/>
                <w:bCs/>
              </w:rPr>
            </w:pPr>
            <w:r w:rsidRPr="006B410A">
              <w:rPr>
                <w:b/>
                <w:bCs/>
              </w:rPr>
              <w:t>DOCENTE ACCOMPAGNATORE</w:t>
            </w:r>
          </w:p>
        </w:tc>
      </w:tr>
      <w:tr w:rsidR="00036DF7" w14:paraId="520C9855" w14:textId="77777777" w:rsidTr="006B410A">
        <w:tc>
          <w:tcPr>
            <w:tcW w:w="9628" w:type="dxa"/>
            <w:gridSpan w:val="3"/>
          </w:tcPr>
          <w:p w14:paraId="00C2F3B8" w14:textId="10E355C9" w:rsidR="00036DF7" w:rsidRDefault="00036DF7" w:rsidP="00036DF7">
            <w:r>
              <w:t>COGNOME E NOME:</w:t>
            </w:r>
            <w:r w:rsidR="00300530">
              <w:t xml:space="preserve"> </w:t>
            </w:r>
          </w:p>
        </w:tc>
      </w:tr>
      <w:tr w:rsidR="00036DF7" w14:paraId="57BEE635" w14:textId="77777777" w:rsidTr="006B410A">
        <w:tc>
          <w:tcPr>
            <w:tcW w:w="9628" w:type="dxa"/>
            <w:gridSpan w:val="3"/>
          </w:tcPr>
          <w:p w14:paraId="2FE3F871" w14:textId="2C77F449" w:rsidR="00036DF7" w:rsidRDefault="00036DF7" w:rsidP="00036DF7">
            <w:r>
              <w:t>TELEFONO:</w:t>
            </w:r>
            <w:r w:rsidR="00300530">
              <w:t xml:space="preserve"> </w:t>
            </w:r>
          </w:p>
        </w:tc>
      </w:tr>
      <w:tr w:rsidR="00036DF7" w14:paraId="12A68EAA" w14:textId="77777777" w:rsidTr="006B410A">
        <w:tc>
          <w:tcPr>
            <w:tcW w:w="9628" w:type="dxa"/>
            <w:gridSpan w:val="3"/>
          </w:tcPr>
          <w:p w14:paraId="2DBEFAC1" w14:textId="7236FBE3" w:rsidR="00036DF7" w:rsidRDefault="00036DF7" w:rsidP="00036DF7">
            <w:r>
              <w:t xml:space="preserve">MEZZO DI TRASPORTO: </w:t>
            </w:r>
          </w:p>
        </w:tc>
      </w:tr>
      <w:tr w:rsidR="00036DF7" w14:paraId="6F49FA38" w14:textId="77777777" w:rsidTr="006B410A">
        <w:tc>
          <w:tcPr>
            <w:tcW w:w="9628" w:type="dxa"/>
            <w:gridSpan w:val="3"/>
          </w:tcPr>
          <w:p w14:paraId="31C1B503" w14:textId="3970E453" w:rsidR="00036DF7" w:rsidRDefault="00036DF7" w:rsidP="00036DF7">
            <w:r>
              <w:t>GIORNO E ORA DI ARRIVO:</w:t>
            </w:r>
            <w:r w:rsidR="00300530">
              <w:t xml:space="preserve"> </w:t>
            </w:r>
          </w:p>
        </w:tc>
      </w:tr>
      <w:tr w:rsidR="00036DF7" w14:paraId="21A5C699" w14:textId="77777777" w:rsidTr="006B410A">
        <w:tc>
          <w:tcPr>
            <w:tcW w:w="9628" w:type="dxa"/>
            <w:gridSpan w:val="3"/>
          </w:tcPr>
          <w:p w14:paraId="3CC661E1" w14:textId="40A59CAA" w:rsidR="00036DF7" w:rsidRDefault="0070784A" w:rsidP="00036DF7">
            <w:r>
              <w:t xml:space="preserve">LUOGO DI ARRIVO: </w:t>
            </w:r>
            <w:r w:rsidR="00300530">
              <w:t xml:space="preserve"> </w:t>
            </w:r>
          </w:p>
        </w:tc>
      </w:tr>
      <w:tr w:rsidR="0070784A" w14:paraId="0F95ABB4" w14:textId="77777777" w:rsidTr="006B410A">
        <w:tc>
          <w:tcPr>
            <w:tcW w:w="9628" w:type="dxa"/>
            <w:gridSpan w:val="3"/>
          </w:tcPr>
          <w:p w14:paraId="0C46B4E0" w14:textId="3AF413BA" w:rsidR="0070784A" w:rsidRDefault="0070784A" w:rsidP="00036DF7">
            <w:r>
              <w:t>GIORNO E ORA DI PARTENZA:</w:t>
            </w:r>
            <w:r w:rsidR="00300530">
              <w:t xml:space="preserve"> </w:t>
            </w:r>
          </w:p>
        </w:tc>
      </w:tr>
      <w:tr w:rsidR="0070784A" w14:paraId="3E97D535" w14:textId="77777777" w:rsidTr="006B410A">
        <w:tc>
          <w:tcPr>
            <w:tcW w:w="9628" w:type="dxa"/>
            <w:gridSpan w:val="3"/>
          </w:tcPr>
          <w:p w14:paraId="5DF7BA69" w14:textId="77777777" w:rsidR="0070784A" w:rsidRPr="00300530" w:rsidRDefault="0070784A" w:rsidP="00036DF7">
            <w:pPr>
              <w:rPr>
                <w:i/>
                <w:iCs/>
              </w:rPr>
            </w:pPr>
            <w:r w:rsidRPr="00300530">
              <w:rPr>
                <w:i/>
                <w:iCs/>
              </w:rPr>
              <w:t>Ulteriori segnalazioni:</w:t>
            </w:r>
          </w:p>
          <w:p w14:paraId="5E38A827" w14:textId="47DD3728" w:rsidR="0070784A" w:rsidRDefault="0070784A" w:rsidP="00036DF7">
            <w:r>
              <w:t>_____________________________________________________________________________________</w:t>
            </w:r>
          </w:p>
        </w:tc>
      </w:tr>
    </w:tbl>
    <w:p w14:paraId="417BDD55" w14:textId="77777777" w:rsidR="003D4004" w:rsidRDefault="003D4004" w:rsidP="00445425"/>
    <w:p w14:paraId="6B987FC0" w14:textId="2AF24966" w:rsidR="0070784A" w:rsidRDefault="0070784A" w:rsidP="00445425">
      <w:r>
        <w:t>Luogo e data,</w:t>
      </w:r>
    </w:p>
    <w:p w14:paraId="19005210" w14:textId="5EB2F065" w:rsidR="002A403A" w:rsidRDefault="002A403A" w:rsidP="00445425">
      <w:r>
        <w:t>________________________</w:t>
      </w:r>
    </w:p>
    <w:p w14:paraId="4D787ECF" w14:textId="11BD44F6" w:rsidR="009667F4" w:rsidRPr="006F7A0A" w:rsidRDefault="009667F4" w:rsidP="009667F4">
      <w:pPr>
        <w:tabs>
          <w:tab w:val="center" w:pos="6237"/>
        </w:tabs>
      </w:pPr>
      <w:r>
        <w:tab/>
      </w:r>
      <w:r w:rsidR="002A403A">
        <w:t xml:space="preserve">                                             </w:t>
      </w:r>
      <w:r>
        <w:t>IL DIRIGENTE SCOLASTICO</w:t>
      </w:r>
    </w:p>
    <w:sectPr w:rsidR="009667F4" w:rsidRPr="006F7A0A" w:rsidSect="003D4004">
      <w:headerReference w:type="default" r:id="rId9"/>
      <w:footerReference w:type="default" r:id="rId10"/>
      <w:pgSz w:w="11906" w:h="16838"/>
      <w:pgMar w:top="3119" w:right="1134" w:bottom="1418" w:left="1134" w:header="709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F39DF" w14:textId="77777777" w:rsidR="003D4004" w:rsidRDefault="003D4004" w:rsidP="006F7A0A">
      <w:pPr>
        <w:spacing w:after="0" w:line="240" w:lineRule="auto"/>
      </w:pPr>
      <w:r>
        <w:separator/>
      </w:r>
    </w:p>
  </w:endnote>
  <w:endnote w:type="continuationSeparator" w:id="0">
    <w:p w14:paraId="2E4FCB97" w14:textId="77777777" w:rsidR="003D4004" w:rsidRDefault="003D4004" w:rsidP="006F7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8ED81" w14:textId="77777777" w:rsidR="006F7A0A" w:rsidRPr="006F7A0A" w:rsidRDefault="006F7A0A" w:rsidP="006F7A0A">
    <w:pPr>
      <w:pStyle w:val="Pidipagina"/>
      <w:jc w:val="center"/>
      <w:rPr>
        <w:sz w:val="18"/>
        <w:szCs w:val="18"/>
      </w:rPr>
    </w:pPr>
    <w:r w:rsidRPr="006F7A0A">
      <w:rPr>
        <w:sz w:val="18"/>
        <w:szCs w:val="18"/>
      </w:rPr>
      <w:t>ISTITUTO D’ISTRUZIONE SUPERIORE “Sebastiano GRANDIS”</w:t>
    </w:r>
    <w:r w:rsidRPr="006F7A0A">
      <w:rPr>
        <w:sz w:val="18"/>
        <w:szCs w:val="18"/>
      </w:rPr>
      <w:br/>
      <w:t xml:space="preserve">CUNEO – C.so IV novembre, 16 - tel. 0171 692623 - fax 0171 6672 – Via Cacciatori delle Alpi, 2 – tel. 0171-67616 </w:t>
    </w:r>
    <w:r w:rsidRPr="006F7A0A">
      <w:rPr>
        <w:sz w:val="18"/>
        <w:szCs w:val="18"/>
      </w:rPr>
      <w:br/>
      <w:t>Sito web www.grandiscuneo.edu.it – e-mail: cnis00300e@istruzione.it - Codice Fiscale: 96060200043 - Codice univoco UFXI28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078D33" w14:textId="77777777" w:rsidR="003D4004" w:rsidRDefault="003D4004" w:rsidP="006F7A0A">
      <w:pPr>
        <w:spacing w:after="0" w:line="240" w:lineRule="auto"/>
      </w:pPr>
      <w:r>
        <w:separator/>
      </w:r>
    </w:p>
  </w:footnote>
  <w:footnote w:type="continuationSeparator" w:id="0">
    <w:p w14:paraId="0B5F0FD4" w14:textId="77777777" w:rsidR="003D4004" w:rsidRDefault="003D4004" w:rsidP="006F7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1596"/>
      <w:gridCol w:w="4363"/>
    </w:tblGrid>
    <w:tr w:rsidR="00C711C4" w:rsidRPr="004A0A08" w14:paraId="4CEC4D6B" w14:textId="77777777" w:rsidTr="00403AFC">
      <w:trPr>
        <w:trHeight w:val="1370"/>
      </w:trPr>
      <w:tc>
        <w:tcPr>
          <w:tcW w:w="1596" w:type="dxa"/>
          <w:shd w:val="clear" w:color="auto" w:fill="auto"/>
          <w:vAlign w:val="center"/>
        </w:tcPr>
        <w:p w14:paraId="710628E0" w14:textId="77777777" w:rsidR="00C711C4" w:rsidRPr="004A0A08" w:rsidRDefault="00C711C4" w:rsidP="00C711C4">
          <w:pPr>
            <w:jc w:val="center"/>
          </w:pPr>
          <w:bookmarkStart w:id="1" w:name="_Hlk33719616"/>
          <w:r w:rsidRPr="00871CDE">
            <w:rPr>
              <w:noProof/>
              <w:lang w:eastAsia="it-IT"/>
            </w:rPr>
            <w:drawing>
              <wp:inline distT="0" distB="0" distL="0" distR="0" wp14:anchorId="4EF94E93" wp14:editId="4D48360B">
                <wp:extent cx="876300" cy="975360"/>
                <wp:effectExtent l="0" t="0" r="0" b="0"/>
                <wp:docPr id="38" name="Immagine 38" descr="Immagine che contiene log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8" name="Immagine 38" descr="Immagine che contiene log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97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63" w:type="dxa"/>
          <w:shd w:val="clear" w:color="auto" w:fill="auto"/>
          <w:vAlign w:val="center"/>
        </w:tcPr>
        <w:p w14:paraId="145B04E6" w14:textId="77777777" w:rsidR="00C711C4" w:rsidRPr="00E43EB8" w:rsidRDefault="00C711C4" w:rsidP="00C711C4">
          <w:pPr>
            <w:spacing w:after="0"/>
            <w:rPr>
              <w:rFonts w:cs="Calibri"/>
              <w:b/>
              <w:sz w:val="32"/>
              <w:szCs w:val="32"/>
            </w:rPr>
          </w:pPr>
          <w:r w:rsidRPr="00E43EB8">
            <w:rPr>
              <w:rFonts w:cs="Calibri"/>
              <w:b/>
              <w:sz w:val="32"/>
              <w:szCs w:val="32"/>
            </w:rPr>
            <w:t xml:space="preserve">Istituto d’Istruzione Superiore </w:t>
          </w:r>
        </w:p>
        <w:p w14:paraId="02D7B836" w14:textId="77777777" w:rsidR="00C711C4" w:rsidRPr="00E43EB8" w:rsidRDefault="00C711C4" w:rsidP="00C711C4">
          <w:pPr>
            <w:spacing w:after="0"/>
            <w:rPr>
              <w:rFonts w:cs="Calibri"/>
              <w:b/>
              <w:sz w:val="32"/>
              <w:szCs w:val="32"/>
            </w:rPr>
          </w:pPr>
          <w:r w:rsidRPr="00E43EB8">
            <w:rPr>
              <w:rFonts w:cs="Calibri"/>
              <w:b/>
              <w:sz w:val="32"/>
              <w:szCs w:val="32"/>
            </w:rPr>
            <w:t>“SEBASTIANO GRANDIS”</w:t>
          </w:r>
        </w:p>
        <w:p w14:paraId="28C29C20" w14:textId="77777777" w:rsidR="00C711C4" w:rsidRPr="00147833" w:rsidRDefault="00C711C4" w:rsidP="00C711C4">
          <w:pPr>
            <w:spacing w:after="0"/>
            <w:rPr>
              <w:lang w:val="en-IE"/>
            </w:rPr>
          </w:pPr>
          <w:r w:rsidRPr="00E43EB8">
            <w:rPr>
              <w:rFonts w:cs="Calibri"/>
              <w:b/>
              <w:sz w:val="32"/>
              <w:szCs w:val="32"/>
            </w:rPr>
            <w:t>Cuneo</w:t>
          </w:r>
        </w:p>
      </w:tc>
    </w:tr>
  </w:tbl>
  <w:bookmarkEnd w:id="1"/>
  <w:p w14:paraId="2062F1E4" w14:textId="77777777" w:rsidR="00C711C4" w:rsidRDefault="00C711C4" w:rsidP="00C711C4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64E1943" wp14:editId="4B50F67F">
          <wp:simplePos x="0" y="0"/>
          <wp:positionH relativeFrom="margin">
            <wp:posOffset>3968104</wp:posOffset>
          </wp:positionH>
          <wp:positionV relativeFrom="page">
            <wp:posOffset>491062</wp:posOffset>
          </wp:positionV>
          <wp:extent cx="2098658" cy="992642"/>
          <wp:effectExtent l="0" t="0" r="0" b="0"/>
          <wp:wrapNone/>
          <wp:docPr id="1" name="Immagine 1" descr="Azioni PN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zioni PNR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647" cy="99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mc:AlternateContent>
        <mc:Choice Requires="wps">
          <w:drawing>
            <wp:inline distT="0" distB="0" distL="0" distR="0" wp14:anchorId="7F13BC90" wp14:editId="3335E46A">
              <wp:extent cx="6050280" cy="11430"/>
              <wp:effectExtent l="19050" t="19050" r="26670" b="26670"/>
              <wp:docPr id="2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0280" cy="11430"/>
                      </a:xfrm>
                      <a:prstGeom prst="line">
                        <a:avLst/>
                      </a:prstGeom>
                      <a:ln w="2857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053E84E" id="Connettore diritto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76.4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" strokecolor="#4472c4 [3204]" strokeweight="2.25pt">
              <v:stroke joinstyle="miter"/>
              <w10:anchorlock/>
            </v:line>
          </w:pict>
        </mc:Fallback>
      </mc:AlternateContent>
    </w:r>
  </w:p>
  <w:p w14:paraId="0EE68083" w14:textId="77777777" w:rsidR="00C711C4" w:rsidRDefault="00C711C4" w:rsidP="00C711C4">
    <w:pPr>
      <w:pStyle w:val="Intestazione"/>
    </w:pPr>
  </w:p>
  <w:p w14:paraId="3BDCDC69" w14:textId="77777777" w:rsidR="006F7A0A" w:rsidRDefault="006F7A0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D7D79"/>
    <w:multiLevelType w:val="hybridMultilevel"/>
    <w:tmpl w:val="7BF025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E25945"/>
    <w:multiLevelType w:val="hybridMultilevel"/>
    <w:tmpl w:val="5E7627A8"/>
    <w:lvl w:ilvl="0" w:tplc="AB86B3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004"/>
    <w:rsid w:val="00036DF7"/>
    <w:rsid w:val="0012453D"/>
    <w:rsid w:val="002A403A"/>
    <w:rsid w:val="00300530"/>
    <w:rsid w:val="003D4004"/>
    <w:rsid w:val="00445425"/>
    <w:rsid w:val="004A791C"/>
    <w:rsid w:val="006B410A"/>
    <w:rsid w:val="006F7A0A"/>
    <w:rsid w:val="0070784A"/>
    <w:rsid w:val="00714BB6"/>
    <w:rsid w:val="008352DA"/>
    <w:rsid w:val="009667F4"/>
    <w:rsid w:val="009B75E6"/>
    <w:rsid w:val="009D21FF"/>
    <w:rsid w:val="00C711C4"/>
    <w:rsid w:val="00DB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FAA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F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7A0A"/>
  </w:style>
  <w:style w:type="paragraph" w:styleId="Pidipagina">
    <w:name w:val="footer"/>
    <w:basedOn w:val="Normale"/>
    <w:link w:val="PidipaginaCarattere"/>
    <w:uiPriority w:val="99"/>
    <w:unhideWhenUsed/>
    <w:rsid w:val="006F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7A0A"/>
  </w:style>
  <w:style w:type="paragraph" w:styleId="Paragrafoelenco">
    <w:name w:val="List Paragraph"/>
    <w:basedOn w:val="Normale"/>
    <w:uiPriority w:val="34"/>
    <w:qFormat/>
    <w:rsid w:val="009D21F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D4004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D4004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9B7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4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40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F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7A0A"/>
  </w:style>
  <w:style w:type="paragraph" w:styleId="Pidipagina">
    <w:name w:val="footer"/>
    <w:basedOn w:val="Normale"/>
    <w:link w:val="PidipaginaCarattere"/>
    <w:uiPriority w:val="99"/>
    <w:unhideWhenUsed/>
    <w:rsid w:val="006F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7A0A"/>
  </w:style>
  <w:style w:type="paragraph" w:styleId="Paragrafoelenco">
    <w:name w:val="List Paragraph"/>
    <w:basedOn w:val="Normale"/>
    <w:uiPriority w:val="34"/>
    <w:qFormat/>
    <w:rsid w:val="009D21F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D4004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D4004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9B7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4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40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is00300e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r\OneDrive%20-%20ISTITUTO%20D'ISTRUZIONE%20SUPERIORE%20SEBASTIANO%20GRANDIS\Modelli\Carta%20Intestata%20IIS%20Grandi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IIS Grandis</Template>
  <TotalTime>8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Flecchia</dc:creator>
  <cp:keywords/>
  <dc:description/>
  <cp:lastModifiedBy>Romagnoli Massimiliano</cp:lastModifiedBy>
  <cp:revision>11</cp:revision>
  <dcterms:created xsi:type="dcterms:W3CDTF">2024-01-16T23:29:00Z</dcterms:created>
  <dcterms:modified xsi:type="dcterms:W3CDTF">2024-01-31T10:57:00Z</dcterms:modified>
</cp:coreProperties>
</file>