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24AC9" w14:textId="3AE12D37" w:rsidR="00834207" w:rsidRDefault="00834207" w:rsidP="00834207">
      <w:pPr>
        <w:jc w:val="center"/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CSS FASE PROVINCIALE PALLAVOLO 15 APRILE</w:t>
      </w:r>
    </w:p>
    <w:p w14:paraId="18CF4847" w14:textId="5A59E3BA" w:rsidR="003C7B4D" w:rsidRDefault="008C780A" w:rsidP="003C7B4D">
      <w:pPr>
        <w:rPr>
          <w:rFonts w:ascii="Aptos" w:hAnsi="Aptos" w:cs="Calibri"/>
          <w:b/>
          <w:bCs/>
        </w:rPr>
      </w:pPr>
      <w:r>
        <w:rPr>
          <w:rFonts w:ascii="Aptos" w:hAnsi="Aptos" w:cs="Calibri"/>
          <w:b/>
          <w:bCs/>
        </w:rPr>
        <w:t>ISTRUZIONI:</w:t>
      </w:r>
    </w:p>
    <w:p w14:paraId="03B6597C" w14:textId="77777777" w:rsidR="0063140C" w:rsidRPr="00834207" w:rsidRDefault="00385271" w:rsidP="00834207">
      <w:pPr>
        <w:pStyle w:val="Paragrafoelenco"/>
        <w:numPr>
          <w:ilvl w:val="0"/>
          <w:numId w:val="27"/>
        </w:numPr>
        <w:rPr>
          <w:rFonts w:ascii="Aptos" w:hAnsi="Aptos" w:cs="Calibri"/>
          <w:b/>
          <w:bCs/>
        </w:rPr>
      </w:pPr>
      <w:r w:rsidRPr="00834207">
        <w:rPr>
          <w:rFonts w:ascii="Aptos" w:hAnsi="Aptos" w:cs="Calibri"/>
          <w:b/>
          <w:bCs/>
        </w:rPr>
        <w:t xml:space="preserve">COMPILARE </w:t>
      </w:r>
      <w:r w:rsidR="007C31DD" w:rsidRPr="00834207">
        <w:rPr>
          <w:rFonts w:ascii="Aptos" w:hAnsi="Aptos" w:cs="Calibri"/>
          <w:b/>
          <w:bCs/>
        </w:rPr>
        <w:t xml:space="preserve">TUTTI I CAMPI </w:t>
      </w:r>
    </w:p>
    <w:p w14:paraId="0940242D" w14:textId="6E52F98B" w:rsidR="0063140C" w:rsidRPr="00834207" w:rsidRDefault="0063140C" w:rsidP="00834207">
      <w:pPr>
        <w:pStyle w:val="Paragrafoelenco"/>
        <w:numPr>
          <w:ilvl w:val="0"/>
          <w:numId w:val="27"/>
        </w:numPr>
        <w:rPr>
          <w:rFonts w:ascii="Aptos" w:hAnsi="Aptos" w:cs="Calibri"/>
          <w:b/>
          <w:bCs/>
        </w:rPr>
      </w:pPr>
      <w:r w:rsidRPr="00834207">
        <w:rPr>
          <w:rFonts w:ascii="Aptos" w:hAnsi="Aptos" w:cs="Calibri"/>
          <w:b/>
          <w:bCs/>
        </w:rPr>
        <w:t>INSERIRE MECCANOGRAFICO DELL’ISTITUTO COMPRENSIVO NON DEL PLESSO</w:t>
      </w:r>
    </w:p>
    <w:p w14:paraId="2BC36697" w14:textId="3406CB69" w:rsidR="00385271" w:rsidRPr="00834207" w:rsidRDefault="007C31DD" w:rsidP="00834207">
      <w:pPr>
        <w:pStyle w:val="Paragrafoelenco"/>
        <w:numPr>
          <w:ilvl w:val="0"/>
          <w:numId w:val="27"/>
        </w:numPr>
        <w:rPr>
          <w:rFonts w:ascii="Aptos" w:hAnsi="Aptos" w:cs="Calibri"/>
          <w:b/>
          <w:bCs/>
        </w:rPr>
      </w:pPr>
      <w:r w:rsidRPr="00834207">
        <w:rPr>
          <w:rFonts w:ascii="Aptos" w:hAnsi="Aptos" w:cs="Calibri"/>
          <w:b/>
          <w:bCs/>
        </w:rPr>
        <w:t xml:space="preserve">INSERIRE NUMERO CELLULARE DOCENTI E </w:t>
      </w:r>
      <w:r w:rsidRPr="00834207">
        <w:rPr>
          <w:rFonts w:ascii="Aptos" w:hAnsi="Aptos" w:cs="Calibri"/>
          <w:b/>
          <w:bCs/>
          <w:u w:val="single"/>
        </w:rPr>
        <w:t>NON IL NUME</w:t>
      </w:r>
      <w:r w:rsidR="001359C1" w:rsidRPr="00834207">
        <w:rPr>
          <w:rFonts w:ascii="Aptos" w:hAnsi="Aptos" w:cs="Calibri"/>
          <w:b/>
          <w:bCs/>
          <w:u w:val="single"/>
        </w:rPr>
        <w:t xml:space="preserve">RO TELEFONICO DELLA SCUOLA </w:t>
      </w:r>
      <w:r w:rsidR="001359C1" w:rsidRPr="00834207">
        <w:rPr>
          <w:rFonts w:ascii="Aptos" w:hAnsi="Aptos" w:cs="Calibri"/>
          <w:b/>
          <w:bCs/>
        </w:rPr>
        <w:t xml:space="preserve"> </w:t>
      </w:r>
      <w:r w:rsidRPr="00834207">
        <w:rPr>
          <w:rFonts w:ascii="Aptos" w:hAnsi="Aptos" w:cs="Calibri"/>
          <w:b/>
          <w:bCs/>
        </w:rPr>
        <w:t xml:space="preserve">OCCORRE PER TRASPORTO </w:t>
      </w:r>
    </w:p>
    <w:p w14:paraId="10ECE0F8" w14:textId="77777777" w:rsidR="008C780A" w:rsidRPr="00F030D4" w:rsidRDefault="008C780A" w:rsidP="003C7B4D">
      <w:pPr>
        <w:rPr>
          <w:rFonts w:ascii="Aptos" w:hAnsi="Aptos" w:cs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2226"/>
        <w:gridCol w:w="2540"/>
        <w:gridCol w:w="2962"/>
        <w:gridCol w:w="2962"/>
      </w:tblGrid>
      <w:tr w:rsidR="00496A0D" w:rsidRPr="00F030D4" w14:paraId="0FC83908" w14:textId="52CEE228" w:rsidTr="008C584B">
        <w:trPr>
          <w:trHeight w:val="665"/>
        </w:trPr>
        <w:tc>
          <w:tcPr>
            <w:tcW w:w="2830" w:type="dxa"/>
            <w:shd w:val="clear" w:color="auto" w:fill="D0CECE" w:themeFill="background2" w:themeFillShade="E6"/>
          </w:tcPr>
          <w:p w14:paraId="631490BA" w14:textId="6D28A84C" w:rsidR="00496A0D" w:rsidRPr="00F030D4" w:rsidRDefault="0003584C" w:rsidP="00251B2C">
            <w:pPr>
              <w:jc w:val="center"/>
              <w:rPr>
                <w:rFonts w:ascii="Aptos" w:hAnsi="Aptos" w:cs="Calibri"/>
                <w:b/>
                <w:bCs/>
              </w:rPr>
            </w:pPr>
            <w:bookmarkStart w:id="0" w:name="_Hlk189066607"/>
            <w:r w:rsidRPr="0003584C">
              <w:rPr>
                <w:rFonts w:ascii="Aptos" w:hAnsi="Aptos" w:cs="Calibri"/>
                <w:b/>
                <w:bCs/>
              </w:rPr>
              <w:t>INDIRIZZO</w:t>
            </w:r>
            <w:r>
              <w:rPr>
                <w:rFonts w:ascii="Aptos" w:hAnsi="Aptos" w:cs="Calibri"/>
                <w:b/>
                <w:bCs/>
              </w:rPr>
              <w:t xml:space="preserve"> DI PARTENZA </w:t>
            </w:r>
            <w:r w:rsidRPr="0003584C">
              <w:rPr>
                <w:rFonts w:ascii="Aptos" w:hAnsi="Aptos" w:cs="Calibri"/>
                <w:b/>
                <w:bCs/>
              </w:rPr>
              <w:t xml:space="preserve"> CON CAP </w:t>
            </w:r>
          </w:p>
        </w:tc>
        <w:tc>
          <w:tcPr>
            <w:tcW w:w="1742" w:type="dxa"/>
            <w:shd w:val="clear" w:color="auto" w:fill="D0CECE" w:themeFill="background2" w:themeFillShade="E6"/>
          </w:tcPr>
          <w:p w14:paraId="6E73CB92" w14:textId="0C731B40" w:rsidR="00496A0D" w:rsidRPr="00F030D4" w:rsidRDefault="00694BF8" w:rsidP="00251B2C">
            <w:pPr>
              <w:jc w:val="center"/>
              <w:rPr>
                <w:rFonts w:ascii="Aptos" w:hAnsi="Aptos" w:cs="Calibri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CODICE MECCANOGRAFICO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14:paraId="4EC8FE15" w14:textId="02DF1468" w:rsidR="00496A0D" w:rsidRPr="00F030D4" w:rsidRDefault="00694BF8" w:rsidP="00251B2C">
            <w:pPr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 w:cs="Calibri"/>
                <w:b/>
                <w:bCs/>
              </w:rPr>
              <w:t>DENOMINAZIONE ISTITUTO</w:t>
            </w:r>
          </w:p>
        </w:tc>
        <w:tc>
          <w:tcPr>
            <w:tcW w:w="2962" w:type="dxa"/>
            <w:shd w:val="clear" w:color="auto" w:fill="D0CECE" w:themeFill="background2" w:themeFillShade="E6"/>
          </w:tcPr>
          <w:p w14:paraId="435A2444" w14:textId="45CB5269" w:rsidR="00496A0D" w:rsidRDefault="00694BF8" w:rsidP="00251B2C">
            <w:pPr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>NUMERO ALUNNI + NUMERO DOCENTI</w:t>
            </w:r>
          </w:p>
        </w:tc>
        <w:tc>
          <w:tcPr>
            <w:tcW w:w="2962" w:type="dxa"/>
            <w:shd w:val="clear" w:color="auto" w:fill="D0CECE" w:themeFill="background2" w:themeFillShade="E6"/>
          </w:tcPr>
          <w:p w14:paraId="1A8AC1DD" w14:textId="59D43AC9" w:rsidR="00496A0D" w:rsidRDefault="00694BF8" w:rsidP="00251B2C">
            <w:pPr>
              <w:jc w:val="center"/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  <w:b/>
                <w:bCs/>
              </w:rPr>
              <w:t xml:space="preserve">DOCENTE /I </w:t>
            </w:r>
            <w:r w:rsidR="008C584B">
              <w:rPr>
                <w:rFonts w:ascii="Aptos" w:hAnsi="Aptos"/>
                <w:b/>
                <w:bCs/>
              </w:rPr>
              <w:t xml:space="preserve"> con </w:t>
            </w:r>
            <w:r w:rsidRPr="003334F4">
              <w:rPr>
                <w:rFonts w:ascii="Aptos" w:hAnsi="Aptos"/>
                <w:b/>
                <w:bCs/>
                <w:highlight w:val="yellow"/>
              </w:rPr>
              <w:t>NUMERO CELLULARE</w:t>
            </w:r>
          </w:p>
        </w:tc>
      </w:tr>
      <w:tr w:rsidR="00496A0D" w:rsidRPr="00F030D4" w14:paraId="056005C3" w14:textId="5C88AF79" w:rsidTr="008C584B">
        <w:trPr>
          <w:trHeight w:val="638"/>
        </w:trPr>
        <w:tc>
          <w:tcPr>
            <w:tcW w:w="2830" w:type="dxa"/>
          </w:tcPr>
          <w:p w14:paraId="546AD67D" w14:textId="253991FE" w:rsidR="00496A0D" w:rsidRPr="00F030D4" w:rsidRDefault="00496A0D" w:rsidP="00251B2C">
            <w:pPr>
              <w:spacing w:after="0"/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742" w:type="dxa"/>
          </w:tcPr>
          <w:p w14:paraId="7B6D434D" w14:textId="77AF9023" w:rsidR="00496A0D" w:rsidRDefault="00496A0D" w:rsidP="00251B2C">
            <w:pPr>
              <w:spacing w:after="0" w:line="240" w:lineRule="auto"/>
              <w:jc w:val="center"/>
              <w:rPr>
                <w:rFonts w:ascii="Aptos" w:hAnsi="Aptos" w:cs="Calibri"/>
              </w:rPr>
            </w:pPr>
          </w:p>
        </w:tc>
        <w:tc>
          <w:tcPr>
            <w:tcW w:w="2540" w:type="dxa"/>
          </w:tcPr>
          <w:p w14:paraId="274FF1F5" w14:textId="6A591CB7" w:rsidR="00496A0D" w:rsidRDefault="00496A0D" w:rsidP="00251B2C">
            <w:pPr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00E18A16" w14:textId="44A789AA" w:rsidR="00496A0D" w:rsidRDefault="00496A0D" w:rsidP="00251B2C">
            <w:pPr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410203FE" w14:textId="5324C507" w:rsidR="00496A0D" w:rsidRDefault="00496A0D" w:rsidP="002A08F2">
            <w:pPr>
              <w:spacing w:after="0" w:line="240" w:lineRule="auto"/>
              <w:jc w:val="center"/>
              <w:rPr>
                <w:rFonts w:ascii="Aptos" w:hAnsi="Aptos" w:cs="Calibri"/>
              </w:rPr>
            </w:pPr>
          </w:p>
        </w:tc>
      </w:tr>
      <w:tr w:rsidR="00496A0D" w:rsidRPr="00F030D4" w14:paraId="30BB2065" w14:textId="77777777" w:rsidTr="008C584B">
        <w:trPr>
          <w:trHeight w:val="497"/>
        </w:trPr>
        <w:tc>
          <w:tcPr>
            <w:tcW w:w="2830" w:type="dxa"/>
          </w:tcPr>
          <w:p w14:paraId="3CD706E6" w14:textId="77777777" w:rsidR="00496A0D" w:rsidRDefault="00496A0D" w:rsidP="00251B2C">
            <w:pPr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742" w:type="dxa"/>
          </w:tcPr>
          <w:p w14:paraId="0093EBDC" w14:textId="02318135" w:rsidR="00496A0D" w:rsidRDefault="00496A0D" w:rsidP="00251B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540" w:type="dxa"/>
          </w:tcPr>
          <w:p w14:paraId="45CBF472" w14:textId="44837522" w:rsidR="00496A0D" w:rsidRDefault="00496A0D" w:rsidP="00251B2C">
            <w:pPr>
              <w:spacing w:after="0"/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3C6D829F" w14:textId="08FBF21A" w:rsidR="00496A0D" w:rsidRDefault="00496A0D" w:rsidP="00495E41">
            <w:pPr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5038DE75" w14:textId="77777777" w:rsidR="00496A0D" w:rsidRDefault="00496A0D" w:rsidP="00251B2C">
            <w:pPr>
              <w:rPr>
                <w:rFonts w:ascii="Aptos" w:hAnsi="Aptos" w:cs="Calibri"/>
              </w:rPr>
            </w:pPr>
          </w:p>
        </w:tc>
      </w:tr>
      <w:tr w:rsidR="001359C1" w:rsidRPr="00F030D4" w14:paraId="3EDA4D17" w14:textId="77777777" w:rsidTr="008C584B">
        <w:trPr>
          <w:trHeight w:val="497"/>
        </w:trPr>
        <w:tc>
          <w:tcPr>
            <w:tcW w:w="2830" w:type="dxa"/>
          </w:tcPr>
          <w:p w14:paraId="5DCD3F4F" w14:textId="77777777" w:rsidR="001359C1" w:rsidRDefault="001359C1" w:rsidP="00251B2C">
            <w:pPr>
              <w:rPr>
                <w:rFonts w:ascii="Aptos" w:hAnsi="Aptos" w:cs="Calibri"/>
                <w:b/>
                <w:bCs/>
              </w:rPr>
            </w:pPr>
          </w:p>
        </w:tc>
        <w:tc>
          <w:tcPr>
            <w:tcW w:w="1742" w:type="dxa"/>
          </w:tcPr>
          <w:p w14:paraId="2602A047" w14:textId="77777777" w:rsidR="001359C1" w:rsidRDefault="001359C1" w:rsidP="00251B2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540" w:type="dxa"/>
          </w:tcPr>
          <w:p w14:paraId="4DCB90D2" w14:textId="77777777" w:rsidR="001359C1" w:rsidRDefault="001359C1" w:rsidP="00251B2C">
            <w:pPr>
              <w:spacing w:after="0"/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157F97A4" w14:textId="77777777" w:rsidR="001359C1" w:rsidRDefault="001359C1" w:rsidP="00495E41">
            <w:pPr>
              <w:rPr>
                <w:rFonts w:ascii="Aptos" w:hAnsi="Aptos" w:cs="Calibri"/>
              </w:rPr>
            </w:pPr>
          </w:p>
        </w:tc>
        <w:tc>
          <w:tcPr>
            <w:tcW w:w="2962" w:type="dxa"/>
          </w:tcPr>
          <w:p w14:paraId="5AE92FC4" w14:textId="77777777" w:rsidR="001359C1" w:rsidRDefault="001359C1" w:rsidP="00251B2C">
            <w:pPr>
              <w:rPr>
                <w:rFonts w:ascii="Aptos" w:hAnsi="Aptos" w:cs="Calibri"/>
              </w:rPr>
            </w:pPr>
          </w:p>
        </w:tc>
      </w:tr>
      <w:bookmarkEnd w:id="0"/>
    </w:tbl>
    <w:p w14:paraId="726DA7C8" w14:textId="20A851CF" w:rsidR="00652AB6" w:rsidRPr="00D95502" w:rsidRDefault="00652AB6" w:rsidP="007765AC">
      <w:pPr>
        <w:rPr>
          <w:rFonts w:ascii="Aptos" w:hAnsi="Aptos" w:cs="Calibri"/>
          <w:b/>
          <w:bCs/>
          <w:u w:val="single"/>
        </w:rPr>
      </w:pPr>
    </w:p>
    <w:sectPr w:rsidR="00652AB6" w:rsidRPr="00D95502" w:rsidSect="00E80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1474" w:right="1418" w:bottom="1361" w:left="1304" w:header="539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369AC" w14:textId="77777777" w:rsidR="00BA7C27" w:rsidRDefault="00BA7C27">
      <w:r>
        <w:separator/>
      </w:r>
    </w:p>
  </w:endnote>
  <w:endnote w:type="continuationSeparator" w:id="0">
    <w:p w14:paraId="5B06BD19" w14:textId="77777777" w:rsidR="00BA7C27" w:rsidRDefault="00BA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6110" w14:textId="77777777" w:rsidR="0027259E" w:rsidRDefault="002725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C5C1" w14:textId="3E4FED68" w:rsidR="0027259E" w:rsidRDefault="0027259E" w:rsidP="0027259E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hAnsi="Times New Roman"/>
        <w:bCs/>
        <w:sz w:val="18"/>
        <w:szCs w:val="18"/>
        <w:lang w:eastAsia="it-IT"/>
      </w:rPr>
    </w:pPr>
    <w:r>
      <w:rPr>
        <w:rFonts w:ascii="Times New Roman" w:hAnsi="Times New Roman"/>
        <w:bCs/>
        <w:sz w:val="18"/>
        <w:szCs w:val="18"/>
        <w:lang w:eastAsia="it-IT"/>
      </w:rPr>
      <w:t xml:space="preserve">                                                                                                                          </w:t>
    </w:r>
    <w:r w:rsidRPr="006E76E0">
      <w:rPr>
        <w:rFonts w:ascii="Times New Roman" w:hAnsi="Times New Roman"/>
        <w:bCs/>
        <w:sz w:val="18"/>
        <w:szCs w:val="18"/>
        <w:lang w:eastAsia="it-IT"/>
      </w:rPr>
      <w:t>202503137015 Scheda Trasporti Istituto</w:t>
    </w:r>
    <w:r w:rsidRPr="006831FF">
      <w:rPr>
        <w:rFonts w:ascii="Times New Roman" w:hAnsi="Times New Roman"/>
        <w:bCs/>
        <w:sz w:val="18"/>
        <w:szCs w:val="18"/>
        <w:lang w:eastAsia="it-IT"/>
      </w:rPr>
      <w:t>.</w:t>
    </w:r>
  </w:p>
  <w:p w14:paraId="3B730BF9" w14:textId="3500C52B" w:rsidR="00670B72" w:rsidRDefault="002871DB" w:rsidP="00090E9B">
    <w:pPr>
      <w:pStyle w:val="Default"/>
      <w:tabs>
        <w:tab w:val="right" w:pos="9072"/>
      </w:tabs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/>
        <w:iCs/>
        <w:color w:val="auto"/>
        <w:sz w:val="18"/>
        <w:szCs w:val="18"/>
      </w:rPr>
      <w:t xml:space="preserve">                                                         </w:t>
    </w:r>
    <w:r w:rsidR="00670B72" w:rsidRPr="00BF58B5">
      <w:rPr>
        <w:rFonts w:ascii="Calibri" w:hAnsi="Calibri"/>
        <w:i/>
        <w:iCs/>
        <w:color w:val="auto"/>
        <w:sz w:val="18"/>
        <w:szCs w:val="18"/>
      </w:rPr>
      <w:t>Docu</w:t>
    </w:r>
    <w:r w:rsidR="00670B72"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479F2E64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40C3917D" w14:textId="4AB7DB2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="00AF6424" w:rsidRPr="005C7115">
        <w:rPr>
          <w:rStyle w:val="Collegamentoipertestuale"/>
          <w:rFonts w:ascii="Calibri" w:hAnsi="Calibri" w:cs="Arial"/>
          <w:iCs/>
          <w:sz w:val="18"/>
          <w:szCs w:val="18"/>
        </w:rPr>
        <w:t>uspan@postacert.istruzione.it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– E-mail: </w:t>
    </w:r>
    <w:hyperlink r:id="rId2" w:history="1">
      <w:r w:rsidR="00D0747B" w:rsidRPr="005C7115">
        <w:rPr>
          <w:rStyle w:val="Collegamentoipertestuale"/>
          <w:rFonts w:ascii="Calibri" w:hAnsi="Calibri" w:cs="Arial"/>
          <w:iCs/>
          <w:sz w:val="18"/>
          <w:szCs w:val="18"/>
        </w:rPr>
        <w:t>usp.an@istruzione.it</w:t>
      </w:r>
    </w:hyperlink>
  </w:p>
  <w:p w14:paraId="29B1361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0E75B7E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 – CF: 80007610423</w:t>
    </w:r>
  </w:p>
  <w:p w14:paraId="551BCED6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3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872FE" w14:textId="77777777" w:rsidR="0027259E" w:rsidRDefault="002725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ABC23" w14:textId="77777777" w:rsidR="00BA7C27" w:rsidRDefault="00BA7C27">
      <w:r>
        <w:separator/>
      </w:r>
    </w:p>
  </w:footnote>
  <w:footnote w:type="continuationSeparator" w:id="0">
    <w:p w14:paraId="1415E89B" w14:textId="77777777" w:rsidR="00BA7C27" w:rsidRDefault="00BA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20CA" w14:textId="77777777" w:rsidR="0027259E" w:rsidRDefault="002725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88C2" w14:textId="77777777" w:rsidR="00670B72" w:rsidRDefault="009432B8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 wp14:anchorId="19E6F36A" wp14:editId="4C14E779">
          <wp:extent cx="590550" cy="666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C2E41" w14:textId="77777777" w:rsidR="00CA1429" w:rsidRPr="009D16D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52"/>
        <w:szCs w:val="52"/>
      </w:rPr>
    </w:pPr>
    <w:r w:rsidRPr="009D16DD">
      <w:rPr>
        <w:rFonts w:ascii="Monotype Corsiva" w:hAnsi="Monotype Corsiva" w:cs="Tahoma"/>
        <w:i/>
        <w:sz w:val="52"/>
        <w:szCs w:val="52"/>
      </w:rPr>
      <w:t>Ministero dell’</w:t>
    </w:r>
    <w:r w:rsidR="00AB2702">
      <w:rPr>
        <w:rFonts w:ascii="Monotype Corsiva" w:hAnsi="Monotype Corsiva" w:cs="Tahoma"/>
        <w:i/>
        <w:sz w:val="52"/>
        <w:szCs w:val="52"/>
      </w:rPr>
      <w:t>i</w:t>
    </w:r>
    <w:r w:rsidRPr="009D16DD">
      <w:rPr>
        <w:rFonts w:ascii="Monotype Corsiva" w:hAnsi="Monotype Corsiva" w:cs="Tahoma"/>
        <w:i/>
        <w:sz w:val="52"/>
        <w:szCs w:val="52"/>
      </w:rPr>
      <w:t>struzione</w:t>
    </w:r>
    <w:r w:rsidR="008C3A43">
      <w:rPr>
        <w:rFonts w:ascii="Monotype Corsiva" w:hAnsi="Monotype Corsiva" w:cs="Tahoma"/>
        <w:i/>
        <w:sz w:val="52"/>
        <w:szCs w:val="52"/>
      </w:rPr>
      <w:t xml:space="preserve"> e del </w:t>
    </w:r>
    <w:r w:rsidR="00AB2702">
      <w:rPr>
        <w:rFonts w:ascii="Monotype Corsiva" w:hAnsi="Monotype Corsiva" w:cs="Tahoma"/>
        <w:i/>
        <w:sz w:val="52"/>
        <w:szCs w:val="52"/>
      </w:rPr>
      <w:t>m</w:t>
    </w:r>
    <w:r w:rsidR="008C3A43">
      <w:rPr>
        <w:rFonts w:ascii="Monotype Corsiva" w:hAnsi="Monotype Corsiva" w:cs="Tahoma"/>
        <w:i/>
        <w:sz w:val="52"/>
        <w:szCs w:val="52"/>
      </w:rPr>
      <w:t>erito</w:t>
    </w:r>
  </w:p>
  <w:p w14:paraId="2CF73ACD" w14:textId="77777777" w:rsidR="00670B72" w:rsidRPr="009D16D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36"/>
        <w:szCs w:val="36"/>
      </w:rPr>
    </w:pPr>
    <w:r w:rsidRPr="009D16DD">
      <w:rPr>
        <w:rFonts w:ascii="Monotype Corsiva" w:hAnsi="Monotype Corsiva" w:cs="Tahoma"/>
        <w:i/>
        <w:sz w:val="36"/>
        <w:szCs w:val="36"/>
      </w:rPr>
      <w:t>Ufficio Scolastico Regionale per le Marche</w:t>
    </w:r>
  </w:p>
  <w:p w14:paraId="7CB57FCA" w14:textId="77777777" w:rsidR="00591DD6" w:rsidRDefault="00591DD6" w:rsidP="00591DD6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  <w:r>
      <w:rPr>
        <w:rFonts w:ascii="Arial" w:hAnsi="Arial" w:cs="Arial"/>
        <w:bCs/>
        <w:iCs/>
        <w:color w:val="auto"/>
        <w:sz w:val="28"/>
        <w:szCs w:val="28"/>
      </w:rPr>
      <w:t>- Ufficio III</w:t>
    </w:r>
  </w:p>
  <w:p w14:paraId="59F45A0C" w14:textId="77777777" w:rsidR="00591DD6" w:rsidRPr="007A6E4C" w:rsidRDefault="00591DD6" w:rsidP="00591DD6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>
      <w:rPr>
        <w:rFonts w:ascii="Arial" w:hAnsi="Arial" w:cs="Arial"/>
        <w:bCs/>
        <w:iCs/>
        <w:color w:val="auto"/>
        <w:sz w:val="28"/>
        <w:szCs w:val="28"/>
      </w:rPr>
      <w:t>Ambito territoriale di Ancona</w:t>
    </w:r>
  </w:p>
  <w:p w14:paraId="23978405" w14:textId="5831772B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</w:p>
  <w:p w14:paraId="06B07A7A" w14:textId="77777777" w:rsidR="00670B72" w:rsidRPr="00F3525F" w:rsidRDefault="00670B72" w:rsidP="008934E3">
    <w:pPr>
      <w:pStyle w:val="Default"/>
      <w:rPr>
        <w:rFonts w:ascii="Arial" w:hAnsi="Arial" w:cs="Arial"/>
        <w:color w:val="auto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96D13" w14:textId="77777777" w:rsidR="0027259E" w:rsidRDefault="002725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170552"/>
    <w:multiLevelType w:val="hybridMultilevel"/>
    <w:tmpl w:val="BC0E19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B84A64"/>
    <w:multiLevelType w:val="hybridMultilevel"/>
    <w:tmpl w:val="2682D66E"/>
    <w:lvl w:ilvl="0" w:tplc="761EDC26">
      <w:numFmt w:val="bullet"/>
      <w:lvlText w:val="-"/>
      <w:lvlJc w:val="left"/>
      <w:pPr>
        <w:ind w:left="689" w:hanging="360"/>
      </w:pPr>
      <w:rPr>
        <w:rFonts w:ascii="Times New Roman" w:eastAsia="Times New Roman" w:hAnsi="Times New Roman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8" w15:restartNumberingAfterBreak="0">
    <w:nsid w:val="358E57C2"/>
    <w:multiLevelType w:val="hybridMultilevel"/>
    <w:tmpl w:val="4378C1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3C9679B4"/>
    <w:multiLevelType w:val="hybridMultilevel"/>
    <w:tmpl w:val="5DF620F8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EA878C6"/>
    <w:multiLevelType w:val="hybridMultilevel"/>
    <w:tmpl w:val="19FC4720"/>
    <w:lvl w:ilvl="0" w:tplc="502C315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837369E"/>
    <w:multiLevelType w:val="multilevel"/>
    <w:tmpl w:val="A022B3A2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3151085"/>
    <w:multiLevelType w:val="hybridMultilevel"/>
    <w:tmpl w:val="BDB45B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805B31"/>
    <w:multiLevelType w:val="multilevel"/>
    <w:tmpl w:val="204EB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36554E"/>
    <w:multiLevelType w:val="hybridMultilevel"/>
    <w:tmpl w:val="9A52B5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70425"/>
    <w:multiLevelType w:val="hybridMultilevel"/>
    <w:tmpl w:val="E21A98E6"/>
    <w:lvl w:ilvl="0" w:tplc="6E9A989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91BFB"/>
    <w:multiLevelType w:val="hybridMultilevel"/>
    <w:tmpl w:val="BF06CA0C"/>
    <w:lvl w:ilvl="0" w:tplc="804AFA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38608A"/>
    <w:multiLevelType w:val="hybridMultilevel"/>
    <w:tmpl w:val="BB149E12"/>
    <w:lvl w:ilvl="0" w:tplc="45BA57C6">
      <w:numFmt w:val="bullet"/>
      <w:lvlText w:val="-"/>
      <w:lvlJc w:val="left"/>
      <w:pPr>
        <w:ind w:left="68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23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7F1342A2"/>
    <w:multiLevelType w:val="multilevel"/>
    <w:tmpl w:val="57CA5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8086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9807553">
    <w:abstractNumId w:val="2"/>
  </w:num>
  <w:num w:numId="3" w16cid:durableId="132449840">
    <w:abstractNumId w:val="1"/>
  </w:num>
  <w:num w:numId="4" w16cid:durableId="267860026">
    <w:abstractNumId w:val="4"/>
  </w:num>
  <w:num w:numId="5" w16cid:durableId="1459105000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 w16cid:durableId="346256091">
    <w:abstractNumId w:val="13"/>
  </w:num>
  <w:num w:numId="7" w16cid:durableId="1757822436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168364">
    <w:abstractNumId w:val="13"/>
  </w:num>
  <w:num w:numId="9" w16cid:durableId="144518369">
    <w:abstractNumId w:val="3"/>
  </w:num>
  <w:num w:numId="10" w16cid:durableId="635372393">
    <w:abstractNumId w:val="12"/>
  </w:num>
  <w:num w:numId="11" w16cid:durableId="248387876">
    <w:abstractNumId w:val="24"/>
  </w:num>
  <w:num w:numId="12" w16cid:durableId="1104611920">
    <w:abstractNumId w:val="16"/>
  </w:num>
  <w:num w:numId="13" w16cid:durableId="479152614">
    <w:abstractNumId w:val="23"/>
  </w:num>
  <w:num w:numId="14" w16cid:durableId="1981766377">
    <w:abstractNumId w:val="9"/>
  </w:num>
  <w:num w:numId="15" w16cid:durableId="1786001027">
    <w:abstractNumId w:val="15"/>
  </w:num>
  <w:num w:numId="16" w16cid:durableId="1278876014">
    <w:abstractNumId w:val="6"/>
  </w:num>
  <w:num w:numId="17" w16cid:durableId="480846897">
    <w:abstractNumId w:val="20"/>
  </w:num>
  <w:num w:numId="18" w16cid:durableId="549608003">
    <w:abstractNumId w:val="22"/>
  </w:num>
  <w:num w:numId="19" w16cid:durableId="1547526634">
    <w:abstractNumId w:val="11"/>
  </w:num>
  <w:num w:numId="20" w16cid:durableId="1681274898">
    <w:abstractNumId w:val="7"/>
  </w:num>
  <w:num w:numId="21" w16cid:durableId="1224562474">
    <w:abstractNumId w:val="18"/>
  </w:num>
  <w:num w:numId="22" w16cid:durableId="416438967">
    <w:abstractNumId w:val="10"/>
  </w:num>
  <w:num w:numId="23" w16cid:durableId="1161389477">
    <w:abstractNumId w:val="19"/>
  </w:num>
  <w:num w:numId="24" w16cid:durableId="1295677668">
    <w:abstractNumId w:val="5"/>
  </w:num>
  <w:num w:numId="25" w16cid:durableId="1181167039">
    <w:abstractNumId w:val="8"/>
  </w:num>
  <w:num w:numId="26" w16cid:durableId="79329823">
    <w:abstractNumId w:val="17"/>
  </w:num>
  <w:num w:numId="27" w16cid:durableId="2102792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B5"/>
    <w:rsid w:val="000002C1"/>
    <w:rsid w:val="00000762"/>
    <w:rsid w:val="000014C0"/>
    <w:rsid w:val="00007C82"/>
    <w:rsid w:val="00011C95"/>
    <w:rsid w:val="00014D3A"/>
    <w:rsid w:val="0001546A"/>
    <w:rsid w:val="00020021"/>
    <w:rsid w:val="00021D2C"/>
    <w:rsid w:val="00022EF2"/>
    <w:rsid w:val="00023DAD"/>
    <w:rsid w:val="0002550B"/>
    <w:rsid w:val="00025DC4"/>
    <w:rsid w:val="000262E5"/>
    <w:rsid w:val="00026641"/>
    <w:rsid w:val="00030134"/>
    <w:rsid w:val="00032B2F"/>
    <w:rsid w:val="00034826"/>
    <w:rsid w:val="0003584C"/>
    <w:rsid w:val="00036C15"/>
    <w:rsid w:val="00037124"/>
    <w:rsid w:val="000413EE"/>
    <w:rsid w:val="00054E7B"/>
    <w:rsid w:val="00056052"/>
    <w:rsid w:val="00056ED2"/>
    <w:rsid w:val="0006061C"/>
    <w:rsid w:val="00066B9F"/>
    <w:rsid w:val="00067128"/>
    <w:rsid w:val="0007261E"/>
    <w:rsid w:val="00073F40"/>
    <w:rsid w:val="000746BF"/>
    <w:rsid w:val="00075FFA"/>
    <w:rsid w:val="00080905"/>
    <w:rsid w:val="00081EB6"/>
    <w:rsid w:val="00082A11"/>
    <w:rsid w:val="000861FD"/>
    <w:rsid w:val="0008666C"/>
    <w:rsid w:val="00090E9B"/>
    <w:rsid w:val="00091855"/>
    <w:rsid w:val="000926D5"/>
    <w:rsid w:val="00093312"/>
    <w:rsid w:val="00094CF9"/>
    <w:rsid w:val="000A091B"/>
    <w:rsid w:val="000A3F7C"/>
    <w:rsid w:val="000A628B"/>
    <w:rsid w:val="000B193D"/>
    <w:rsid w:val="000C5E6A"/>
    <w:rsid w:val="000D23FE"/>
    <w:rsid w:val="000D34C8"/>
    <w:rsid w:val="000D4CDA"/>
    <w:rsid w:val="000D5EC0"/>
    <w:rsid w:val="000E29BA"/>
    <w:rsid w:val="000E527F"/>
    <w:rsid w:val="000F3ED6"/>
    <w:rsid w:val="000F524E"/>
    <w:rsid w:val="000F7A73"/>
    <w:rsid w:val="0010096A"/>
    <w:rsid w:val="00101E52"/>
    <w:rsid w:val="001028E4"/>
    <w:rsid w:val="00107D36"/>
    <w:rsid w:val="00110ABF"/>
    <w:rsid w:val="00113F1F"/>
    <w:rsid w:val="001169C1"/>
    <w:rsid w:val="00120EFA"/>
    <w:rsid w:val="00121DFA"/>
    <w:rsid w:val="0012533C"/>
    <w:rsid w:val="00126ED1"/>
    <w:rsid w:val="00130B2E"/>
    <w:rsid w:val="00132220"/>
    <w:rsid w:val="001328E3"/>
    <w:rsid w:val="0013511E"/>
    <w:rsid w:val="001359C1"/>
    <w:rsid w:val="00136AAF"/>
    <w:rsid w:val="00141692"/>
    <w:rsid w:val="00143D0F"/>
    <w:rsid w:val="001446D9"/>
    <w:rsid w:val="0014471B"/>
    <w:rsid w:val="001479B9"/>
    <w:rsid w:val="00152090"/>
    <w:rsid w:val="00153AF9"/>
    <w:rsid w:val="00156254"/>
    <w:rsid w:val="001617AE"/>
    <w:rsid w:val="00162A1B"/>
    <w:rsid w:val="00164485"/>
    <w:rsid w:val="00167648"/>
    <w:rsid w:val="00167B52"/>
    <w:rsid w:val="0017002E"/>
    <w:rsid w:val="0017274A"/>
    <w:rsid w:val="001745D9"/>
    <w:rsid w:val="00174921"/>
    <w:rsid w:val="0017552F"/>
    <w:rsid w:val="00180921"/>
    <w:rsid w:val="00181010"/>
    <w:rsid w:val="00182281"/>
    <w:rsid w:val="00182FB1"/>
    <w:rsid w:val="00183AF1"/>
    <w:rsid w:val="0018523B"/>
    <w:rsid w:val="00195771"/>
    <w:rsid w:val="001A1598"/>
    <w:rsid w:val="001A1970"/>
    <w:rsid w:val="001A2FB1"/>
    <w:rsid w:val="001A4E83"/>
    <w:rsid w:val="001A6D5F"/>
    <w:rsid w:val="001A7B80"/>
    <w:rsid w:val="001B0A67"/>
    <w:rsid w:val="001B3D0F"/>
    <w:rsid w:val="001B6F20"/>
    <w:rsid w:val="001C010C"/>
    <w:rsid w:val="001D1D34"/>
    <w:rsid w:val="001D42EE"/>
    <w:rsid w:val="001D75DE"/>
    <w:rsid w:val="001E1533"/>
    <w:rsid w:val="001E2F2A"/>
    <w:rsid w:val="001E2F94"/>
    <w:rsid w:val="001E3AEB"/>
    <w:rsid w:val="001E7B81"/>
    <w:rsid w:val="001F1B50"/>
    <w:rsid w:val="001F48AF"/>
    <w:rsid w:val="001F6207"/>
    <w:rsid w:val="001F798B"/>
    <w:rsid w:val="00200F98"/>
    <w:rsid w:val="002010A4"/>
    <w:rsid w:val="002051CF"/>
    <w:rsid w:val="00207266"/>
    <w:rsid w:val="00207A6B"/>
    <w:rsid w:val="00207F30"/>
    <w:rsid w:val="002118C9"/>
    <w:rsid w:val="002126E8"/>
    <w:rsid w:val="00215585"/>
    <w:rsid w:val="00216A6F"/>
    <w:rsid w:val="00217683"/>
    <w:rsid w:val="00217F26"/>
    <w:rsid w:val="002206FA"/>
    <w:rsid w:val="00220EA2"/>
    <w:rsid w:val="00221656"/>
    <w:rsid w:val="0022698C"/>
    <w:rsid w:val="00226CF1"/>
    <w:rsid w:val="00227878"/>
    <w:rsid w:val="002305B3"/>
    <w:rsid w:val="00232CC4"/>
    <w:rsid w:val="002335B1"/>
    <w:rsid w:val="00236628"/>
    <w:rsid w:val="00240967"/>
    <w:rsid w:val="002410C1"/>
    <w:rsid w:val="00241414"/>
    <w:rsid w:val="0024245F"/>
    <w:rsid w:val="00242D19"/>
    <w:rsid w:val="002456CA"/>
    <w:rsid w:val="00246041"/>
    <w:rsid w:val="00251B2C"/>
    <w:rsid w:val="002537DB"/>
    <w:rsid w:val="0025445D"/>
    <w:rsid w:val="00262215"/>
    <w:rsid w:val="0026547B"/>
    <w:rsid w:val="0027259E"/>
    <w:rsid w:val="002744B4"/>
    <w:rsid w:val="0027467C"/>
    <w:rsid w:val="0027770F"/>
    <w:rsid w:val="00282080"/>
    <w:rsid w:val="00283485"/>
    <w:rsid w:val="002860F2"/>
    <w:rsid w:val="002871DB"/>
    <w:rsid w:val="00291E30"/>
    <w:rsid w:val="00297037"/>
    <w:rsid w:val="002A08F2"/>
    <w:rsid w:val="002A0D7F"/>
    <w:rsid w:val="002A2A80"/>
    <w:rsid w:val="002A366A"/>
    <w:rsid w:val="002A6D9B"/>
    <w:rsid w:val="002B14BF"/>
    <w:rsid w:val="002B2A70"/>
    <w:rsid w:val="002B5B33"/>
    <w:rsid w:val="002C293A"/>
    <w:rsid w:val="002D2785"/>
    <w:rsid w:val="002D47EC"/>
    <w:rsid w:val="002D7554"/>
    <w:rsid w:val="002D7A0B"/>
    <w:rsid w:val="002E348B"/>
    <w:rsid w:val="002E6CB5"/>
    <w:rsid w:val="002F161B"/>
    <w:rsid w:val="002F5A47"/>
    <w:rsid w:val="002F7991"/>
    <w:rsid w:val="003017A7"/>
    <w:rsid w:val="00303F33"/>
    <w:rsid w:val="00305E43"/>
    <w:rsid w:val="00312ECB"/>
    <w:rsid w:val="00313342"/>
    <w:rsid w:val="00313A5C"/>
    <w:rsid w:val="00314A37"/>
    <w:rsid w:val="00315062"/>
    <w:rsid w:val="00315355"/>
    <w:rsid w:val="00315825"/>
    <w:rsid w:val="003226A0"/>
    <w:rsid w:val="00323BC7"/>
    <w:rsid w:val="00324A23"/>
    <w:rsid w:val="003270F9"/>
    <w:rsid w:val="00327BB1"/>
    <w:rsid w:val="003334F4"/>
    <w:rsid w:val="0033722D"/>
    <w:rsid w:val="00340825"/>
    <w:rsid w:val="003417B5"/>
    <w:rsid w:val="00341F32"/>
    <w:rsid w:val="00342A9C"/>
    <w:rsid w:val="00344702"/>
    <w:rsid w:val="00346FC7"/>
    <w:rsid w:val="00347F4B"/>
    <w:rsid w:val="00351D2B"/>
    <w:rsid w:val="003529B4"/>
    <w:rsid w:val="00363052"/>
    <w:rsid w:val="003645C1"/>
    <w:rsid w:val="00364CD5"/>
    <w:rsid w:val="0037020D"/>
    <w:rsid w:val="00372525"/>
    <w:rsid w:val="003731D3"/>
    <w:rsid w:val="00373FA7"/>
    <w:rsid w:val="00374752"/>
    <w:rsid w:val="00374DC4"/>
    <w:rsid w:val="00374DDD"/>
    <w:rsid w:val="0037658A"/>
    <w:rsid w:val="0037731B"/>
    <w:rsid w:val="003818C2"/>
    <w:rsid w:val="00381D06"/>
    <w:rsid w:val="00383EF3"/>
    <w:rsid w:val="00385271"/>
    <w:rsid w:val="003874F1"/>
    <w:rsid w:val="00392514"/>
    <w:rsid w:val="003933BE"/>
    <w:rsid w:val="00394452"/>
    <w:rsid w:val="00396AE4"/>
    <w:rsid w:val="003A0198"/>
    <w:rsid w:val="003A51D9"/>
    <w:rsid w:val="003A5A3F"/>
    <w:rsid w:val="003A6431"/>
    <w:rsid w:val="003A7F70"/>
    <w:rsid w:val="003B6C00"/>
    <w:rsid w:val="003B6F2A"/>
    <w:rsid w:val="003B7DFF"/>
    <w:rsid w:val="003C0A84"/>
    <w:rsid w:val="003C1020"/>
    <w:rsid w:val="003C7299"/>
    <w:rsid w:val="003C7440"/>
    <w:rsid w:val="003C7A3E"/>
    <w:rsid w:val="003C7B4D"/>
    <w:rsid w:val="003D1EC8"/>
    <w:rsid w:val="003D2201"/>
    <w:rsid w:val="003D293D"/>
    <w:rsid w:val="003D45F3"/>
    <w:rsid w:val="003D5975"/>
    <w:rsid w:val="003D6F8E"/>
    <w:rsid w:val="003E254D"/>
    <w:rsid w:val="003E628C"/>
    <w:rsid w:val="003E655F"/>
    <w:rsid w:val="003F4903"/>
    <w:rsid w:val="003F4F0E"/>
    <w:rsid w:val="003F66AC"/>
    <w:rsid w:val="003F76F9"/>
    <w:rsid w:val="00401471"/>
    <w:rsid w:val="004027EC"/>
    <w:rsid w:val="0040364F"/>
    <w:rsid w:val="004040FB"/>
    <w:rsid w:val="00404BCF"/>
    <w:rsid w:val="004101CB"/>
    <w:rsid w:val="0041146F"/>
    <w:rsid w:val="00412897"/>
    <w:rsid w:val="00413D9F"/>
    <w:rsid w:val="0041418E"/>
    <w:rsid w:val="004157EA"/>
    <w:rsid w:val="00417492"/>
    <w:rsid w:val="00417CA1"/>
    <w:rsid w:val="00424600"/>
    <w:rsid w:val="004270AB"/>
    <w:rsid w:val="00427751"/>
    <w:rsid w:val="00427C7F"/>
    <w:rsid w:val="004442BA"/>
    <w:rsid w:val="00446911"/>
    <w:rsid w:val="004474B7"/>
    <w:rsid w:val="004503F2"/>
    <w:rsid w:val="00451782"/>
    <w:rsid w:val="00451B49"/>
    <w:rsid w:val="00452C3F"/>
    <w:rsid w:val="00454407"/>
    <w:rsid w:val="0045742E"/>
    <w:rsid w:val="004575D3"/>
    <w:rsid w:val="00461AFB"/>
    <w:rsid w:val="004626FC"/>
    <w:rsid w:val="00462FF1"/>
    <w:rsid w:val="0046308E"/>
    <w:rsid w:val="0047048C"/>
    <w:rsid w:val="00470B3B"/>
    <w:rsid w:val="00472154"/>
    <w:rsid w:val="0047283F"/>
    <w:rsid w:val="00473266"/>
    <w:rsid w:val="00474246"/>
    <w:rsid w:val="004751D3"/>
    <w:rsid w:val="00482F83"/>
    <w:rsid w:val="0048376B"/>
    <w:rsid w:val="0048583B"/>
    <w:rsid w:val="0048604C"/>
    <w:rsid w:val="00486728"/>
    <w:rsid w:val="004875BA"/>
    <w:rsid w:val="00487EF7"/>
    <w:rsid w:val="00490715"/>
    <w:rsid w:val="00491748"/>
    <w:rsid w:val="00494E18"/>
    <w:rsid w:val="00495E41"/>
    <w:rsid w:val="00496A0D"/>
    <w:rsid w:val="00496A0E"/>
    <w:rsid w:val="004A058D"/>
    <w:rsid w:val="004A07AF"/>
    <w:rsid w:val="004A1B69"/>
    <w:rsid w:val="004A4274"/>
    <w:rsid w:val="004A4CDF"/>
    <w:rsid w:val="004A57D6"/>
    <w:rsid w:val="004B20CF"/>
    <w:rsid w:val="004B5982"/>
    <w:rsid w:val="004B59D2"/>
    <w:rsid w:val="004C31AA"/>
    <w:rsid w:val="004C47AD"/>
    <w:rsid w:val="004C726C"/>
    <w:rsid w:val="004D352E"/>
    <w:rsid w:val="004E284D"/>
    <w:rsid w:val="004E4817"/>
    <w:rsid w:val="004E7CAC"/>
    <w:rsid w:val="004F007D"/>
    <w:rsid w:val="004F047D"/>
    <w:rsid w:val="004F4716"/>
    <w:rsid w:val="004F4B36"/>
    <w:rsid w:val="00500ED4"/>
    <w:rsid w:val="005013C1"/>
    <w:rsid w:val="005019A3"/>
    <w:rsid w:val="00501E64"/>
    <w:rsid w:val="00504371"/>
    <w:rsid w:val="0050642F"/>
    <w:rsid w:val="00511B5D"/>
    <w:rsid w:val="00513F38"/>
    <w:rsid w:val="00514DFE"/>
    <w:rsid w:val="00515257"/>
    <w:rsid w:val="00516F42"/>
    <w:rsid w:val="00520889"/>
    <w:rsid w:val="005216D3"/>
    <w:rsid w:val="00521F10"/>
    <w:rsid w:val="00522224"/>
    <w:rsid w:val="005270CA"/>
    <w:rsid w:val="00527FC3"/>
    <w:rsid w:val="005310B4"/>
    <w:rsid w:val="0053198C"/>
    <w:rsid w:val="00532190"/>
    <w:rsid w:val="00532A8C"/>
    <w:rsid w:val="0053489F"/>
    <w:rsid w:val="00535B48"/>
    <w:rsid w:val="005419C3"/>
    <w:rsid w:val="00542D1E"/>
    <w:rsid w:val="00544DA5"/>
    <w:rsid w:val="00546611"/>
    <w:rsid w:val="00546EE1"/>
    <w:rsid w:val="00554786"/>
    <w:rsid w:val="00555E0F"/>
    <w:rsid w:val="00563738"/>
    <w:rsid w:val="00563BBF"/>
    <w:rsid w:val="005735FE"/>
    <w:rsid w:val="00574077"/>
    <w:rsid w:val="00575745"/>
    <w:rsid w:val="005765F6"/>
    <w:rsid w:val="0057786D"/>
    <w:rsid w:val="00582700"/>
    <w:rsid w:val="00584892"/>
    <w:rsid w:val="005848DE"/>
    <w:rsid w:val="00584EC8"/>
    <w:rsid w:val="00586341"/>
    <w:rsid w:val="00591082"/>
    <w:rsid w:val="00591DD6"/>
    <w:rsid w:val="005B24E1"/>
    <w:rsid w:val="005B3441"/>
    <w:rsid w:val="005B355A"/>
    <w:rsid w:val="005C0AF1"/>
    <w:rsid w:val="005C2198"/>
    <w:rsid w:val="005D0EF5"/>
    <w:rsid w:val="005D2DC9"/>
    <w:rsid w:val="005D4B7A"/>
    <w:rsid w:val="005E2138"/>
    <w:rsid w:val="005E72F2"/>
    <w:rsid w:val="005E7A63"/>
    <w:rsid w:val="005F114C"/>
    <w:rsid w:val="005F3961"/>
    <w:rsid w:val="005F4DDB"/>
    <w:rsid w:val="005F520F"/>
    <w:rsid w:val="00600E0B"/>
    <w:rsid w:val="00601F09"/>
    <w:rsid w:val="006028D9"/>
    <w:rsid w:val="00603A94"/>
    <w:rsid w:val="00605789"/>
    <w:rsid w:val="0063140C"/>
    <w:rsid w:val="00631905"/>
    <w:rsid w:val="006333D2"/>
    <w:rsid w:val="00633461"/>
    <w:rsid w:val="00636898"/>
    <w:rsid w:val="00640464"/>
    <w:rsid w:val="006452F9"/>
    <w:rsid w:val="006509E3"/>
    <w:rsid w:val="00652702"/>
    <w:rsid w:val="00652AB6"/>
    <w:rsid w:val="00654548"/>
    <w:rsid w:val="00655BBE"/>
    <w:rsid w:val="006609CD"/>
    <w:rsid w:val="0066114A"/>
    <w:rsid w:val="006616AC"/>
    <w:rsid w:val="00663228"/>
    <w:rsid w:val="00665027"/>
    <w:rsid w:val="00665AF9"/>
    <w:rsid w:val="00665B2A"/>
    <w:rsid w:val="006672C0"/>
    <w:rsid w:val="00670B72"/>
    <w:rsid w:val="00671304"/>
    <w:rsid w:val="006714C5"/>
    <w:rsid w:val="0067285C"/>
    <w:rsid w:val="00673347"/>
    <w:rsid w:val="00673B08"/>
    <w:rsid w:val="00674E8A"/>
    <w:rsid w:val="0067735B"/>
    <w:rsid w:val="00677752"/>
    <w:rsid w:val="00677843"/>
    <w:rsid w:val="006800C2"/>
    <w:rsid w:val="00685566"/>
    <w:rsid w:val="00685E73"/>
    <w:rsid w:val="00691E50"/>
    <w:rsid w:val="0069415D"/>
    <w:rsid w:val="00694BF8"/>
    <w:rsid w:val="00696F64"/>
    <w:rsid w:val="006A3468"/>
    <w:rsid w:val="006A5461"/>
    <w:rsid w:val="006A682A"/>
    <w:rsid w:val="006A7DC5"/>
    <w:rsid w:val="006B1E63"/>
    <w:rsid w:val="006B34B4"/>
    <w:rsid w:val="006B3BD2"/>
    <w:rsid w:val="006B7100"/>
    <w:rsid w:val="006B7C93"/>
    <w:rsid w:val="006C0928"/>
    <w:rsid w:val="006C2D14"/>
    <w:rsid w:val="006C3DC1"/>
    <w:rsid w:val="006C61E2"/>
    <w:rsid w:val="006C7E27"/>
    <w:rsid w:val="006D24A4"/>
    <w:rsid w:val="006D2B0D"/>
    <w:rsid w:val="006D44B5"/>
    <w:rsid w:val="006E2AC7"/>
    <w:rsid w:val="006E3656"/>
    <w:rsid w:val="006E4A3F"/>
    <w:rsid w:val="006E5256"/>
    <w:rsid w:val="006E6DE3"/>
    <w:rsid w:val="006F29AF"/>
    <w:rsid w:val="006F3C3E"/>
    <w:rsid w:val="006F49D5"/>
    <w:rsid w:val="006F4FFC"/>
    <w:rsid w:val="006F7DAE"/>
    <w:rsid w:val="007013D8"/>
    <w:rsid w:val="007033B3"/>
    <w:rsid w:val="00705890"/>
    <w:rsid w:val="00707D12"/>
    <w:rsid w:val="00712DAB"/>
    <w:rsid w:val="0071306E"/>
    <w:rsid w:val="007174C5"/>
    <w:rsid w:val="007179C8"/>
    <w:rsid w:val="00721344"/>
    <w:rsid w:val="007228EE"/>
    <w:rsid w:val="00722E9C"/>
    <w:rsid w:val="00724694"/>
    <w:rsid w:val="00724E71"/>
    <w:rsid w:val="00725996"/>
    <w:rsid w:val="00727892"/>
    <w:rsid w:val="00733171"/>
    <w:rsid w:val="00735146"/>
    <w:rsid w:val="00737223"/>
    <w:rsid w:val="007372B1"/>
    <w:rsid w:val="00742352"/>
    <w:rsid w:val="00743997"/>
    <w:rsid w:val="00744095"/>
    <w:rsid w:val="00746195"/>
    <w:rsid w:val="00746795"/>
    <w:rsid w:val="007500CB"/>
    <w:rsid w:val="00751C3E"/>
    <w:rsid w:val="007535AE"/>
    <w:rsid w:val="00753E39"/>
    <w:rsid w:val="007541C5"/>
    <w:rsid w:val="007551B5"/>
    <w:rsid w:val="00762637"/>
    <w:rsid w:val="007633E3"/>
    <w:rsid w:val="007645DE"/>
    <w:rsid w:val="0076476E"/>
    <w:rsid w:val="00764F49"/>
    <w:rsid w:val="00766F5A"/>
    <w:rsid w:val="007759CA"/>
    <w:rsid w:val="007765AC"/>
    <w:rsid w:val="00776E2E"/>
    <w:rsid w:val="00777F9E"/>
    <w:rsid w:val="00780FF2"/>
    <w:rsid w:val="0078565C"/>
    <w:rsid w:val="00787314"/>
    <w:rsid w:val="007941D5"/>
    <w:rsid w:val="0079486E"/>
    <w:rsid w:val="00794EDF"/>
    <w:rsid w:val="007A5D01"/>
    <w:rsid w:val="007A6ABB"/>
    <w:rsid w:val="007A6E4C"/>
    <w:rsid w:val="007A73D9"/>
    <w:rsid w:val="007B2530"/>
    <w:rsid w:val="007B7783"/>
    <w:rsid w:val="007C31DD"/>
    <w:rsid w:val="007C327D"/>
    <w:rsid w:val="007C43D6"/>
    <w:rsid w:val="007C68FF"/>
    <w:rsid w:val="007C6CB3"/>
    <w:rsid w:val="007D316E"/>
    <w:rsid w:val="007D35AF"/>
    <w:rsid w:val="007D39BB"/>
    <w:rsid w:val="007D5C2E"/>
    <w:rsid w:val="007D7FAF"/>
    <w:rsid w:val="007E109C"/>
    <w:rsid w:val="007E5C3D"/>
    <w:rsid w:val="007E723E"/>
    <w:rsid w:val="007E73C8"/>
    <w:rsid w:val="007F0C92"/>
    <w:rsid w:val="007F22FB"/>
    <w:rsid w:val="00800108"/>
    <w:rsid w:val="0080450E"/>
    <w:rsid w:val="00805F27"/>
    <w:rsid w:val="0081546E"/>
    <w:rsid w:val="00815819"/>
    <w:rsid w:val="00815D59"/>
    <w:rsid w:val="00816EBA"/>
    <w:rsid w:val="00820087"/>
    <w:rsid w:val="008210F9"/>
    <w:rsid w:val="00826C6E"/>
    <w:rsid w:val="008277EE"/>
    <w:rsid w:val="00830EDD"/>
    <w:rsid w:val="00831430"/>
    <w:rsid w:val="00834207"/>
    <w:rsid w:val="00841956"/>
    <w:rsid w:val="00850B9C"/>
    <w:rsid w:val="0085592E"/>
    <w:rsid w:val="00856D0E"/>
    <w:rsid w:val="00861F0F"/>
    <w:rsid w:val="008670B5"/>
    <w:rsid w:val="00870AA2"/>
    <w:rsid w:val="00873321"/>
    <w:rsid w:val="008816FC"/>
    <w:rsid w:val="00881FD6"/>
    <w:rsid w:val="008878F2"/>
    <w:rsid w:val="00891441"/>
    <w:rsid w:val="008934E3"/>
    <w:rsid w:val="00893927"/>
    <w:rsid w:val="00895FF3"/>
    <w:rsid w:val="008A005D"/>
    <w:rsid w:val="008A097E"/>
    <w:rsid w:val="008A0A78"/>
    <w:rsid w:val="008A3DC9"/>
    <w:rsid w:val="008A659D"/>
    <w:rsid w:val="008B2531"/>
    <w:rsid w:val="008B3B9D"/>
    <w:rsid w:val="008B431D"/>
    <w:rsid w:val="008B4793"/>
    <w:rsid w:val="008C1A1C"/>
    <w:rsid w:val="008C2189"/>
    <w:rsid w:val="008C339F"/>
    <w:rsid w:val="008C3A43"/>
    <w:rsid w:val="008C584B"/>
    <w:rsid w:val="008C5CA0"/>
    <w:rsid w:val="008C780A"/>
    <w:rsid w:val="008D070A"/>
    <w:rsid w:val="008D07D7"/>
    <w:rsid w:val="008D1D24"/>
    <w:rsid w:val="008F06B4"/>
    <w:rsid w:val="008F123A"/>
    <w:rsid w:val="008F3DEC"/>
    <w:rsid w:val="008F458D"/>
    <w:rsid w:val="008F49E6"/>
    <w:rsid w:val="008F6AF0"/>
    <w:rsid w:val="009002D0"/>
    <w:rsid w:val="00907004"/>
    <w:rsid w:val="0091034B"/>
    <w:rsid w:val="00910A68"/>
    <w:rsid w:val="0091213C"/>
    <w:rsid w:val="009221A5"/>
    <w:rsid w:val="00922EB1"/>
    <w:rsid w:val="00923A95"/>
    <w:rsid w:val="00924CC3"/>
    <w:rsid w:val="009265D1"/>
    <w:rsid w:val="00930404"/>
    <w:rsid w:val="00930455"/>
    <w:rsid w:val="009306F1"/>
    <w:rsid w:val="009355AA"/>
    <w:rsid w:val="00935DB7"/>
    <w:rsid w:val="009365E7"/>
    <w:rsid w:val="00940581"/>
    <w:rsid w:val="00942CA9"/>
    <w:rsid w:val="009432B8"/>
    <w:rsid w:val="00951091"/>
    <w:rsid w:val="00951932"/>
    <w:rsid w:val="00952391"/>
    <w:rsid w:val="00954A1D"/>
    <w:rsid w:val="0096320D"/>
    <w:rsid w:val="009669D6"/>
    <w:rsid w:val="00967609"/>
    <w:rsid w:val="00974197"/>
    <w:rsid w:val="00975251"/>
    <w:rsid w:val="009835EB"/>
    <w:rsid w:val="009843EB"/>
    <w:rsid w:val="00985712"/>
    <w:rsid w:val="0098734E"/>
    <w:rsid w:val="00987FE3"/>
    <w:rsid w:val="00995208"/>
    <w:rsid w:val="009A0F49"/>
    <w:rsid w:val="009A173E"/>
    <w:rsid w:val="009A1E6F"/>
    <w:rsid w:val="009A270E"/>
    <w:rsid w:val="009A6EEB"/>
    <w:rsid w:val="009A70C4"/>
    <w:rsid w:val="009A781B"/>
    <w:rsid w:val="009B2D6B"/>
    <w:rsid w:val="009B2E43"/>
    <w:rsid w:val="009B61DC"/>
    <w:rsid w:val="009B660C"/>
    <w:rsid w:val="009B7DF8"/>
    <w:rsid w:val="009C0C75"/>
    <w:rsid w:val="009C1102"/>
    <w:rsid w:val="009C7EE4"/>
    <w:rsid w:val="009D1161"/>
    <w:rsid w:val="009D16DD"/>
    <w:rsid w:val="009D2371"/>
    <w:rsid w:val="009D356A"/>
    <w:rsid w:val="009D6691"/>
    <w:rsid w:val="009D7EE4"/>
    <w:rsid w:val="009E258D"/>
    <w:rsid w:val="009E6034"/>
    <w:rsid w:val="009F43E4"/>
    <w:rsid w:val="009F766E"/>
    <w:rsid w:val="00A02458"/>
    <w:rsid w:val="00A12FC8"/>
    <w:rsid w:val="00A16DEF"/>
    <w:rsid w:val="00A221C9"/>
    <w:rsid w:val="00A22E0B"/>
    <w:rsid w:val="00A245A6"/>
    <w:rsid w:val="00A2534D"/>
    <w:rsid w:val="00A26416"/>
    <w:rsid w:val="00A329B8"/>
    <w:rsid w:val="00A3750B"/>
    <w:rsid w:val="00A4024D"/>
    <w:rsid w:val="00A41084"/>
    <w:rsid w:val="00A4226D"/>
    <w:rsid w:val="00A43D45"/>
    <w:rsid w:val="00A454F7"/>
    <w:rsid w:val="00A45D43"/>
    <w:rsid w:val="00A46560"/>
    <w:rsid w:val="00A46FA1"/>
    <w:rsid w:val="00A653C3"/>
    <w:rsid w:val="00A6585A"/>
    <w:rsid w:val="00A674B6"/>
    <w:rsid w:val="00A74B96"/>
    <w:rsid w:val="00A76801"/>
    <w:rsid w:val="00A848C4"/>
    <w:rsid w:val="00AA0176"/>
    <w:rsid w:val="00AA05B1"/>
    <w:rsid w:val="00AA538A"/>
    <w:rsid w:val="00AA5A2F"/>
    <w:rsid w:val="00AA6DE6"/>
    <w:rsid w:val="00AA7A72"/>
    <w:rsid w:val="00AB16AE"/>
    <w:rsid w:val="00AB1C09"/>
    <w:rsid w:val="00AB24DA"/>
    <w:rsid w:val="00AB2702"/>
    <w:rsid w:val="00AB48F2"/>
    <w:rsid w:val="00AC555C"/>
    <w:rsid w:val="00AC60FA"/>
    <w:rsid w:val="00AC63AB"/>
    <w:rsid w:val="00AC6CD6"/>
    <w:rsid w:val="00AC7F5B"/>
    <w:rsid w:val="00AD06CE"/>
    <w:rsid w:val="00AD0870"/>
    <w:rsid w:val="00AE012C"/>
    <w:rsid w:val="00AE1C42"/>
    <w:rsid w:val="00AE215B"/>
    <w:rsid w:val="00AE505E"/>
    <w:rsid w:val="00AE5070"/>
    <w:rsid w:val="00AE531C"/>
    <w:rsid w:val="00AE7489"/>
    <w:rsid w:val="00AE7C37"/>
    <w:rsid w:val="00AF4653"/>
    <w:rsid w:val="00AF6424"/>
    <w:rsid w:val="00B0201B"/>
    <w:rsid w:val="00B06631"/>
    <w:rsid w:val="00B06993"/>
    <w:rsid w:val="00B11AC6"/>
    <w:rsid w:val="00B14632"/>
    <w:rsid w:val="00B1612F"/>
    <w:rsid w:val="00B20952"/>
    <w:rsid w:val="00B2301D"/>
    <w:rsid w:val="00B23538"/>
    <w:rsid w:val="00B26F99"/>
    <w:rsid w:val="00B34DB9"/>
    <w:rsid w:val="00B35B0A"/>
    <w:rsid w:val="00B36E25"/>
    <w:rsid w:val="00B372B0"/>
    <w:rsid w:val="00B37402"/>
    <w:rsid w:val="00B40231"/>
    <w:rsid w:val="00B43851"/>
    <w:rsid w:val="00B46527"/>
    <w:rsid w:val="00B50B3C"/>
    <w:rsid w:val="00B5195B"/>
    <w:rsid w:val="00B5298D"/>
    <w:rsid w:val="00B534A0"/>
    <w:rsid w:val="00B56F01"/>
    <w:rsid w:val="00B60053"/>
    <w:rsid w:val="00B61ED9"/>
    <w:rsid w:val="00B700F4"/>
    <w:rsid w:val="00B7040F"/>
    <w:rsid w:val="00B70978"/>
    <w:rsid w:val="00B709E1"/>
    <w:rsid w:val="00B70D59"/>
    <w:rsid w:val="00B71CAA"/>
    <w:rsid w:val="00B72AFE"/>
    <w:rsid w:val="00B74A29"/>
    <w:rsid w:val="00B74CC1"/>
    <w:rsid w:val="00B76201"/>
    <w:rsid w:val="00B778A6"/>
    <w:rsid w:val="00B81C56"/>
    <w:rsid w:val="00B83A43"/>
    <w:rsid w:val="00B83BF7"/>
    <w:rsid w:val="00B8450C"/>
    <w:rsid w:val="00B84B52"/>
    <w:rsid w:val="00B84D55"/>
    <w:rsid w:val="00B914D8"/>
    <w:rsid w:val="00B94026"/>
    <w:rsid w:val="00B94E83"/>
    <w:rsid w:val="00B972F0"/>
    <w:rsid w:val="00BA2CF7"/>
    <w:rsid w:val="00BA3BF3"/>
    <w:rsid w:val="00BA429A"/>
    <w:rsid w:val="00BA4450"/>
    <w:rsid w:val="00BA4C0A"/>
    <w:rsid w:val="00BA5560"/>
    <w:rsid w:val="00BA56D8"/>
    <w:rsid w:val="00BA7B92"/>
    <w:rsid w:val="00BA7BAD"/>
    <w:rsid w:val="00BA7C27"/>
    <w:rsid w:val="00BB1464"/>
    <w:rsid w:val="00BB172E"/>
    <w:rsid w:val="00BB1ED8"/>
    <w:rsid w:val="00BB2682"/>
    <w:rsid w:val="00BB2F1E"/>
    <w:rsid w:val="00BB389E"/>
    <w:rsid w:val="00BD140B"/>
    <w:rsid w:val="00BD141C"/>
    <w:rsid w:val="00BD16F9"/>
    <w:rsid w:val="00BD22FB"/>
    <w:rsid w:val="00BD3CDC"/>
    <w:rsid w:val="00BD5777"/>
    <w:rsid w:val="00BD5B80"/>
    <w:rsid w:val="00BD61B1"/>
    <w:rsid w:val="00BD6DBC"/>
    <w:rsid w:val="00BE3D28"/>
    <w:rsid w:val="00BE3EF3"/>
    <w:rsid w:val="00BE41DA"/>
    <w:rsid w:val="00BE4337"/>
    <w:rsid w:val="00BE4A37"/>
    <w:rsid w:val="00BE522C"/>
    <w:rsid w:val="00BE5C17"/>
    <w:rsid w:val="00BE6B4F"/>
    <w:rsid w:val="00BE7C78"/>
    <w:rsid w:val="00BE7D60"/>
    <w:rsid w:val="00BF192C"/>
    <w:rsid w:val="00BF58B5"/>
    <w:rsid w:val="00BF634E"/>
    <w:rsid w:val="00C01377"/>
    <w:rsid w:val="00C01E17"/>
    <w:rsid w:val="00C033CE"/>
    <w:rsid w:val="00C07E5B"/>
    <w:rsid w:val="00C1353E"/>
    <w:rsid w:val="00C20F35"/>
    <w:rsid w:val="00C244DA"/>
    <w:rsid w:val="00C25D08"/>
    <w:rsid w:val="00C341D9"/>
    <w:rsid w:val="00C346E9"/>
    <w:rsid w:val="00C34C8C"/>
    <w:rsid w:val="00C37986"/>
    <w:rsid w:val="00C37C92"/>
    <w:rsid w:val="00C450ED"/>
    <w:rsid w:val="00C45374"/>
    <w:rsid w:val="00C46262"/>
    <w:rsid w:val="00C50E5A"/>
    <w:rsid w:val="00C51225"/>
    <w:rsid w:val="00C51230"/>
    <w:rsid w:val="00C5149E"/>
    <w:rsid w:val="00C53192"/>
    <w:rsid w:val="00C5385C"/>
    <w:rsid w:val="00C53BCC"/>
    <w:rsid w:val="00C54AE8"/>
    <w:rsid w:val="00C562EE"/>
    <w:rsid w:val="00C64D9A"/>
    <w:rsid w:val="00C65432"/>
    <w:rsid w:val="00C65E21"/>
    <w:rsid w:val="00C668FD"/>
    <w:rsid w:val="00C73333"/>
    <w:rsid w:val="00C775EB"/>
    <w:rsid w:val="00C779D4"/>
    <w:rsid w:val="00C804A8"/>
    <w:rsid w:val="00C83861"/>
    <w:rsid w:val="00C9244D"/>
    <w:rsid w:val="00C95EEF"/>
    <w:rsid w:val="00C975A1"/>
    <w:rsid w:val="00C97E97"/>
    <w:rsid w:val="00CA0272"/>
    <w:rsid w:val="00CA13E5"/>
    <w:rsid w:val="00CA1429"/>
    <w:rsid w:val="00CA1AC6"/>
    <w:rsid w:val="00CA24A4"/>
    <w:rsid w:val="00CA5A11"/>
    <w:rsid w:val="00CA5D80"/>
    <w:rsid w:val="00CB2DA0"/>
    <w:rsid w:val="00CC38BF"/>
    <w:rsid w:val="00CC76BA"/>
    <w:rsid w:val="00CD2359"/>
    <w:rsid w:val="00CE14C8"/>
    <w:rsid w:val="00CE1D9C"/>
    <w:rsid w:val="00CE43AC"/>
    <w:rsid w:val="00CE47D4"/>
    <w:rsid w:val="00CE5933"/>
    <w:rsid w:val="00CF085B"/>
    <w:rsid w:val="00CF1FBD"/>
    <w:rsid w:val="00CF48B0"/>
    <w:rsid w:val="00D01B55"/>
    <w:rsid w:val="00D02286"/>
    <w:rsid w:val="00D02DCF"/>
    <w:rsid w:val="00D0480D"/>
    <w:rsid w:val="00D04D47"/>
    <w:rsid w:val="00D0747B"/>
    <w:rsid w:val="00D1061D"/>
    <w:rsid w:val="00D119EC"/>
    <w:rsid w:val="00D11DB4"/>
    <w:rsid w:val="00D17266"/>
    <w:rsid w:val="00D20150"/>
    <w:rsid w:val="00D20A7C"/>
    <w:rsid w:val="00D22831"/>
    <w:rsid w:val="00D22D41"/>
    <w:rsid w:val="00D23281"/>
    <w:rsid w:val="00D26FC5"/>
    <w:rsid w:val="00D310BE"/>
    <w:rsid w:val="00D325A7"/>
    <w:rsid w:val="00D36CCC"/>
    <w:rsid w:val="00D424D6"/>
    <w:rsid w:val="00D43BB3"/>
    <w:rsid w:val="00D44169"/>
    <w:rsid w:val="00D517DB"/>
    <w:rsid w:val="00D5391B"/>
    <w:rsid w:val="00D613AC"/>
    <w:rsid w:val="00D626D9"/>
    <w:rsid w:val="00D7006C"/>
    <w:rsid w:val="00D708DA"/>
    <w:rsid w:val="00D70B9C"/>
    <w:rsid w:val="00D71BEA"/>
    <w:rsid w:val="00D73F9A"/>
    <w:rsid w:val="00D742D7"/>
    <w:rsid w:val="00D755E2"/>
    <w:rsid w:val="00D801E4"/>
    <w:rsid w:val="00D85C56"/>
    <w:rsid w:val="00D876A3"/>
    <w:rsid w:val="00D877B5"/>
    <w:rsid w:val="00D945E5"/>
    <w:rsid w:val="00D94821"/>
    <w:rsid w:val="00D95502"/>
    <w:rsid w:val="00D9635B"/>
    <w:rsid w:val="00D974C1"/>
    <w:rsid w:val="00DA0798"/>
    <w:rsid w:val="00DA2702"/>
    <w:rsid w:val="00DA2C41"/>
    <w:rsid w:val="00DA39EA"/>
    <w:rsid w:val="00DA6ED7"/>
    <w:rsid w:val="00DB087E"/>
    <w:rsid w:val="00DB44E4"/>
    <w:rsid w:val="00DB4C91"/>
    <w:rsid w:val="00DC04E1"/>
    <w:rsid w:val="00DC1B98"/>
    <w:rsid w:val="00DC41AA"/>
    <w:rsid w:val="00DC4D97"/>
    <w:rsid w:val="00DC5827"/>
    <w:rsid w:val="00DC683C"/>
    <w:rsid w:val="00DC7D53"/>
    <w:rsid w:val="00DD0324"/>
    <w:rsid w:val="00DD1DAC"/>
    <w:rsid w:val="00DD39D8"/>
    <w:rsid w:val="00DD65ED"/>
    <w:rsid w:val="00DD68ED"/>
    <w:rsid w:val="00DD7EBE"/>
    <w:rsid w:val="00DE02AB"/>
    <w:rsid w:val="00DE1C55"/>
    <w:rsid w:val="00DE21A8"/>
    <w:rsid w:val="00DE3893"/>
    <w:rsid w:val="00DE5303"/>
    <w:rsid w:val="00DE5E0D"/>
    <w:rsid w:val="00DE71BB"/>
    <w:rsid w:val="00DE7B76"/>
    <w:rsid w:val="00DF261E"/>
    <w:rsid w:val="00DF2A4E"/>
    <w:rsid w:val="00E0746A"/>
    <w:rsid w:val="00E109C6"/>
    <w:rsid w:val="00E1496B"/>
    <w:rsid w:val="00E15645"/>
    <w:rsid w:val="00E165B6"/>
    <w:rsid w:val="00E17FF2"/>
    <w:rsid w:val="00E238B7"/>
    <w:rsid w:val="00E24254"/>
    <w:rsid w:val="00E242C1"/>
    <w:rsid w:val="00E24652"/>
    <w:rsid w:val="00E2638B"/>
    <w:rsid w:val="00E3282A"/>
    <w:rsid w:val="00E345E1"/>
    <w:rsid w:val="00E42106"/>
    <w:rsid w:val="00E445DC"/>
    <w:rsid w:val="00E45103"/>
    <w:rsid w:val="00E47A5F"/>
    <w:rsid w:val="00E55604"/>
    <w:rsid w:val="00E604DB"/>
    <w:rsid w:val="00E6137F"/>
    <w:rsid w:val="00E638B5"/>
    <w:rsid w:val="00E67DB2"/>
    <w:rsid w:val="00E809FD"/>
    <w:rsid w:val="00E85460"/>
    <w:rsid w:val="00E85DBA"/>
    <w:rsid w:val="00E910A6"/>
    <w:rsid w:val="00E9623B"/>
    <w:rsid w:val="00EA088C"/>
    <w:rsid w:val="00EA527E"/>
    <w:rsid w:val="00EB41F9"/>
    <w:rsid w:val="00EB511B"/>
    <w:rsid w:val="00EC2E3F"/>
    <w:rsid w:val="00EC77B6"/>
    <w:rsid w:val="00ED021E"/>
    <w:rsid w:val="00ED1399"/>
    <w:rsid w:val="00ED36A9"/>
    <w:rsid w:val="00ED4610"/>
    <w:rsid w:val="00ED5944"/>
    <w:rsid w:val="00ED5D40"/>
    <w:rsid w:val="00ED6328"/>
    <w:rsid w:val="00ED6AB3"/>
    <w:rsid w:val="00ED6D38"/>
    <w:rsid w:val="00EE033A"/>
    <w:rsid w:val="00EE0F4F"/>
    <w:rsid w:val="00EE3248"/>
    <w:rsid w:val="00EE32F9"/>
    <w:rsid w:val="00EE59D9"/>
    <w:rsid w:val="00EF1ACE"/>
    <w:rsid w:val="00EF2AC1"/>
    <w:rsid w:val="00F0217D"/>
    <w:rsid w:val="00F030D4"/>
    <w:rsid w:val="00F03F0E"/>
    <w:rsid w:val="00F108C9"/>
    <w:rsid w:val="00F11137"/>
    <w:rsid w:val="00F129B3"/>
    <w:rsid w:val="00F12FCF"/>
    <w:rsid w:val="00F137C1"/>
    <w:rsid w:val="00F1398E"/>
    <w:rsid w:val="00F14FE0"/>
    <w:rsid w:val="00F1624F"/>
    <w:rsid w:val="00F1627B"/>
    <w:rsid w:val="00F20ABB"/>
    <w:rsid w:val="00F22E7B"/>
    <w:rsid w:val="00F26DE4"/>
    <w:rsid w:val="00F323BC"/>
    <w:rsid w:val="00F3525F"/>
    <w:rsid w:val="00F36F44"/>
    <w:rsid w:val="00F37435"/>
    <w:rsid w:val="00F4439B"/>
    <w:rsid w:val="00F460AB"/>
    <w:rsid w:val="00F511E1"/>
    <w:rsid w:val="00F51E4C"/>
    <w:rsid w:val="00F53F3D"/>
    <w:rsid w:val="00F5580B"/>
    <w:rsid w:val="00F56BEA"/>
    <w:rsid w:val="00F56D32"/>
    <w:rsid w:val="00F619BA"/>
    <w:rsid w:val="00F633B3"/>
    <w:rsid w:val="00F658DB"/>
    <w:rsid w:val="00F6692D"/>
    <w:rsid w:val="00F700FF"/>
    <w:rsid w:val="00F70ECB"/>
    <w:rsid w:val="00F71D29"/>
    <w:rsid w:val="00F7578C"/>
    <w:rsid w:val="00F75D07"/>
    <w:rsid w:val="00F76A64"/>
    <w:rsid w:val="00F778B9"/>
    <w:rsid w:val="00F83B69"/>
    <w:rsid w:val="00F952C4"/>
    <w:rsid w:val="00F95873"/>
    <w:rsid w:val="00F95D64"/>
    <w:rsid w:val="00F9632C"/>
    <w:rsid w:val="00FA3CCB"/>
    <w:rsid w:val="00FA5E25"/>
    <w:rsid w:val="00FA7D8C"/>
    <w:rsid w:val="00FB05DF"/>
    <w:rsid w:val="00FB0B6A"/>
    <w:rsid w:val="00FB28F9"/>
    <w:rsid w:val="00FB3C14"/>
    <w:rsid w:val="00FC0832"/>
    <w:rsid w:val="00FC1475"/>
    <w:rsid w:val="00FC7E9F"/>
    <w:rsid w:val="00FD19A2"/>
    <w:rsid w:val="00FD7A8E"/>
    <w:rsid w:val="00FE23AA"/>
    <w:rsid w:val="00FE4143"/>
    <w:rsid w:val="00FE6427"/>
    <w:rsid w:val="00FE6DEE"/>
    <w:rsid w:val="00FF07E5"/>
    <w:rsid w:val="00FF0845"/>
    <w:rsid w:val="00FF15FC"/>
    <w:rsid w:val="00FF1E47"/>
    <w:rsid w:val="00FF47AC"/>
    <w:rsid w:val="00FF5FB7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E2036E"/>
  <w15:docId w15:val="{4547A96C-9823-4FD0-A96F-5AFA1809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52AB6"/>
    <w:pPr>
      <w:spacing w:after="200" w:line="276" w:lineRule="auto"/>
    </w:pPr>
    <w:rPr>
      <w:rFonts w:ascii="Calibri" w:hAnsi="Calibri"/>
      <w:sz w:val="22"/>
      <w:szCs w:val="22"/>
      <w:lang w:val="it-IT" w:eastAsia="en-US"/>
    </w:rPr>
  </w:style>
  <w:style w:type="paragraph" w:styleId="Titolo1">
    <w:name w:val="heading 1"/>
    <w:basedOn w:val="Normale"/>
    <w:next w:val="Normale"/>
    <w:qFormat/>
    <w:rsid w:val="00E85DBA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E85DBA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rsid w:val="00E85DBA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rsid w:val="00E85DBA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rsid w:val="00E85DBA"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85DB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85DBA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E85DBA"/>
    <w:rPr>
      <w:color w:val="0000FF"/>
      <w:u w:val="single"/>
    </w:rPr>
  </w:style>
  <w:style w:type="paragraph" w:styleId="Rientrocorpodeltesto">
    <w:name w:val="Body Text Indent"/>
    <w:basedOn w:val="Normale"/>
    <w:rsid w:val="00E85DBA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rsid w:val="00E85DBA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rsid w:val="00E85DBA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sid w:val="00E85DB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E85DBA"/>
    <w:pPr>
      <w:spacing w:after="120"/>
    </w:pPr>
  </w:style>
  <w:style w:type="paragraph" w:customStyle="1" w:styleId="Corpodeltesto21">
    <w:name w:val="Corpo del testo 21"/>
    <w:basedOn w:val="Normale"/>
    <w:rsid w:val="00E85DBA"/>
    <w:pPr>
      <w:jc w:val="both"/>
    </w:pPr>
  </w:style>
  <w:style w:type="character" w:customStyle="1" w:styleId="Collegamentoipertestuale1">
    <w:name w:val="Collegamento ipertestuale1"/>
    <w:rsid w:val="00E85DBA"/>
    <w:rPr>
      <w:color w:val="0000FF"/>
      <w:u w:val="single"/>
    </w:rPr>
  </w:style>
  <w:style w:type="paragraph" w:styleId="Corpodeltesto2">
    <w:name w:val="Body Text 2"/>
    <w:basedOn w:val="Normale"/>
    <w:rsid w:val="00E85DBA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val="it-IT" w:eastAsia="it-IT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rsid w:val="00BA56D8"/>
    <w:rPr>
      <w:rFonts w:ascii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A0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rsid w:val="004A058D"/>
    <w:rPr>
      <w:rFonts w:ascii="Courier New" w:hAnsi="Courier New" w:cs="Courier New"/>
    </w:rPr>
  </w:style>
  <w:style w:type="character" w:customStyle="1" w:styleId="Menzionenonrisolta1">
    <w:name w:val="Menzione non risolta1"/>
    <w:uiPriority w:val="99"/>
    <w:semiHidden/>
    <w:unhideWhenUsed/>
    <w:rsid w:val="00C01E1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374DC4"/>
    <w:rPr>
      <w:rFonts w:ascii="Calibri" w:hAnsi="Calibri"/>
      <w:sz w:val="22"/>
      <w:szCs w:val="22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usp.an@istruzione.it" TargetMode="External"/><Relationship Id="rId1" Type="http://schemas.openxmlformats.org/officeDocument/2006/relationships/hyperlink" Target="mailto:uspan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95873-10F7-43ED-B6C7-76F5C2A7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INTESTATA_16012015_segr.dot</Template>
  <TotalTime>243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402</CharactersWithSpaces>
  <SharedDoc>false</SharedDoc>
  <HLinks>
    <vt:vector size="36" baseType="variant">
      <vt:variant>
        <vt:i4>2359346</vt:i4>
      </vt:variant>
      <vt:variant>
        <vt:i4>6</vt:i4>
      </vt:variant>
      <vt:variant>
        <vt:i4>0</vt:i4>
      </vt:variant>
      <vt:variant>
        <vt:i4>5</vt:i4>
      </vt:variant>
      <vt:variant>
        <vt:lpwstr>https://forms.gle/Nm9D43zUDwpgQVkS9</vt:lpwstr>
      </vt:variant>
      <vt:variant>
        <vt:lpwstr/>
      </vt:variant>
      <vt:variant>
        <vt:i4>1638409</vt:i4>
      </vt:variant>
      <vt:variant>
        <vt:i4>3</vt:i4>
      </vt:variant>
      <vt:variant>
        <vt:i4>0</vt:i4>
      </vt:variant>
      <vt:variant>
        <vt:i4>5</vt:i4>
      </vt:variant>
      <vt:variant>
        <vt:lpwstr>http://www.etvmarche.it/</vt:lpwstr>
      </vt:variant>
      <vt:variant>
        <vt:lpwstr/>
      </vt:variant>
      <vt:variant>
        <vt:i4>6553683</vt:i4>
      </vt:variant>
      <vt:variant>
        <vt:i4>0</vt:i4>
      </vt:variant>
      <vt:variant>
        <vt:i4>0</vt:i4>
      </vt:variant>
      <vt:variant>
        <vt:i4>5</vt:i4>
      </vt:variant>
      <vt:variant>
        <vt:lpwstr>mailto:potenza@confindustriamacerata.it</vt:lpwstr>
      </vt:variant>
      <vt:variant>
        <vt:lpwstr/>
      </vt:variant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7536698</vt:i4>
      </vt:variant>
      <vt:variant>
        <vt:i4>3</vt:i4>
      </vt:variant>
      <vt:variant>
        <vt:i4>0</vt:i4>
      </vt:variant>
      <vt:variant>
        <vt:i4>5</vt:i4>
      </vt:variant>
      <vt:variant>
        <vt:lpwstr>F:\direzione-marche@istruzione.it</vt:lpwstr>
      </vt:variant>
      <vt:variant>
        <vt:lpwstr/>
      </vt:variant>
      <vt:variant>
        <vt:i4>5177371</vt:i4>
      </vt:variant>
      <vt:variant>
        <vt:i4>0</vt:i4>
      </vt:variant>
      <vt:variant>
        <vt:i4>0</vt:i4>
      </vt:variant>
      <vt:variant>
        <vt:i4>5</vt:i4>
      </vt:variant>
      <vt:variant>
        <vt:lpwstr>F:\drma@postacert.istruzione.it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RIGILLO MARGHERITA</dc:creator>
  <cp:lastModifiedBy>RIGILLO MARGHERITA</cp:lastModifiedBy>
  <cp:revision>162</cp:revision>
  <cp:lastPrinted>2025-02-17T07:34:00Z</cp:lastPrinted>
  <dcterms:created xsi:type="dcterms:W3CDTF">2025-02-14T16:26:00Z</dcterms:created>
  <dcterms:modified xsi:type="dcterms:W3CDTF">2025-04-06T20:05:00Z</dcterms:modified>
</cp:coreProperties>
</file>