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margin" w:tblpY="2515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1843"/>
        <w:gridCol w:w="4389"/>
      </w:tblGrid>
      <w:tr w:rsidR="00143DB1" w14:paraId="7D69DD2C" w14:textId="77777777" w:rsidTr="00B66A62">
        <w:tc>
          <w:tcPr>
            <w:tcW w:w="1838" w:type="dxa"/>
          </w:tcPr>
          <w:p w14:paraId="4548CCF3" w14:textId="73AE11CB" w:rsidR="00143DB1" w:rsidRDefault="00143DB1" w:rsidP="00B66A62">
            <w:pPr>
              <w:widowControl w:val="0"/>
              <w:spacing w:after="0" w:line="240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IST. SCOLASTICA</w:t>
            </w:r>
          </w:p>
        </w:tc>
        <w:tc>
          <w:tcPr>
            <w:tcW w:w="7791" w:type="dxa"/>
            <w:gridSpan w:val="3"/>
          </w:tcPr>
          <w:p w14:paraId="2D5028DA" w14:textId="77777777" w:rsidR="00143DB1" w:rsidRDefault="00143DB1" w:rsidP="00B66A62">
            <w:pPr>
              <w:widowControl w:val="0"/>
              <w:spacing w:after="0" w:line="240" w:lineRule="auto"/>
              <w:rPr>
                <w:rFonts w:asciiTheme="minorHAnsi" w:hAnsiTheme="minorHAnsi" w:cstheme="minorBidi"/>
              </w:rPr>
            </w:pPr>
          </w:p>
          <w:p w14:paraId="5062E7F7" w14:textId="522DE220" w:rsidR="007344A0" w:rsidRDefault="007344A0" w:rsidP="00B66A62">
            <w:pPr>
              <w:widowControl w:val="0"/>
              <w:spacing w:after="0" w:line="240" w:lineRule="auto"/>
              <w:rPr>
                <w:rFonts w:asciiTheme="minorHAnsi" w:hAnsiTheme="minorHAnsi" w:cstheme="minorBidi"/>
              </w:rPr>
            </w:pPr>
          </w:p>
        </w:tc>
      </w:tr>
      <w:tr w:rsidR="007344A0" w14:paraId="72F2D6A3" w14:textId="77777777" w:rsidTr="00B66A62">
        <w:tc>
          <w:tcPr>
            <w:tcW w:w="1838" w:type="dxa"/>
          </w:tcPr>
          <w:p w14:paraId="4E195BA3" w14:textId="34262892" w:rsidR="007344A0" w:rsidRDefault="007344A0" w:rsidP="00B66A6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PROVINCIA</w:t>
            </w:r>
          </w:p>
        </w:tc>
        <w:tc>
          <w:tcPr>
            <w:tcW w:w="1559" w:type="dxa"/>
          </w:tcPr>
          <w:p w14:paraId="7284499D" w14:textId="77777777" w:rsidR="007344A0" w:rsidRDefault="007344A0" w:rsidP="00B66A6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  <w:p w14:paraId="3ACCAE59" w14:textId="77777777" w:rsidR="007344A0" w:rsidRDefault="007344A0" w:rsidP="00B66A6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1843" w:type="dxa"/>
          </w:tcPr>
          <w:p w14:paraId="2A28FAD6" w14:textId="6C89FFA9" w:rsidR="007344A0" w:rsidRDefault="007344A0" w:rsidP="00B66A6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INDIRIZZO MAIL</w:t>
            </w:r>
          </w:p>
        </w:tc>
        <w:tc>
          <w:tcPr>
            <w:tcW w:w="4389" w:type="dxa"/>
          </w:tcPr>
          <w:p w14:paraId="018553F7" w14:textId="7F3B89F8" w:rsidR="007344A0" w:rsidRDefault="007344A0" w:rsidP="00B66A6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</w:tr>
    </w:tbl>
    <w:p w14:paraId="79E89E1A" w14:textId="77777777" w:rsidR="007344A0" w:rsidRDefault="007344A0" w:rsidP="00143D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hAnsiTheme="minorHAnsi" w:cstheme="minorBidi"/>
          <w:b/>
          <w:bCs/>
          <w:sz w:val="32"/>
          <w:szCs w:val="32"/>
        </w:rPr>
      </w:pPr>
    </w:p>
    <w:p w14:paraId="12B55604" w14:textId="77777777" w:rsidR="00605246" w:rsidRDefault="00143DB1" w:rsidP="00143D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hAnsiTheme="minorHAnsi" w:cstheme="minorBidi"/>
          <w:b/>
          <w:bCs/>
          <w:sz w:val="32"/>
          <w:szCs w:val="32"/>
        </w:rPr>
      </w:pPr>
      <w:r w:rsidRPr="00143DB1">
        <w:rPr>
          <w:rFonts w:asciiTheme="minorHAnsi" w:hAnsiTheme="minorHAnsi" w:cstheme="minorBidi"/>
          <w:b/>
          <w:bCs/>
          <w:sz w:val="32"/>
          <w:szCs w:val="32"/>
        </w:rPr>
        <w:t xml:space="preserve">Giochi della Gioventù Scuola Primaria </w:t>
      </w:r>
    </w:p>
    <w:p w14:paraId="78BE930F" w14:textId="7751DC9A" w:rsidR="00B66A62" w:rsidRDefault="00143DB1" w:rsidP="00143D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hAnsiTheme="minorHAnsi" w:cstheme="minorBidi"/>
          <w:b/>
          <w:bCs/>
          <w:sz w:val="32"/>
          <w:szCs w:val="32"/>
        </w:rPr>
      </w:pPr>
      <w:r w:rsidRPr="00143DB1">
        <w:rPr>
          <w:rFonts w:asciiTheme="minorHAnsi" w:hAnsiTheme="minorHAnsi" w:cstheme="minorBidi"/>
          <w:b/>
          <w:bCs/>
          <w:sz w:val="32"/>
          <w:szCs w:val="32"/>
        </w:rPr>
        <w:t>3</w:t>
      </w:r>
      <w:r w:rsidR="00B66A62">
        <w:rPr>
          <w:rFonts w:asciiTheme="minorHAnsi" w:hAnsiTheme="minorHAnsi" w:cstheme="minorBidi"/>
          <w:b/>
          <w:bCs/>
          <w:sz w:val="32"/>
          <w:szCs w:val="32"/>
        </w:rPr>
        <w:t xml:space="preserve"> </w:t>
      </w:r>
      <w:proofErr w:type="gramStart"/>
      <w:r w:rsidR="00B66A62">
        <w:rPr>
          <w:rFonts w:asciiTheme="minorHAnsi" w:hAnsiTheme="minorHAnsi" w:cstheme="minorBidi"/>
          <w:b/>
          <w:bCs/>
          <w:sz w:val="32"/>
          <w:szCs w:val="32"/>
        </w:rPr>
        <w:t>Giugno</w:t>
      </w:r>
      <w:proofErr w:type="gramEnd"/>
      <w:r w:rsidR="00B66A62">
        <w:rPr>
          <w:rFonts w:asciiTheme="minorHAnsi" w:hAnsiTheme="minorHAnsi" w:cstheme="minorBidi"/>
          <w:b/>
          <w:bCs/>
          <w:sz w:val="32"/>
          <w:szCs w:val="32"/>
        </w:rPr>
        <w:t xml:space="preserve"> 2024 (Ascoli Piceno-Fermo-Macerata-Pesaro)</w:t>
      </w:r>
    </w:p>
    <w:p w14:paraId="02B83D11" w14:textId="72BFD971" w:rsidR="00D01378" w:rsidRDefault="00143DB1" w:rsidP="00143D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hAnsiTheme="minorHAnsi" w:cstheme="minorBidi"/>
          <w:b/>
          <w:bCs/>
          <w:sz w:val="32"/>
          <w:szCs w:val="32"/>
        </w:rPr>
      </w:pPr>
      <w:r w:rsidRPr="00143DB1">
        <w:rPr>
          <w:rFonts w:asciiTheme="minorHAnsi" w:hAnsiTheme="minorHAnsi" w:cstheme="minorBidi"/>
          <w:b/>
          <w:bCs/>
          <w:sz w:val="32"/>
          <w:szCs w:val="32"/>
        </w:rPr>
        <w:t xml:space="preserve">4 </w:t>
      </w:r>
      <w:proofErr w:type="gramStart"/>
      <w:r w:rsidRPr="00143DB1">
        <w:rPr>
          <w:rFonts w:asciiTheme="minorHAnsi" w:hAnsiTheme="minorHAnsi" w:cstheme="minorBidi"/>
          <w:b/>
          <w:bCs/>
          <w:sz w:val="32"/>
          <w:szCs w:val="32"/>
        </w:rPr>
        <w:t>Giugno</w:t>
      </w:r>
      <w:proofErr w:type="gramEnd"/>
      <w:r w:rsidRPr="00143DB1">
        <w:rPr>
          <w:rFonts w:asciiTheme="minorHAnsi" w:hAnsiTheme="minorHAnsi" w:cstheme="minorBidi"/>
          <w:b/>
          <w:bCs/>
          <w:sz w:val="32"/>
          <w:szCs w:val="32"/>
        </w:rPr>
        <w:t xml:space="preserve"> 2024</w:t>
      </w:r>
      <w:r w:rsidR="00B66A62">
        <w:rPr>
          <w:rFonts w:asciiTheme="minorHAnsi" w:hAnsiTheme="minorHAnsi" w:cstheme="minorBidi"/>
          <w:b/>
          <w:bCs/>
          <w:sz w:val="32"/>
          <w:szCs w:val="32"/>
        </w:rPr>
        <w:t xml:space="preserve"> (Ancona)</w:t>
      </w:r>
    </w:p>
    <w:p w14:paraId="0564301C" w14:textId="77777777" w:rsidR="00B66A62" w:rsidRDefault="00B66A62" w:rsidP="00143D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hAnsiTheme="minorHAnsi" w:cstheme="minorBidi"/>
          <w:b/>
          <w:bCs/>
          <w:sz w:val="32"/>
          <w:szCs w:val="32"/>
        </w:rPr>
      </w:pPr>
    </w:p>
    <w:p w14:paraId="618D6430" w14:textId="77777777" w:rsidR="007344A0" w:rsidRPr="007344A0" w:rsidRDefault="007344A0" w:rsidP="007344A0">
      <w:pPr>
        <w:rPr>
          <w:rFonts w:asciiTheme="minorHAnsi" w:hAnsiTheme="minorHAnsi" w:cstheme="minorBidi"/>
          <w:sz w:val="32"/>
          <w:szCs w:val="32"/>
        </w:rPr>
      </w:pPr>
    </w:p>
    <w:tbl>
      <w:tblPr>
        <w:tblStyle w:val="Grigliatabella"/>
        <w:tblpPr w:leftFromText="141" w:rightFromText="141" w:vertAnchor="text" w:horzAnchor="margin" w:tblpY="2069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1275"/>
        <w:gridCol w:w="1134"/>
        <w:gridCol w:w="3686"/>
        <w:gridCol w:w="845"/>
      </w:tblGrid>
      <w:tr w:rsidR="007344A0" w14:paraId="57E06540" w14:textId="77777777" w:rsidTr="007344A0">
        <w:tc>
          <w:tcPr>
            <w:tcW w:w="9629" w:type="dxa"/>
            <w:gridSpan w:val="6"/>
          </w:tcPr>
          <w:p w14:paraId="7B6E7737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CLASSI PARTECIPANTI</w:t>
            </w:r>
          </w:p>
        </w:tc>
      </w:tr>
      <w:tr w:rsidR="007344A0" w14:paraId="23C7861F" w14:textId="77777777" w:rsidTr="007344A0">
        <w:tc>
          <w:tcPr>
            <w:tcW w:w="988" w:type="dxa"/>
            <w:vAlign w:val="center"/>
          </w:tcPr>
          <w:p w14:paraId="56993438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Classe</w:t>
            </w:r>
          </w:p>
        </w:tc>
        <w:tc>
          <w:tcPr>
            <w:tcW w:w="1701" w:type="dxa"/>
            <w:vAlign w:val="center"/>
          </w:tcPr>
          <w:p w14:paraId="4E753EBB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  <w:p w14:paraId="02F4657A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1275" w:type="dxa"/>
            <w:vAlign w:val="center"/>
          </w:tcPr>
          <w:p w14:paraId="74E5AF1E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n. alunni/e</w:t>
            </w:r>
          </w:p>
        </w:tc>
        <w:tc>
          <w:tcPr>
            <w:tcW w:w="1134" w:type="dxa"/>
            <w:vAlign w:val="center"/>
          </w:tcPr>
          <w:p w14:paraId="2A7BFBC7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</w:p>
        </w:tc>
        <w:tc>
          <w:tcPr>
            <w:tcW w:w="3686" w:type="dxa"/>
            <w:vAlign w:val="center"/>
          </w:tcPr>
          <w:p w14:paraId="7176BEA8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Presenza di alunni/e div. Abili (SI/NO)</w:t>
            </w:r>
          </w:p>
        </w:tc>
        <w:tc>
          <w:tcPr>
            <w:tcW w:w="845" w:type="dxa"/>
            <w:vAlign w:val="center"/>
          </w:tcPr>
          <w:p w14:paraId="737D2A2A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</w:tr>
      <w:tr w:rsidR="007344A0" w14:paraId="3D6C0072" w14:textId="77777777" w:rsidTr="007344A0">
        <w:tc>
          <w:tcPr>
            <w:tcW w:w="988" w:type="dxa"/>
            <w:vAlign w:val="center"/>
          </w:tcPr>
          <w:p w14:paraId="3871064A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Classe</w:t>
            </w:r>
          </w:p>
        </w:tc>
        <w:tc>
          <w:tcPr>
            <w:tcW w:w="1701" w:type="dxa"/>
            <w:vAlign w:val="center"/>
          </w:tcPr>
          <w:p w14:paraId="630B131B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  <w:p w14:paraId="3AE8E4ED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1275" w:type="dxa"/>
            <w:vAlign w:val="center"/>
          </w:tcPr>
          <w:p w14:paraId="13A32414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n. alunni/e</w:t>
            </w:r>
          </w:p>
        </w:tc>
        <w:tc>
          <w:tcPr>
            <w:tcW w:w="1134" w:type="dxa"/>
            <w:vAlign w:val="center"/>
          </w:tcPr>
          <w:p w14:paraId="74ABCDC8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</w:p>
        </w:tc>
        <w:tc>
          <w:tcPr>
            <w:tcW w:w="3686" w:type="dxa"/>
            <w:vAlign w:val="center"/>
          </w:tcPr>
          <w:p w14:paraId="7E026C89" w14:textId="77777777" w:rsidR="007344A0" w:rsidRDefault="007344A0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Presenza di alunni/e div. Abili (SI/NO)</w:t>
            </w:r>
          </w:p>
        </w:tc>
        <w:tc>
          <w:tcPr>
            <w:tcW w:w="845" w:type="dxa"/>
            <w:vAlign w:val="center"/>
          </w:tcPr>
          <w:p w14:paraId="3E0ABFC7" w14:textId="77777777" w:rsidR="007344A0" w:rsidRDefault="007344A0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</w:tr>
      <w:tr w:rsidR="00E32DDC" w14:paraId="187F7EFE" w14:textId="77777777" w:rsidTr="007B6CEA">
        <w:tc>
          <w:tcPr>
            <w:tcW w:w="5098" w:type="dxa"/>
            <w:gridSpan w:val="4"/>
            <w:vAlign w:val="center"/>
          </w:tcPr>
          <w:p w14:paraId="1079F499" w14:textId="7B3BCD8B" w:rsidR="00E32DDC" w:rsidRDefault="00E32DDC" w:rsidP="007344A0">
            <w:pPr>
              <w:widowControl w:val="0"/>
              <w:spacing w:after="0" w:line="240" w:lineRule="auto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Se sono presenti alunni/e celiaci, indicare il numero:</w:t>
            </w:r>
          </w:p>
        </w:tc>
        <w:tc>
          <w:tcPr>
            <w:tcW w:w="4531" w:type="dxa"/>
            <w:gridSpan w:val="2"/>
            <w:vAlign w:val="center"/>
          </w:tcPr>
          <w:p w14:paraId="48A26167" w14:textId="77777777" w:rsidR="00E32DDC" w:rsidRDefault="00E32DDC" w:rsidP="007344A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</w:tr>
    </w:tbl>
    <w:p w14:paraId="06F4DDA0" w14:textId="77777777" w:rsidR="007344A0" w:rsidRDefault="007344A0" w:rsidP="007344A0">
      <w:pPr>
        <w:rPr>
          <w:rFonts w:asciiTheme="minorHAnsi" w:hAnsiTheme="minorHAnsi" w:cstheme="minorBidi"/>
          <w:sz w:val="32"/>
          <w:szCs w:val="32"/>
        </w:rPr>
      </w:pPr>
    </w:p>
    <w:p w14:paraId="5371B08A" w14:textId="77777777" w:rsidR="007344A0" w:rsidRDefault="007344A0" w:rsidP="007344A0">
      <w:pPr>
        <w:rPr>
          <w:rFonts w:asciiTheme="minorHAnsi" w:hAnsiTheme="minorHAnsi" w:cstheme="minorBidi"/>
          <w:sz w:val="32"/>
          <w:szCs w:val="32"/>
        </w:rPr>
      </w:pPr>
    </w:p>
    <w:p w14:paraId="36D09846" w14:textId="77777777" w:rsidR="007344A0" w:rsidRDefault="007344A0" w:rsidP="007344A0">
      <w:pPr>
        <w:rPr>
          <w:rFonts w:asciiTheme="minorHAnsi" w:hAnsiTheme="minorHAnsi" w:cstheme="minorBidi"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4105"/>
      </w:tblGrid>
      <w:tr w:rsidR="0053553B" w:rsidRPr="007344A0" w14:paraId="52A7CCA9" w14:textId="77777777" w:rsidTr="007344A0">
        <w:tc>
          <w:tcPr>
            <w:tcW w:w="9629" w:type="dxa"/>
            <w:gridSpan w:val="2"/>
          </w:tcPr>
          <w:p w14:paraId="3D49C8C4" w14:textId="395AF26C" w:rsidR="0053553B" w:rsidRPr="007344A0" w:rsidRDefault="0053553B" w:rsidP="007344A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TRASPORTO</w:t>
            </w:r>
          </w:p>
        </w:tc>
      </w:tr>
      <w:tr w:rsidR="003A34B4" w:rsidRPr="007344A0" w14:paraId="5752E69A" w14:textId="77777777" w:rsidTr="003A34B4">
        <w:tc>
          <w:tcPr>
            <w:tcW w:w="5524" w:type="dxa"/>
          </w:tcPr>
          <w:p w14:paraId="2A2B914D" w14:textId="26FB19A4" w:rsidR="003A34B4" w:rsidRPr="007344A0" w:rsidRDefault="003A34B4" w:rsidP="0000319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Numero totale partecipanti (docenti inclusi)</w:t>
            </w:r>
          </w:p>
        </w:tc>
        <w:tc>
          <w:tcPr>
            <w:tcW w:w="4105" w:type="dxa"/>
          </w:tcPr>
          <w:p w14:paraId="3A2923E5" w14:textId="3F909EDE" w:rsidR="003A34B4" w:rsidRPr="007344A0" w:rsidRDefault="003A34B4" w:rsidP="007344A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3191" w:rsidRPr="007344A0" w14:paraId="6E3ADDAE" w14:textId="77777777" w:rsidTr="00003191">
        <w:tc>
          <w:tcPr>
            <w:tcW w:w="5524" w:type="dxa"/>
          </w:tcPr>
          <w:p w14:paraId="76C2EFB4" w14:textId="68D5B9F7" w:rsidR="00003191" w:rsidRDefault="00003191" w:rsidP="00003191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44A0">
              <w:rPr>
                <w:rFonts w:asciiTheme="minorHAnsi" w:hAnsiTheme="minorHAnsi" w:cstheme="minorHAnsi"/>
                <w:sz w:val="24"/>
                <w:szCs w:val="24"/>
              </w:rPr>
              <w:t>Indirizzo preciso del punto di prelievo per il trasporto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(tenere presente la possibilità di parcheggio per l’autobus)</w:t>
            </w:r>
          </w:p>
        </w:tc>
        <w:tc>
          <w:tcPr>
            <w:tcW w:w="4105" w:type="dxa"/>
          </w:tcPr>
          <w:p w14:paraId="20E78DE2" w14:textId="065B4717" w:rsidR="00003191" w:rsidRPr="007344A0" w:rsidRDefault="00003191" w:rsidP="0000319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86B8EA4" w14:textId="5809105B" w:rsidR="007344A0" w:rsidRDefault="007344A0" w:rsidP="007344A0">
      <w:pPr>
        <w:tabs>
          <w:tab w:val="left" w:pos="2445"/>
        </w:tabs>
        <w:rPr>
          <w:rFonts w:asciiTheme="minorHAnsi" w:hAnsiTheme="minorHAnsi" w:cstheme="minorBidi"/>
          <w:sz w:val="32"/>
          <w:szCs w:val="32"/>
        </w:rPr>
      </w:pPr>
      <w:r>
        <w:rPr>
          <w:rFonts w:asciiTheme="minorHAnsi" w:hAnsiTheme="minorHAnsi" w:cstheme="minorBidi"/>
          <w:sz w:val="32"/>
          <w:szCs w:val="32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44A0" w:rsidRPr="007344A0" w14:paraId="5F277554" w14:textId="77777777" w:rsidTr="00E84811">
        <w:tc>
          <w:tcPr>
            <w:tcW w:w="9629" w:type="dxa"/>
          </w:tcPr>
          <w:p w14:paraId="750B76A1" w14:textId="190EBE56" w:rsidR="007344A0" w:rsidRDefault="007344A0" w:rsidP="007344A0">
            <w:pPr>
              <w:tabs>
                <w:tab w:val="left" w:pos="2445"/>
              </w:tabs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Indirizzo mail e telefono cellulare del /dei docenti referenti</w:t>
            </w:r>
          </w:p>
          <w:p w14:paraId="5DBE7DDC" w14:textId="77777777" w:rsidR="007344A0" w:rsidRDefault="007344A0" w:rsidP="007344A0">
            <w:pPr>
              <w:tabs>
                <w:tab w:val="left" w:pos="2445"/>
              </w:tabs>
              <w:jc w:val="center"/>
              <w:rPr>
                <w:rFonts w:asciiTheme="minorHAnsi" w:hAnsiTheme="minorHAnsi" w:cstheme="minorBidi"/>
              </w:rPr>
            </w:pPr>
          </w:p>
          <w:p w14:paraId="6E521CCA" w14:textId="6902B68E" w:rsidR="007344A0" w:rsidRPr="007344A0" w:rsidRDefault="007344A0" w:rsidP="007344A0">
            <w:pPr>
              <w:tabs>
                <w:tab w:val="left" w:pos="2445"/>
              </w:tabs>
              <w:jc w:val="center"/>
              <w:rPr>
                <w:rFonts w:asciiTheme="minorHAnsi" w:hAnsiTheme="minorHAnsi" w:cstheme="minorBidi"/>
              </w:rPr>
            </w:pPr>
          </w:p>
        </w:tc>
      </w:tr>
    </w:tbl>
    <w:p w14:paraId="269BF1C2" w14:textId="77777777" w:rsidR="007344A0" w:rsidRDefault="007344A0" w:rsidP="007344A0">
      <w:pPr>
        <w:tabs>
          <w:tab w:val="left" w:pos="2445"/>
        </w:tabs>
        <w:rPr>
          <w:rFonts w:asciiTheme="minorHAnsi" w:hAnsiTheme="minorHAnsi" w:cstheme="minorBidi"/>
          <w:sz w:val="32"/>
          <w:szCs w:val="32"/>
        </w:rPr>
      </w:pPr>
    </w:p>
    <w:p w14:paraId="7172F4D5" w14:textId="3CC89B01" w:rsidR="007344A0" w:rsidRPr="007344A0" w:rsidRDefault="007344A0" w:rsidP="007344A0">
      <w:pPr>
        <w:jc w:val="righ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Firma del Dirigente Scolastico</w:t>
      </w:r>
    </w:p>
    <w:sectPr w:rsidR="007344A0" w:rsidRPr="007344A0" w:rsidSect="00732ED2">
      <w:headerReference w:type="default" r:id="rId11"/>
      <w:footerReference w:type="default" r:id="rId12"/>
      <w:pgSz w:w="11907" w:h="16840"/>
      <w:pgMar w:top="3011" w:right="1134" w:bottom="426" w:left="1134" w:header="5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A7601" w14:textId="77777777" w:rsidR="00452751" w:rsidRDefault="00452751">
      <w:r>
        <w:separator/>
      </w:r>
    </w:p>
  </w:endnote>
  <w:endnote w:type="continuationSeparator" w:id="0">
    <w:p w14:paraId="7BB8B4AB" w14:textId="77777777" w:rsidR="00452751" w:rsidRDefault="00452751">
      <w:r>
        <w:continuationSeparator/>
      </w:r>
    </w:p>
  </w:endnote>
  <w:endnote w:type="continuationNotice" w:id="1">
    <w:p w14:paraId="7E4F728D" w14:textId="77777777" w:rsidR="00452751" w:rsidRDefault="00452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10C01" w14:textId="77430F4C" w:rsidR="004B2422" w:rsidRPr="00910558" w:rsidRDefault="004B2422" w:rsidP="00910558">
    <w:pPr>
      <w:jc w:val="center"/>
      <w:rPr>
        <w:rFonts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85313" w14:textId="77777777" w:rsidR="00452751" w:rsidRDefault="00452751">
      <w:r>
        <w:separator/>
      </w:r>
    </w:p>
  </w:footnote>
  <w:footnote w:type="continuationSeparator" w:id="0">
    <w:p w14:paraId="18AB99E5" w14:textId="77777777" w:rsidR="00452751" w:rsidRDefault="00452751">
      <w:r>
        <w:continuationSeparator/>
      </w:r>
    </w:p>
  </w:footnote>
  <w:footnote w:type="continuationNotice" w:id="1">
    <w:p w14:paraId="2D65F111" w14:textId="77777777" w:rsidR="00452751" w:rsidRDefault="00452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DB55" w14:textId="51F13E49" w:rsidR="00620DAC" w:rsidRDefault="00EA5179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4B7C54D8">
          <wp:simplePos x="0" y="0"/>
          <wp:positionH relativeFrom="column">
            <wp:posOffset>2717514</wp:posOffset>
          </wp:positionH>
          <wp:positionV relativeFrom="paragraph">
            <wp:posOffset>71628</wp:posOffset>
          </wp:positionV>
          <wp:extent cx="495237" cy="561594"/>
          <wp:effectExtent l="0" t="0" r="63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237" cy="5615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0DAC">
      <w:rPr>
        <w:rFonts w:ascii="Monotype Corsiva" w:hAnsi="Monotype Corsiva" w:cs="Tahoma"/>
        <w:i/>
        <w:sz w:val="76"/>
        <w:szCs w:val="76"/>
      </w:rPr>
      <w:tab/>
    </w:r>
    <w:r w:rsidR="00620DAC">
      <w:rPr>
        <w:rFonts w:ascii="Monotype Corsiva" w:hAnsi="Monotype Corsiva" w:cs="Tahoma"/>
        <w:i/>
        <w:sz w:val="76"/>
        <w:szCs w:val="76"/>
      </w:rPr>
      <w:tab/>
    </w:r>
  </w:p>
  <w:p w14:paraId="4634C2BB" w14:textId="6A4CDC28" w:rsidR="00620DAC" w:rsidRPr="003D293D" w:rsidRDefault="00620DAC" w:rsidP="008B354A">
    <w:pPr>
      <w:spacing w:after="0" w:line="240" w:lineRule="auto"/>
      <w:ind w:left="-426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</w:t>
    </w:r>
    <w:r w:rsidR="008B354A">
      <w:rPr>
        <w:rFonts w:ascii="Monotype Corsiva" w:hAnsi="Monotype Corsiva" w:cs="Tahoma"/>
        <w:i/>
        <w:sz w:val="76"/>
        <w:szCs w:val="76"/>
      </w:rPr>
      <w:t>i</w:t>
    </w:r>
    <w:r w:rsidRPr="003D293D">
      <w:rPr>
        <w:rFonts w:ascii="Monotype Corsiva" w:hAnsi="Monotype Corsiva" w:cs="Tahoma"/>
        <w:i/>
        <w:sz w:val="76"/>
        <w:szCs w:val="76"/>
      </w:rPr>
      <w:t>struzione</w:t>
    </w:r>
    <w:r w:rsidR="008B354A">
      <w:rPr>
        <w:rFonts w:ascii="Monotype Corsiva" w:hAnsi="Monotype Corsiva" w:cs="Tahoma"/>
        <w:i/>
        <w:sz w:val="76"/>
        <w:szCs w:val="76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2072C0D2" w14:textId="05EC232D" w:rsidR="00A67A40" w:rsidRDefault="00620DAC" w:rsidP="00A96494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9EC66F7"/>
    <w:multiLevelType w:val="hybridMultilevel"/>
    <w:tmpl w:val="B3044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28B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8633AA9"/>
    <w:multiLevelType w:val="hybridMultilevel"/>
    <w:tmpl w:val="31A4A5AA"/>
    <w:lvl w:ilvl="0" w:tplc="0410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4752E4"/>
    <w:multiLevelType w:val="hybridMultilevel"/>
    <w:tmpl w:val="273EDFE4"/>
    <w:lvl w:ilvl="0" w:tplc="749E6982">
      <w:start w:val="33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1378"/>
    <w:multiLevelType w:val="hybridMultilevel"/>
    <w:tmpl w:val="FC62C63A"/>
    <w:lvl w:ilvl="0" w:tplc="5BF66B8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BA805E3"/>
    <w:multiLevelType w:val="hybridMultilevel"/>
    <w:tmpl w:val="2A383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E6CAD"/>
    <w:multiLevelType w:val="hybridMultilevel"/>
    <w:tmpl w:val="E8DE0A2A"/>
    <w:lvl w:ilvl="0" w:tplc="E4A4EB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90DFC"/>
    <w:multiLevelType w:val="hybridMultilevel"/>
    <w:tmpl w:val="928EEEFE"/>
    <w:lvl w:ilvl="0" w:tplc="0E4829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47446"/>
    <w:multiLevelType w:val="hybridMultilevel"/>
    <w:tmpl w:val="A54497A2"/>
    <w:lvl w:ilvl="0" w:tplc="11F89A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450B8"/>
    <w:multiLevelType w:val="hybridMultilevel"/>
    <w:tmpl w:val="E45668CE"/>
    <w:lvl w:ilvl="0" w:tplc="239EA734">
      <w:numFmt w:val="bullet"/>
      <w:lvlText w:val="-"/>
      <w:lvlJc w:val="left"/>
      <w:pPr>
        <w:ind w:left="15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96F1AAE"/>
    <w:multiLevelType w:val="hybridMultilevel"/>
    <w:tmpl w:val="8612EB4C"/>
    <w:lvl w:ilvl="0" w:tplc="E4A4EB4C">
      <w:numFmt w:val="bullet"/>
      <w:lvlText w:val="-"/>
      <w:lvlJc w:val="left"/>
      <w:pPr>
        <w:ind w:left="4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417B2"/>
    <w:multiLevelType w:val="hybridMultilevel"/>
    <w:tmpl w:val="FCBAF7B4"/>
    <w:lvl w:ilvl="0" w:tplc="E4A4EB4C">
      <w:numFmt w:val="bullet"/>
      <w:lvlText w:val="-"/>
      <w:lvlJc w:val="left"/>
      <w:pPr>
        <w:ind w:left="4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</w:abstractNum>
  <w:abstractNum w:abstractNumId="21" w15:restartNumberingAfterBreak="0">
    <w:nsid w:val="447C7C19"/>
    <w:multiLevelType w:val="hybridMultilevel"/>
    <w:tmpl w:val="F2C2C2BA"/>
    <w:lvl w:ilvl="0" w:tplc="0212DA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C7C51"/>
    <w:multiLevelType w:val="hybridMultilevel"/>
    <w:tmpl w:val="1D605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CB26F86E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E5C38"/>
    <w:multiLevelType w:val="hybridMultilevel"/>
    <w:tmpl w:val="32903C16"/>
    <w:lvl w:ilvl="0" w:tplc="214CD9A6">
      <w:numFmt w:val="bullet"/>
      <w:lvlText w:val="-"/>
      <w:lvlJc w:val="left"/>
      <w:pPr>
        <w:ind w:left="367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5" w15:restartNumberingAfterBreak="0">
    <w:nsid w:val="53791A90"/>
    <w:multiLevelType w:val="hybridMultilevel"/>
    <w:tmpl w:val="98A46F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D07DF"/>
    <w:multiLevelType w:val="hybridMultilevel"/>
    <w:tmpl w:val="7C1E0B1A"/>
    <w:lvl w:ilvl="0" w:tplc="B282D19A">
      <w:numFmt w:val="bullet"/>
      <w:lvlText w:val="-"/>
      <w:lvlJc w:val="left"/>
      <w:pPr>
        <w:ind w:left="35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7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63B90EB0"/>
    <w:multiLevelType w:val="multilevel"/>
    <w:tmpl w:val="63205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5A74EF"/>
    <w:multiLevelType w:val="hybridMultilevel"/>
    <w:tmpl w:val="83B658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B1761"/>
    <w:multiLevelType w:val="hybridMultilevel"/>
    <w:tmpl w:val="E814E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B1629"/>
    <w:multiLevelType w:val="hybridMultilevel"/>
    <w:tmpl w:val="B1C6AFB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C930623"/>
    <w:multiLevelType w:val="hybridMultilevel"/>
    <w:tmpl w:val="3334C970"/>
    <w:lvl w:ilvl="0" w:tplc="4816F1A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82C9A"/>
    <w:multiLevelType w:val="hybridMultilevel"/>
    <w:tmpl w:val="C8C8224A"/>
    <w:lvl w:ilvl="0" w:tplc="B52E1B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D4CE4"/>
    <w:multiLevelType w:val="hybridMultilevel"/>
    <w:tmpl w:val="6A1AB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40067"/>
    <w:multiLevelType w:val="hybridMultilevel"/>
    <w:tmpl w:val="B3880BC6"/>
    <w:lvl w:ilvl="0" w:tplc="E4A4EB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175FF"/>
    <w:multiLevelType w:val="hybridMultilevel"/>
    <w:tmpl w:val="54220C04"/>
    <w:lvl w:ilvl="0" w:tplc="E410F8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E69B7"/>
    <w:multiLevelType w:val="hybridMultilevel"/>
    <w:tmpl w:val="CF4063C8"/>
    <w:lvl w:ilvl="0" w:tplc="932441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665F6"/>
    <w:multiLevelType w:val="hybridMultilevel"/>
    <w:tmpl w:val="DC624484"/>
    <w:lvl w:ilvl="0" w:tplc="5D306CF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7FCD22B7"/>
    <w:multiLevelType w:val="hybridMultilevel"/>
    <w:tmpl w:val="1CC65C28"/>
    <w:lvl w:ilvl="0" w:tplc="5A000C16">
      <w:start w:val="14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74252299">
    <w:abstractNumId w:val="35"/>
  </w:num>
  <w:num w:numId="2" w16cid:durableId="714893756">
    <w:abstractNumId w:val="10"/>
  </w:num>
  <w:num w:numId="3" w16cid:durableId="94599395">
    <w:abstractNumId w:val="5"/>
  </w:num>
  <w:num w:numId="4" w16cid:durableId="1445227231">
    <w:abstractNumId w:val="29"/>
  </w:num>
  <w:num w:numId="5" w16cid:durableId="888568412">
    <w:abstractNumId w:val="32"/>
  </w:num>
  <w:num w:numId="6" w16cid:durableId="969361013">
    <w:abstractNumId w:val="4"/>
  </w:num>
  <w:num w:numId="7" w16cid:durableId="941189124">
    <w:abstractNumId w:val="0"/>
  </w:num>
  <w:num w:numId="8" w16cid:durableId="150609481">
    <w:abstractNumId w:val="28"/>
  </w:num>
  <w:num w:numId="9" w16cid:durableId="1806697148">
    <w:abstractNumId w:val="13"/>
  </w:num>
  <w:num w:numId="10" w16cid:durableId="233049222">
    <w:abstractNumId w:val="46"/>
  </w:num>
  <w:num w:numId="11" w16cid:durableId="260144887">
    <w:abstractNumId w:val="42"/>
  </w:num>
  <w:num w:numId="12" w16cid:durableId="222064390">
    <w:abstractNumId w:val="3"/>
  </w:num>
  <w:num w:numId="13" w16cid:durableId="889264587">
    <w:abstractNumId w:val="11"/>
  </w:num>
  <w:num w:numId="14" w16cid:durableId="1200817647">
    <w:abstractNumId w:val="31"/>
  </w:num>
  <w:num w:numId="15" w16cid:durableId="2120560141">
    <w:abstractNumId w:val="7"/>
  </w:num>
  <w:num w:numId="16" w16cid:durableId="1704093915">
    <w:abstractNumId w:val="9"/>
  </w:num>
  <w:num w:numId="17" w16cid:durableId="639381318">
    <w:abstractNumId w:val="30"/>
  </w:num>
  <w:num w:numId="18" w16cid:durableId="2066560091">
    <w:abstractNumId w:val="1"/>
  </w:num>
  <w:num w:numId="19" w16cid:durableId="523790479">
    <w:abstractNumId w:val="44"/>
  </w:num>
  <w:num w:numId="20" w16cid:durableId="1188102188">
    <w:abstractNumId w:val="2"/>
  </w:num>
  <w:num w:numId="21" w16cid:durableId="813133702">
    <w:abstractNumId w:val="22"/>
  </w:num>
  <w:num w:numId="22" w16cid:durableId="68695033">
    <w:abstractNumId w:val="37"/>
  </w:num>
  <w:num w:numId="23" w16cid:durableId="726417830">
    <w:abstractNumId w:val="14"/>
  </w:num>
  <w:num w:numId="24" w16cid:durableId="1802528209">
    <w:abstractNumId w:val="39"/>
  </w:num>
  <w:num w:numId="25" w16cid:durableId="626813690">
    <w:abstractNumId w:val="36"/>
  </w:num>
  <w:num w:numId="26" w16cid:durableId="1935748977">
    <w:abstractNumId w:val="18"/>
  </w:num>
  <w:num w:numId="27" w16cid:durableId="723910677">
    <w:abstractNumId w:val="26"/>
  </w:num>
  <w:num w:numId="28" w16cid:durableId="316687588">
    <w:abstractNumId w:val="8"/>
  </w:num>
  <w:num w:numId="29" w16cid:durableId="1155340560">
    <w:abstractNumId w:val="23"/>
  </w:num>
  <w:num w:numId="30" w16cid:durableId="238296435">
    <w:abstractNumId w:val="21"/>
  </w:num>
  <w:num w:numId="31" w16cid:durableId="666249496">
    <w:abstractNumId w:val="12"/>
  </w:num>
  <w:num w:numId="32" w16cid:durableId="1722706241">
    <w:abstractNumId w:val="47"/>
  </w:num>
  <w:num w:numId="33" w16cid:durableId="576206985">
    <w:abstractNumId w:val="6"/>
  </w:num>
  <w:num w:numId="34" w16cid:durableId="335959260">
    <w:abstractNumId w:val="27"/>
  </w:num>
  <w:num w:numId="35" w16cid:durableId="1440638251">
    <w:abstractNumId w:val="45"/>
  </w:num>
  <w:num w:numId="36" w16cid:durableId="2142455248">
    <w:abstractNumId w:val="17"/>
  </w:num>
  <w:num w:numId="37" w16cid:durableId="840315709">
    <w:abstractNumId w:val="43"/>
  </w:num>
  <w:num w:numId="38" w16cid:durableId="1957373746">
    <w:abstractNumId w:val="20"/>
  </w:num>
  <w:num w:numId="39" w16cid:durableId="2011326622">
    <w:abstractNumId w:val="19"/>
  </w:num>
  <w:num w:numId="40" w16cid:durableId="716663125">
    <w:abstractNumId w:val="15"/>
  </w:num>
  <w:num w:numId="41" w16cid:durableId="1871215950">
    <w:abstractNumId w:val="41"/>
  </w:num>
  <w:num w:numId="42" w16cid:durableId="2124155991">
    <w:abstractNumId w:val="38"/>
  </w:num>
  <w:num w:numId="43" w16cid:durableId="1245722518">
    <w:abstractNumId w:val="33"/>
  </w:num>
  <w:num w:numId="44" w16cid:durableId="789275243">
    <w:abstractNumId w:val="34"/>
  </w:num>
  <w:num w:numId="45" w16cid:durableId="575284476">
    <w:abstractNumId w:val="16"/>
  </w:num>
  <w:num w:numId="46" w16cid:durableId="1518302347">
    <w:abstractNumId w:val="25"/>
  </w:num>
  <w:num w:numId="47" w16cid:durableId="910625765">
    <w:abstractNumId w:val="40"/>
  </w:num>
  <w:num w:numId="48" w16cid:durableId="100246798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1B09"/>
    <w:rsid w:val="000026D0"/>
    <w:rsid w:val="00002790"/>
    <w:rsid w:val="00002C9F"/>
    <w:rsid w:val="00003191"/>
    <w:rsid w:val="0000367C"/>
    <w:rsid w:val="000039DB"/>
    <w:rsid w:val="000042E5"/>
    <w:rsid w:val="00004B61"/>
    <w:rsid w:val="00004F45"/>
    <w:rsid w:val="000054EF"/>
    <w:rsid w:val="000054FB"/>
    <w:rsid w:val="00005E32"/>
    <w:rsid w:val="00007F5E"/>
    <w:rsid w:val="00010930"/>
    <w:rsid w:val="0001202F"/>
    <w:rsid w:val="000129DE"/>
    <w:rsid w:val="00012C8E"/>
    <w:rsid w:val="00012E6F"/>
    <w:rsid w:val="000131C9"/>
    <w:rsid w:val="000147FC"/>
    <w:rsid w:val="00015687"/>
    <w:rsid w:val="000157E5"/>
    <w:rsid w:val="00016843"/>
    <w:rsid w:val="0002047F"/>
    <w:rsid w:val="00021EAB"/>
    <w:rsid w:val="00023442"/>
    <w:rsid w:val="00023958"/>
    <w:rsid w:val="00023DAD"/>
    <w:rsid w:val="0002400E"/>
    <w:rsid w:val="000251BC"/>
    <w:rsid w:val="00026241"/>
    <w:rsid w:val="00026285"/>
    <w:rsid w:val="000262E5"/>
    <w:rsid w:val="00026641"/>
    <w:rsid w:val="00027CBB"/>
    <w:rsid w:val="00027D22"/>
    <w:rsid w:val="00030134"/>
    <w:rsid w:val="000309E6"/>
    <w:rsid w:val="00031196"/>
    <w:rsid w:val="00032B2F"/>
    <w:rsid w:val="00032F71"/>
    <w:rsid w:val="00032FA0"/>
    <w:rsid w:val="0003377D"/>
    <w:rsid w:val="00033F51"/>
    <w:rsid w:val="000344CA"/>
    <w:rsid w:val="000360BC"/>
    <w:rsid w:val="000362E6"/>
    <w:rsid w:val="00036B90"/>
    <w:rsid w:val="00036C15"/>
    <w:rsid w:val="00040334"/>
    <w:rsid w:val="0004034C"/>
    <w:rsid w:val="00040CA5"/>
    <w:rsid w:val="000413EE"/>
    <w:rsid w:val="00042FA4"/>
    <w:rsid w:val="000437AE"/>
    <w:rsid w:val="00043AD7"/>
    <w:rsid w:val="00043B5F"/>
    <w:rsid w:val="000464BF"/>
    <w:rsid w:val="00047A39"/>
    <w:rsid w:val="00051211"/>
    <w:rsid w:val="0005292F"/>
    <w:rsid w:val="00052BDA"/>
    <w:rsid w:val="00052F0E"/>
    <w:rsid w:val="00054D83"/>
    <w:rsid w:val="00055E5D"/>
    <w:rsid w:val="00056052"/>
    <w:rsid w:val="0005648E"/>
    <w:rsid w:val="00056AA0"/>
    <w:rsid w:val="00057212"/>
    <w:rsid w:val="0006305A"/>
    <w:rsid w:val="0006306C"/>
    <w:rsid w:val="00063E50"/>
    <w:rsid w:val="00064A74"/>
    <w:rsid w:val="000657AE"/>
    <w:rsid w:val="00066802"/>
    <w:rsid w:val="00066B9F"/>
    <w:rsid w:val="00067128"/>
    <w:rsid w:val="000679BA"/>
    <w:rsid w:val="00070A08"/>
    <w:rsid w:val="000717F2"/>
    <w:rsid w:val="00071ED6"/>
    <w:rsid w:val="00073B76"/>
    <w:rsid w:val="00075251"/>
    <w:rsid w:val="00075504"/>
    <w:rsid w:val="00075AFA"/>
    <w:rsid w:val="00077FA7"/>
    <w:rsid w:val="000801AF"/>
    <w:rsid w:val="000819C6"/>
    <w:rsid w:val="00082480"/>
    <w:rsid w:val="00083B31"/>
    <w:rsid w:val="00083E4F"/>
    <w:rsid w:val="00085529"/>
    <w:rsid w:val="0008666C"/>
    <w:rsid w:val="00086B7D"/>
    <w:rsid w:val="0008781A"/>
    <w:rsid w:val="00090B73"/>
    <w:rsid w:val="00093BBF"/>
    <w:rsid w:val="00093C3D"/>
    <w:rsid w:val="000948FE"/>
    <w:rsid w:val="00096311"/>
    <w:rsid w:val="00097766"/>
    <w:rsid w:val="000A091B"/>
    <w:rsid w:val="000A0F0D"/>
    <w:rsid w:val="000A170F"/>
    <w:rsid w:val="000A17D7"/>
    <w:rsid w:val="000A1D72"/>
    <w:rsid w:val="000A34FD"/>
    <w:rsid w:val="000A4C83"/>
    <w:rsid w:val="000A4DC9"/>
    <w:rsid w:val="000A4E86"/>
    <w:rsid w:val="000A5621"/>
    <w:rsid w:val="000A5D58"/>
    <w:rsid w:val="000A628B"/>
    <w:rsid w:val="000A7947"/>
    <w:rsid w:val="000A7A08"/>
    <w:rsid w:val="000A7FDE"/>
    <w:rsid w:val="000B108E"/>
    <w:rsid w:val="000B168A"/>
    <w:rsid w:val="000B1E2E"/>
    <w:rsid w:val="000B2163"/>
    <w:rsid w:val="000B2527"/>
    <w:rsid w:val="000B25AC"/>
    <w:rsid w:val="000B329E"/>
    <w:rsid w:val="000B35B7"/>
    <w:rsid w:val="000B394D"/>
    <w:rsid w:val="000B47DF"/>
    <w:rsid w:val="000B4CDB"/>
    <w:rsid w:val="000B5623"/>
    <w:rsid w:val="000B645F"/>
    <w:rsid w:val="000B68BD"/>
    <w:rsid w:val="000B7406"/>
    <w:rsid w:val="000C0353"/>
    <w:rsid w:val="000C25E5"/>
    <w:rsid w:val="000C2FE5"/>
    <w:rsid w:val="000C30F2"/>
    <w:rsid w:val="000C4078"/>
    <w:rsid w:val="000C42D3"/>
    <w:rsid w:val="000C4348"/>
    <w:rsid w:val="000C4E86"/>
    <w:rsid w:val="000C50AA"/>
    <w:rsid w:val="000C5E6A"/>
    <w:rsid w:val="000C7520"/>
    <w:rsid w:val="000D029F"/>
    <w:rsid w:val="000D2330"/>
    <w:rsid w:val="000D2C6F"/>
    <w:rsid w:val="000D34C8"/>
    <w:rsid w:val="000D3AE9"/>
    <w:rsid w:val="000D3EB5"/>
    <w:rsid w:val="000D524E"/>
    <w:rsid w:val="000D576D"/>
    <w:rsid w:val="000D5772"/>
    <w:rsid w:val="000D5861"/>
    <w:rsid w:val="000D5F65"/>
    <w:rsid w:val="000D6064"/>
    <w:rsid w:val="000D7D5C"/>
    <w:rsid w:val="000D7FF7"/>
    <w:rsid w:val="000E26D4"/>
    <w:rsid w:val="000E3A8E"/>
    <w:rsid w:val="000E4525"/>
    <w:rsid w:val="000E4748"/>
    <w:rsid w:val="000E4BEB"/>
    <w:rsid w:val="000E4DF4"/>
    <w:rsid w:val="000E527F"/>
    <w:rsid w:val="000E5A91"/>
    <w:rsid w:val="000E604A"/>
    <w:rsid w:val="000E631C"/>
    <w:rsid w:val="000E7899"/>
    <w:rsid w:val="000F14EF"/>
    <w:rsid w:val="000F254E"/>
    <w:rsid w:val="000F27D3"/>
    <w:rsid w:val="000F2B57"/>
    <w:rsid w:val="000F338F"/>
    <w:rsid w:val="000F3ED6"/>
    <w:rsid w:val="000F53F0"/>
    <w:rsid w:val="000F62AD"/>
    <w:rsid w:val="000F6925"/>
    <w:rsid w:val="000F7D0D"/>
    <w:rsid w:val="000F7F2B"/>
    <w:rsid w:val="001007F3"/>
    <w:rsid w:val="0010096A"/>
    <w:rsid w:val="00100AAE"/>
    <w:rsid w:val="00101075"/>
    <w:rsid w:val="0010153F"/>
    <w:rsid w:val="001028E4"/>
    <w:rsid w:val="00102938"/>
    <w:rsid w:val="00102F69"/>
    <w:rsid w:val="00104709"/>
    <w:rsid w:val="00105C2B"/>
    <w:rsid w:val="00106580"/>
    <w:rsid w:val="00106C1C"/>
    <w:rsid w:val="00107596"/>
    <w:rsid w:val="00113158"/>
    <w:rsid w:val="00113378"/>
    <w:rsid w:val="00113A04"/>
    <w:rsid w:val="00113B0D"/>
    <w:rsid w:val="001158A4"/>
    <w:rsid w:val="001169C1"/>
    <w:rsid w:val="00120290"/>
    <w:rsid w:val="00120B2A"/>
    <w:rsid w:val="00121DFA"/>
    <w:rsid w:val="001224F2"/>
    <w:rsid w:val="001246DC"/>
    <w:rsid w:val="00125653"/>
    <w:rsid w:val="001267C5"/>
    <w:rsid w:val="00126861"/>
    <w:rsid w:val="00130353"/>
    <w:rsid w:val="00130391"/>
    <w:rsid w:val="0013077B"/>
    <w:rsid w:val="00130885"/>
    <w:rsid w:val="00130B2E"/>
    <w:rsid w:val="00131B1A"/>
    <w:rsid w:val="00131CDC"/>
    <w:rsid w:val="00132070"/>
    <w:rsid w:val="00132220"/>
    <w:rsid w:val="001328E3"/>
    <w:rsid w:val="00133B08"/>
    <w:rsid w:val="00134391"/>
    <w:rsid w:val="001348DC"/>
    <w:rsid w:val="00135A57"/>
    <w:rsid w:val="00136AAF"/>
    <w:rsid w:val="00136B49"/>
    <w:rsid w:val="00136E40"/>
    <w:rsid w:val="001378B4"/>
    <w:rsid w:val="001406C8"/>
    <w:rsid w:val="001413DC"/>
    <w:rsid w:val="00141692"/>
    <w:rsid w:val="00141DD7"/>
    <w:rsid w:val="001430DF"/>
    <w:rsid w:val="00143CE4"/>
    <w:rsid w:val="00143DB1"/>
    <w:rsid w:val="001446D9"/>
    <w:rsid w:val="0014471B"/>
    <w:rsid w:val="00144A01"/>
    <w:rsid w:val="001451CB"/>
    <w:rsid w:val="001455E9"/>
    <w:rsid w:val="00146165"/>
    <w:rsid w:val="00146731"/>
    <w:rsid w:val="00147297"/>
    <w:rsid w:val="00151C6F"/>
    <w:rsid w:val="00151F46"/>
    <w:rsid w:val="00153966"/>
    <w:rsid w:val="00154E94"/>
    <w:rsid w:val="00154EBD"/>
    <w:rsid w:val="0015520D"/>
    <w:rsid w:val="0015750B"/>
    <w:rsid w:val="00157BB2"/>
    <w:rsid w:val="00157C48"/>
    <w:rsid w:val="00160E86"/>
    <w:rsid w:val="001614C9"/>
    <w:rsid w:val="001618FB"/>
    <w:rsid w:val="00161D61"/>
    <w:rsid w:val="00162A1B"/>
    <w:rsid w:val="00163DD4"/>
    <w:rsid w:val="001642EB"/>
    <w:rsid w:val="00164485"/>
    <w:rsid w:val="00164A91"/>
    <w:rsid w:val="00167072"/>
    <w:rsid w:val="0016769B"/>
    <w:rsid w:val="00167B6B"/>
    <w:rsid w:val="0017002E"/>
    <w:rsid w:val="00170600"/>
    <w:rsid w:val="00171353"/>
    <w:rsid w:val="0017184F"/>
    <w:rsid w:val="00172264"/>
    <w:rsid w:val="001722E0"/>
    <w:rsid w:val="001730D1"/>
    <w:rsid w:val="00173842"/>
    <w:rsid w:val="00173963"/>
    <w:rsid w:val="00173984"/>
    <w:rsid w:val="00173F7F"/>
    <w:rsid w:val="001745D9"/>
    <w:rsid w:val="001749F1"/>
    <w:rsid w:val="00174C07"/>
    <w:rsid w:val="0017552F"/>
    <w:rsid w:val="00176944"/>
    <w:rsid w:val="001771BE"/>
    <w:rsid w:val="00180028"/>
    <w:rsid w:val="00181010"/>
    <w:rsid w:val="00181CAB"/>
    <w:rsid w:val="00182247"/>
    <w:rsid w:val="00182281"/>
    <w:rsid w:val="00182F0F"/>
    <w:rsid w:val="00182FB1"/>
    <w:rsid w:val="001835FD"/>
    <w:rsid w:val="001838D0"/>
    <w:rsid w:val="001838D7"/>
    <w:rsid w:val="00183AF1"/>
    <w:rsid w:val="001847D7"/>
    <w:rsid w:val="00184974"/>
    <w:rsid w:val="00185D0F"/>
    <w:rsid w:val="00186051"/>
    <w:rsid w:val="001863A2"/>
    <w:rsid w:val="00186AEE"/>
    <w:rsid w:val="00192107"/>
    <w:rsid w:val="00193F84"/>
    <w:rsid w:val="001947C6"/>
    <w:rsid w:val="00195771"/>
    <w:rsid w:val="0019647A"/>
    <w:rsid w:val="00197050"/>
    <w:rsid w:val="001A0EEE"/>
    <w:rsid w:val="001A1970"/>
    <w:rsid w:val="001A2A31"/>
    <w:rsid w:val="001A2F34"/>
    <w:rsid w:val="001A30B3"/>
    <w:rsid w:val="001A3473"/>
    <w:rsid w:val="001A4B80"/>
    <w:rsid w:val="001A59CA"/>
    <w:rsid w:val="001B0A67"/>
    <w:rsid w:val="001B123A"/>
    <w:rsid w:val="001B2688"/>
    <w:rsid w:val="001B310A"/>
    <w:rsid w:val="001B3D0F"/>
    <w:rsid w:val="001B61F4"/>
    <w:rsid w:val="001B6682"/>
    <w:rsid w:val="001B700C"/>
    <w:rsid w:val="001B703E"/>
    <w:rsid w:val="001B77C1"/>
    <w:rsid w:val="001B77FF"/>
    <w:rsid w:val="001B7EF7"/>
    <w:rsid w:val="001C0443"/>
    <w:rsid w:val="001C2DEF"/>
    <w:rsid w:val="001C4858"/>
    <w:rsid w:val="001C6855"/>
    <w:rsid w:val="001C7260"/>
    <w:rsid w:val="001C78F5"/>
    <w:rsid w:val="001D07FB"/>
    <w:rsid w:val="001D1D34"/>
    <w:rsid w:val="001D5360"/>
    <w:rsid w:val="001D6E8E"/>
    <w:rsid w:val="001D714E"/>
    <w:rsid w:val="001D75DE"/>
    <w:rsid w:val="001D7767"/>
    <w:rsid w:val="001E0D02"/>
    <w:rsid w:val="001E1641"/>
    <w:rsid w:val="001E210B"/>
    <w:rsid w:val="001E5205"/>
    <w:rsid w:val="001E5604"/>
    <w:rsid w:val="001E7B81"/>
    <w:rsid w:val="001F05AC"/>
    <w:rsid w:val="001F0CAA"/>
    <w:rsid w:val="001F10E5"/>
    <w:rsid w:val="001F1960"/>
    <w:rsid w:val="001F1B50"/>
    <w:rsid w:val="001F2EA7"/>
    <w:rsid w:val="001F308F"/>
    <w:rsid w:val="001F3101"/>
    <w:rsid w:val="001F4838"/>
    <w:rsid w:val="001F4EFB"/>
    <w:rsid w:val="001F6207"/>
    <w:rsid w:val="001F7118"/>
    <w:rsid w:val="001F72BA"/>
    <w:rsid w:val="001F7CAC"/>
    <w:rsid w:val="001F7F22"/>
    <w:rsid w:val="00200288"/>
    <w:rsid w:val="00200BDD"/>
    <w:rsid w:val="002017E8"/>
    <w:rsid w:val="00203FB3"/>
    <w:rsid w:val="002051CF"/>
    <w:rsid w:val="002061DB"/>
    <w:rsid w:val="0020648B"/>
    <w:rsid w:val="00206FAA"/>
    <w:rsid w:val="00207266"/>
    <w:rsid w:val="00211158"/>
    <w:rsid w:val="002113B2"/>
    <w:rsid w:val="002118C9"/>
    <w:rsid w:val="00212BD6"/>
    <w:rsid w:val="002135F2"/>
    <w:rsid w:val="002141B4"/>
    <w:rsid w:val="00214F99"/>
    <w:rsid w:val="00214FDB"/>
    <w:rsid w:val="002167F6"/>
    <w:rsid w:val="00216DE8"/>
    <w:rsid w:val="002177FF"/>
    <w:rsid w:val="00217CA0"/>
    <w:rsid w:val="00217F26"/>
    <w:rsid w:val="00217FF9"/>
    <w:rsid w:val="002206FA"/>
    <w:rsid w:val="00221656"/>
    <w:rsid w:val="00222D90"/>
    <w:rsid w:val="0022393D"/>
    <w:rsid w:val="002245E0"/>
    <w:rsid w:val="00224E63"/>
    <w:rsid w:val="00230063"/>
    <w:rsid w:val="00230D7F"/>
    <w:rsid w:val="00230E6E"/>
    <w:rsid w:val="00230F80"/>
    <w:rsid w:val="002321BB"/>
    <w:rsid w:val="00232226"/>
    <w:rsid w:val="00233EA0"/>
    <w:rsid w:val="002354FF"/>
    <w:rsid w:val="00235D3E"/>
    <w:rsid w:val="00235F3E"/>
    <w:rsid w:val="00236156"/>
    <w:rsid w:val="00236628"/>
    <w:rsid w:val="00237667"/>
    <w:rsid w:val="00241414"/>
    <w:rsid w:val="0024245F"/>
    <w:rsid w:val="00243507"/>
    <w:rsid w:val="00243C32"/>
    <w:rsid w:val="0024454B"/>
    <w:rsid w:val="00245CC6"/>
    <w:rsid w:val="00245FA6"/>
    <w:rsid w:val="00245FFB"/>
    <w:rsid w:val="00246041"/>
    <w:rsid w:val="0024707F"/>
    <w:rsid w:val="00250FEA"/>
    <w:rsid w:val="002512AF"/>
    <w:rsid w:val="00251865"/>
    <w:rsid w:val="00251DA1"/>
    <w:rsid w:val="002526E8"/>
    <w:rsid w:val="00252B16"/>
    <w:rsid w:val="0025411A"/>
    <w:rsid w:val="0025445D"/>
    <w:rsid w:val="002560A4"/>
    <w:rsid w:val="00256117"/>
    <w:rsid w:val="0025734A"/>
    <w:rsid w:val="00257619"/>
    <w:rsid w:val="00260A9F"/>
    <w:rsid w:val="00261887"/>
    <w:rsid w:val="002625AF"/>
    <w:rsid w:val="0026323E"/>
    <w:rsid w:val="00263C4D"/>
    <w:rsid w:val="0026547B"/>
    <w:rsid w:val="0026629E"/>
    <w:rsid w:val="002676EC"/>
    <w:rsid w:val="002704D2"/>
    <w:rsid w:val="00270B7C"/>
    <w:rsid w:val="00272A8D"/>
    <w:rsid w:val="00272D88"/>
    <w:rsid w:val="0027304E"/>
    <w:rsid w:val="002732A6"/>
    <w:rsid w:val="002744B4"/>
    <w:rsid w:val="0027467C"/>
    <w:rsid w:val="00275A4C"/>
    <w:rsid w:val="00276456"/>
    <w:rsid w:val="00276CBA"/>
    <w:rsid w:val="00277333"/>
    <w:rsid w:val="00277D69"/>
    <w:rsid w:val="00280362"/>
    <w:rsid w:val="00281429"/>
    <w:rsid w:val="0028150D"/>
    <w:rsid w:val="00281BEC"/>
    <w:rsid w:val="00282080"/>
    <w:rsid w:val="0028431F"/>
    <w:rsid w:val="00284647"/>
    <w:rsid w:val="0028484D"/>
    <w:rsid w:val="002850CD"/>
    <w:rsid w:val="002858E2"/>
    <w:rsid w:val="00291646"/>
    <w:rsid w:val="00291E30"/>
    <w:rsid w:val="00292893"/>
    <w:rsid w:val="00293E40"/>
    <w:rsid w:val="002951C7"/>
    <w:rsid w:val="002958FA"/>
    <w:rsid w:val="00295920"/>
    <w:rsid w:val="00295B4C"/>
    <w:rsid w:val="00295BA8"/>
    <w:rsid w:val="00297037"/>
    <w:rsid w:val="002976EF"/>
    <w:rsid w:val="00297A64"/>
    <w:rsid w:val="002A0678"/>
    <w:rsid w:val="002A2222"/>
    <w:rsid w:val="002A2A80"/>
    <w:rsid w:val="002A2B13"/>
    <w:rsid w:val="002A438B"/>
    <w:rsid w:val="002A48A4"/>
    <w:rsid w:val="002A4BBA"/>
    <w:rsid w:val="002A57C5"/>
    <w:rsid w:val="002A6F8E"/>
    <w:rsid w:val="002A781D"/>
    <w:rsid w:val="002B174C"/>
    <w:rsid w:val="002B1F9E"/>
    <w:rsid w:val="002B2435"/>
    <w:rsid w:val="002B2855"/>
    <w:rsid w:val="002B2A70"/>
    <w:rsid w:val="002B2B4C"/>
    <w:rsid w:val="002B3006"/>
    <w:rsid w:val="002B3304"/>
    <w:rsid w:val="002B3328"/>
    <w:rsid w:val="002B3EB4"/>
    <w:rsid w:val="002B485C"/>
    <w:rsid w:val="002B4D56"/>
    <w:rsid w:val="002B5BBF"/>
    <w:rsid w:val="002B662C"/>
    <w:rsid w:val="002B7D71"/>
    <w:rsid w:val="002B7E3F"/>
    <w:rsid w:val="002C38ED"/>
    <w:rsid w:val="002C4E61"/>
    <w:rsid w:val="002C5294"/>
    <w:rsid w:val="002C5D4B"/>
    <w:rsid w:val="002C73EC"/>
    <w:rsid w:val="002C7CD7"/>
    <w:rsid w:val="002C7F93"/>
    <w:rsid w:val="002D3650"/>
    <w:rsid w:val="002D47EC"/>
    <w:rsid w:val="002D4BC8"/>
    <w:rsid w:val="002D7554"/>
    <w:rsid w:val="002E016E"/>
    <w:rsid w:val="002E0C4E"/>
    <w:rsid w:val="002E1FFE"/>
    <w:rsid w:val="002E249E"/>
    <w:rsid w:val="002E259B"/>
    <w:rsid w:val="002E3620"/>
    <w:rsid w:val="002E3773"/>
    <w:rsid w:val="002E3C8E"/>
    <w:rsid w:val="002E5327"/>
    <w:rsid w:val="002E58DB"/>
    <w:rsid w:val="002E59D0"/>
    <w:rsid w:val="002E5EC0"/>
    <w:rsid w:val="002E60A2"/>
    <w:rsid w:val="002E61AC"/>
    <w:rsid w:val="002E6ABE"/>
    <w:rsid w:val="002E6B55"/>
    <w:rsid w:val="002E6CB5"/>
    <w:rsid w:val="002E7E32"/>
    <w:rsid w:val="002F00DF"/>
    <w:rsid w:val="002F14C5"/>
    <w:rsid w:val="002F3245"/>
    <w:rsid w:val="002F33B0"/>
    <w:rsid w:val="002F36F9"/>
    <w:rsid w:val="002F4062"/>
    <w:rsid w:val="002F42EE"/>
    <w:rsid w:val="002F503F"/>
    <w:rsid w:val="002F5A47"/>
    <w:rsid w:val="002F68AA"/>
    <w:rsid w:val="002F7345"/>
    <w:rsid w:val="002F7991"/>
    <w:rsid w:val="002F7C11"/>
    <w:rsid w:val="003000B5"/>
    <w:rsid w:val="003017A7"/>
    <w:rsid w:val="00302068"/>
    <w:rsid w:val="00303F33"/>
    <w:rsid w:val="00304011"/>
    <w:rsid w:val="00304660"/>
    <w:rsid w:val="00305914"/>
    <w:rsid w:val="00305E43"/>
    <w:rsid w:val="0030638C"/>
    <w:rsid w:val="003069D0"/>
    <w:rsid w:val="00307124"/>
    <w:rsid w:val="003109A1"/>
    <w:rsid w:val="00310F5D"/>
    <w:rsid w:val="00313332"/>
    <w:rsid w:val="003136D6"/>
    <w:rsid w:val="00313A5C"/>
    <w:rsid w:val="00313CCC"/>
    <w:rsid w:val="0031440B"/>
    <w:rsid w:val="00314592"/>
    <w:rsid w:val="00314A37"/>
    <w:rsid w:val="00315355"/>
    <w:rsid w:val="00315367"/>
    <w:rsid w:val="00315BB2"/>
    <w:rsid w:val="0031677B"/>
    <w:rsid w:val="00317A99"/>
    <w:rsid w:val="00317DAA"/>
    <w:rsid w:val="00317F08"/>
    <w:rsid w:val="0032076F"/>
    <w:rsid w:val="00320CC2"/>
    <w:rsid w:val="00321C7E"/>
    <w:rsid w:val="003225B5"/>
    <w:rsid w:val="003226A0"/>
    <w:rsid w:val="003228F9"/>
    <w:rsid w:val="00322F9A"/>
    <w:rsid w:val="00323BC7"/>
    <w:rsid w:val="00325C86"/>
    <w:rsid w:val="0032780C"/>
    <w:rsid w:val="0033215E"/>
    <w:rsid w:val="00332291"/>
    <w:rsid w:val="003326B2"/>
    <w:rsid w:val="00332DC3"/>
    <w:rsid w:val="003340AF"/>
    <w:rsid w:val="0033665E"/>
    <w:rsid w:val="00336F6E"/>
    <w:rsid w:val="00337313"/>
    <w:rsid w:val="00337379"/>
    <w:rsid w:val="00337E13"/>
    <w:rsid w:val="003400BE"/>
    <w:rsid w:val="003407F4"/>
    <w:rsid w:val="0034135B"/>
    <w:rsid w:val="003417B5"/>
    <w:rsid w:val="003417CD"/>
    <w:rsid w:val="00341F32"/>
    <w:rsid w:val="00342B04"/>
    <w:rsid w:val="00342B5F"/>
    <w:rsid w:val="00342EA3"/>
    <w:rsid w:val="0034379D"/>
    <w:rsid w:val="00344702"/>
    <w:rsid w:val="00346FC7"/>
    <w:rsid w:val="00350091"/>
    <w:rsid w:val="00351EDA"/>
    <w:rsid w:val="003526F1"/>
    <w:rsid w:val="00352804"/>
    <w:rsid w:val="003529B4"/>
    <w:rsid w:val="00353AC3"/>
    <w:rsid w:val="0035641D"/>
    <w:rsid w:val="00356D93"/>
    <w:rsid w:val="003579C0"/>
    <w:rsid w:val="003601B3"/>
    <w:rsid w:val="0036097E"/>
    <w:rsid w:val="0036110E"/>
    <w:rsid w:val="00361A95"/>
    <w:rsid w:val="003624E1"/>
    <w:rsid w:val="003629D7"/>
    <w:rsid w:val="00362E09"/>
    <w:rsid w:val="003637A7"/>
    <w:rsid w:val="003643D6"/>
    <w:rsid w:val="003643F1"/>
    <w:rsid w:val="00364A38"/>
    <w:rsid w:val="00364CD5"/>
    <w:rsid w:val="003678F4"/>
    <w:rsid w:val="00367F25"/>
    <w:rsid w:val="00370CAB"/>
    <w:rsid w:val="003723B6"/>
    <w:rsid w:val="0037332E"/>
    <w:rsid w:val="00373BD4"/>
    <w:rsid w:val="00373FA7"/>
    <w:rsid w:val="00375EF3"/>
    <w:rsid w:val="00376237"/>
    <w:rsid w:val="00376AF0"/>
    <w:rsid w:val="00377598"/>
    <w:rsid w:val="003778BC"/>
    <w:rsid w:val="0038023D"/>
    <w:rsid w:val="003805C2"/>
    <w:rsid w:val="00381AF3"/>
    <w:rsid w:val="00381D06"/>
    <w:rsid w:val="00383DDF"/>
    <w:rsid w:val="00385D0F"/>
    <w:rsid w:val="00386BF1"/>
    <w:rsid w:val="00387FC6"/>
    <w:rsid w:val="00390FCC"/>
    <w:rsid w:val="00392514"/>
    <w:rsid w:val="0039263C"/>
    <w:rsid w:val="00392B4B"/>
    <w:rsid w:val="003933BE"/>
    <w:rsid w:val="00393CF5"/>
    <w:rsid w:val="00394C22"/>
    <w:rsid w:val="0039710C"/>
    <w:rsid w:val="003A0198"/>
    <w:rsid w:val="003A053D"/>
    <w:rsid w:val="003A09C4"/>
    <w:rsid w:val="003A1483"/>
    <w:rsid w:val="003A34B4"/>
    <w:rsid w:val="003A3609"/>
    <w:rsid w:val="003A3C53"/>
    <w:rsid w:val="003A4D9D"/>
    <w:rsid w:val="003A4F97"/>
    <w:rsid w:val="003A51D9"/>
    <w:rsid w:val="003A5711"/>
    <w:rsid w:val="003A6727"/>
    <w:rsid w:val="003A6CF7"/>
    <w:rsid w:val="003A74FD"/>
    <w:rsid w:val="003A7BAF"/>
    <w:rsid w:val="003A7F0D"/>
    <w:rsid w:val="003B014E"/>
    <w:rsid w:val="003B1815"/>
    <w:rsid w:val="003B234B"/>
    <w:rsid w:val="003B4CAD"/>
    <w:rsid w:val="003B59D3"/>
    <w:rsid w:val="003B6487"/>
    <w:rsid w:val="003B6F2A"/>
    <w:rsid w:val="003B7286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C7E"/>
    <w:rsid w:val="003D0E61"/>
    <w:rsid w:val="003D0EC2"/>
    <w:rsid w:val="003D15E2"/>
    <w:rsid w:val="003D1EC8"/>
    <w:rsid w:val="003D2201"/>
    <w:rsid w:val="003D293D"/>
    <w:rsid w:val="003D2BA7"/>
    <w:rsid w:val="003D3825"/>
    <w:rsid w:val="003D4DD5"/>
    <w:rsid w:val="003D555A"/>
    <w:rsid w:val="003D6D28"/>
    <w:rsid w:val="003D7C98"/>
    <w:rsid w:val="003E254D"/>
    <w:rsid w:val="003E4FE8"/>
    <w:rsid w:val="003E7D18"/>
    <w:rsid w:val="003F2B18"/>
    <w:rsid w:val="003F2B44"/>
    <w:rsid w:val="003F45F2"/>
    <w:rsid w:val="003F48F6"/>
    <w:rsid w:val="003F513A"/>
    <w:rsid w:val="003F5CDC"/>
    <w:rsid w:val="003F5D17"/>
    <w:rsid w:val="003F6626"/>
    <w:rsid w:val="003F67C3"/>
    <w:rsid w:val="003F6A16"/>
    <w:rsid w:val="00400B4C"/>
    <w:rsid w:val="00401599"/>
    <w:rsid w:val="00402CB4"/>
    <w:rsid w:val="00403088"/>
    <w:rsid w:val="00403F4F"/>
    <w:rsid w:val="00404AE3"/>
    <w:rsid w:val="00404CA2"/>
    <w:rsid w:val="0040586D"/>
    <w:rsid w:val="00406AF6"/>
    <w:rsid w:val="00406B17"/>
    <w:rsid w:val="004101CB"/>
    <w:rsid w:val="0041122C"/>
    <w:rsid w:val="00413D9F"/>
    <w:rsid w:val="00414775"/>
    <w:rsid w:val="00414840"/>
    <w:rsid w:val="0041495D"/>
    <w:rsid w:val="004149B5"/>
    <w:rsid w:val="00415EA8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52A7"/>
    <w:rsid w:val="00425B33"/>
    <w:rsid w:val="00427C7F"/>
    <w:rsid w:val="00427EFC"/>
    <w:rsid w:val="00430082"/>
    <w:rsid w:val="00430852"/>
    <w:rsid w:val="00430B7C"/>
    <w:rsid w:val="00430D17"/>
    <w:rsid w:val="00430E1B"/>
    <w:rsid w:val="00431774"/>
    <w:rsid w:val="00431A31"/>
    <w:rsid w:val="00431C86"/>
    <w:rsid w:val="00432456"/>
    <w:rsid w:val="00432732"/>
    <w:rsid w:val="004330FC"/>
    <w:rsid w:val="00433C33"/>
    <w:rsid w:val="0043454E"/>
    <w:rsid w:val="00435932"/>
    <w:rsid w:val="00440C60"/>
    <w:rsid w:val="00441368"/>
    <w:rsid w:val="00441FFF"/>
    <w:rsid w:val="00442821"/>
    <w:rsid w:val="0044297E"/>
    <w:rsid w:val="004431A2"/>
    <w:rsid w:val="004431E8"/>
    <w:rsid w:val="004470DB"/>
    <w:rsid w:val="004475DF"/>
    <w:rsid w:val="004503DC"/>
    <w:rsid w:val="004503F2"/>
    <w:rsid w:val="00450758"/>
    <w:rsid w:val="00450830"/>
    <w:rsid w:val="00450856"/>
    <w:rsid w:val="0045122A"/>
    <w:rsid w:val="00451782"/>
    <w:rsid w:val="00451B49"/>
    <w:rsid w:val="0045267B"/>
    <w:rsid w:val="00452751"/>
    <w:rsid w:val="004529B0"/>
    <w:rsid w:val="00452AE6"/>
    <w:rsid w:val="00452C3F"/>
    <w:rsid w:val="0045353A"/>
    <w:rsid w:val="00453ADB"/>
    <w:rsid w:val="00454407"/>
    <w:rsid w:val="0045473E"/>
    <w:rsid w:val="00454EED"/>
    <w:rsid w:val="00455A67"/>
    <w:rsid w:val="00456363"/>
    <w:rsid w:val="0045699F"/>
    <w:rsid w:val="00456EF7"/>
    <w:rsid w:val="00461198"/>
    <w:rsid w:val="00461B8E"/>
    <w:rsid w:val="00461C4F"/>
    <w:rsid w:val="00461E74"/>
    <w:rsid w:val="00462FF1"/>
    <w:rsid w:val="00463208"/>
    <w:rsid w:val="00463B64"/>
    <w:rsid w:val="00464147"/>
    <w:rsid w:val="00464E51"/>
    <w:rsid w:val="0046509A"/>
    <w:rsid w:val="004656DD"/>
    <w:rsid w:val="00465BC5"/>
    <w:rsid w:val="004667DE"/>
    <w:rsid w:val="0047050F"/>
    <w:rsid w:val="00470B3B"/>
    <w:rsid w:val="00470F33"/>
    <w:rsid w:val="00471C61"/>
    <w:rsid w:val="0047283F"/>
    <w:rsid w:val="00472959"/>
    <w:rsid w:val="00472A3B"/>
    <w:rsid w:val="00472FB4"/>
    <w:rsid w:val="00473003"/>
    <w:rsid w:val="00473266"/>
    <w:rsid w:val="0047374C"/>
    <w:rsid w:val="00473D8F"/>
    <w:rsid w:val="004751D3"/>
    <w:rsid w:val="00475D26"/>
    <w:rsid w:val="00475E6A"/>
    <w:rsid w:val="004808F5"/>
    <w:rsid w:val="00480F45"/>
    <w:rsid w:val="0048169F"/>
    <w:rsid w:val="00481BC3"/>
    <w:rsid w:val="00482F83"/>
    <w:rsid w:val="0048358B"/>
    <w:rsid w:val="0048376B"/>
    <w:rsid w:val="00483E9E"/>
    <w:rsid w:val="0048583B"/>
    <w:rsid w:val="00486728"/>
    <w:rsid w:val="00487EF7"/>
    <w:rsid w:val="00490715"/>
    <w:rsid w:val="00490BA4"/>
    <w:rsid w:val="00491748"/>
    <w:rsid w:val="00492925"/>
    <w:rsid w:val="00492B18"/>
    <w:rsid w:val="00493A4A"/>
    <w:rsid w:val="00493BEF"/>
    <w:rsid w:val="0049453C"/>
    <w:rsid w:val="00494E18"/>
    <w:rsid w:val="00496AE0"/>
    <w:rsid w:val="00497BE4"/>
    <w:rsid w:val="00497DF4"/>
    <w:rsid w:val="004A0180"/>
    <w:rsid w:val="004A07DC"/>
    <w:rsid w:val="004A0B3F"/>
    <w:rsid w:val="004A0BFB"/>
    <w:rsid w:val="004A0FBB"/>
    <w:rsid w:val="004A1C77"/>
    <w:rsid w:val="004A2539"/>
    <w:rsid w:val="004A2A8C"/>
    <w:rsid w:val="004A35A2"/>
    <w:rsid w:val="004A39B8"/>
    <w:rsid w:val="004A4351"/>
    <w:rsid w:val="004A4CDF"/>
    <w:rsid w:val="004A551A"/>
    <w:rsid w:val="004A57D6"/>
    <w:rsid w:val="004A7180"/>
    <w:rsid w:val="004B03A7"/>
    <w:rsid w:val="004B20CF"/>
    <w:rsid w:val="004B20F7"/>
    <w:rsid w:val="004B22E6"/>
    <w:rsid w:val="004B2422"/>
    <w:rsid w:val="004B26B6"/>
    <w:rsid w:val="004B33C7"/>
    <w:rsid w:val="004B35A4"/>
    <w:rsid w:val="004B5982"/>
    <w:rsid w:val="004B59D2"/>
    <w:rsid w:val="004C04FD"/>
    <w:rsid w:val="004C06D0"/>
    <w:rsid w:val="004C19B1"/>
    <w:rsid w:val="004C4298"/>
    <w:rsid w:val="004C4DDF"/>
    <w:rsid w:val="004C532B"/>
    <w:rsid w:val="004C5A00"/>
    <w:rsid w:val="004C7329"/>
    <w:rsid w:val="004D0F48"/>
    <w:rsid w:val="004D2C60"/>
    <w:rsid w:val="004D4149"/>
    <w:rsid w:val="004D508E"/>
    <w:rsid w:val="004D7D8E"/>
    <w:rsid w:val="004E08ED"/>
    <w:rsid w:val="004E0ACC"/>
    <w:rsid w:val="004E3102"/>
    <w:rsid w:val="004E3F3D"/>
    <w:rsid w:val="004E435C"/>
    <w:rsid w:val="004E463A"/>
    <w:rsid w:val="004E493F"/>
    <w:rsid w:val="004E7CAC"/>
    <w:rsid w:val="004F007D"/>
    <w:rsid w:val="004F0778"/>
    <w:rsid w:val="004F10D6"/>
    <w:rsid w:val="004F370B"/>
    <w:rsid w:val="004F42AD"/>
    <w:rsid w:val="004F4716"/>
    <w:rsid w:val="004F4B36"/>
    <w:rsid w:val="004F6007"/>
    <w:rsid w:val="004F6014"/>
    <w:rsid w:val="004F7FEB"/>
    <w:rsid w:val="00500ED4"/>
    <w:rsid w:val="00501697"/>
    <w:rsid w:val="00501E64"/>
    <w:rsid w:val="00502DC2"/>
    <w:rsid w:val="0050475C"/>
    <w:rsid w:val="00504767"/>
    <w:rsid w:val="00504A71"/>
    <w:rsid w:val="005058E4"/>
    <w:rsid w:val="00505CA6"/>
    <w:rsid w:val="00506243"/>
    <w:rsid w:val="0050642F"/>
    <w:rsid w:val="005102F5"/>
    <w:rsid w:val="00511B5D"/>
    <w:rsid w:val="005121E2"/>
    <w:rsid w:val="00512AF8"/>
    <w:rsid w:val="00513F87"/>
    <w:rsid w:val="005148C8"/>
    <w:rsid w:val="00514B1B"/>
    <w:rsid w:val="00514DFE"/>
    <w:rsid w:val="00514EF8"/>
    <w:rsid w:val="005160E6"/>
    <w:rsid w:val="0051698D"/>
    <w:rsid w:val="0051754B"/>
    <w:rsid w:val="005200CD"/>
    <w:rsid w:val="0052046E"/>
    <w:rsid w:val="005206E1"/>
    <w:rsid w:val="00520889"/>
    <w:rsid w:val="00522224"/>
    <w:rsid w:val="00522BFD"/>
    <w:rsid w:val="00523893"/>
    <w:rsid w:val="00523BAC"/>
    <w:rsid w:val="0052458C"/>
    <w:rsid w:val="0052526D"/>
    <w:rsid w:val="0052588A"/>
    <w:rsid w:val="005262D4"/>
    <w:rsid w:val="005265D6"/>
    <w:rsid w:val="00526A07"/>
    <w:rsid w:val="00527FC3"/>
    <w:rsid w:val="0053138E"/>
    <w:rsid w:val="0053198C"/>
    <w:rsid w:val="00532F12"/>
    <w:rsid w:val="00534997"/>
    <w:rsid w:val="0053553B"/>
    <w:rsid w:val="00535714"/>
    <w:rsid w:val="005359E9"/>
    <w:rsid w:val="0053658D"/>
    <w:rsid w:val="0054021D"/>
    <w:rsid w:val="005411E4"/>
    <w:rsid w:val="00541423"/>
    <w:rsid w:val="00542368"/>
    <w:rsid w:val="00542D1E"/>
    <w:rsid w:val="00544E48"/>
    <w:rsid w:val="00547387"/>
    <w:rsid w:val="005538E3"/>
    <w:rsid w:val="00553B84"/>
    <w:rsid w:val="00554237"/>
    <w:rsid w:val="00554786"/>
    <w:rsid w:val="005547CF"/>
    <w:rsid w:val="00554CB8"/>
    <w:rsid w:val="005559F1"/>
    <w:rsid w:val="00556119"/>
    <w:rsid w:val="0055671E"/>
    <w:rsid w:val="00557993"/>
    <w:rsid w:val="0056071E"/>
    <w:rsid w:val="00561531"/>
    <w:rsid w:val="005615A7"/>
    <w:rsid w:val="00561718"/>
    <w:rsid w:val="00562FD8"/>
    <w:rsid w:val="005632AB"/>
    <w:rsid w:val="00563BBF"/>
    <w:rsid w:val="00566A43"/>
    <w:rsid w:val="005718DF"/>
    <w:rsid w:val="00572F91"/>
    <w:rsid w:val="0057363D"/>
    <w:rsid w:val="00573D48"/>
    <w:rsid w:val="00574077"/>
    <w:rsid w:val="00575581"/>
    <w:rsid w:val="00575745"/>
    <w:rsid w:val="005757E7"/>
    <w:rsid w:val="00575CBD"/>
    <w:rsid w:val="005761AC"/>
    <w:rsid w:val="005765F6"/>
    <w:rsid w:val="00576F54"/>
    <w:rsid w:val="00577047"/>
    <w:rsid w:val="0057758E"/>
    <w:rsid w:val="005800C1"/>
    <w:rsid w:val="00580D5E"/>
    <w:rsid w:val="0058154A"/>
    <w:rsid w:val="00581557"/>
    <w:rsid w:val="00581B39"/>
    <w:rsid w:val="00584892"/>
    <w:rsid w:val="005848DE"/>
    <w:rsid w:val="00584AA5"/>
    <w:rsid w:val="00585EAC"/>
    <w:rsid w:val="00586262"/>
    <w:rsid w:val="00586341"/>
    <w:rsid w:val="0058675F"/>
    <w:rsid w:val="00590007"/>
    <w:rsid w:val="00591082"/>
    <w:rsid w:val="00591607"/>
    <w:rsid w:val="00592276"/>
    <w:rsid w:val="00593EC5"/>
    <w:rsid w:val="005945D1"/>
    <w:rsid w:val="00596506"/>
    <w:rsid w:val="00596E34"/>
    <w:rsid w:val="00597AF6"/>
    <w:rsid w:val="00597FD0"/>
    <w:rsid w:val="005A08D5"/>
    <w:rsid w:val="005A0D9A"/>
    <w:rsid w:val="005A303C"/>
    <w:rsid w:val="005A3966"/>
    <w:rsid w:val="005A5534"/>
    <w:rsid w:val="005A6808"/>
    <w:rsid w:val="005A6E6E"/>
    <w:rsid w:val="005B0EC7"/>
    <w:rsid w:val="005B10A4"/>
    <w:rsid w:val="005B1769"/>
    <w:rsid w:val="005B208E"/>
    <w:rsid w:val="005B2206"/>
    <w:rsid w:val="005B24E1"/>
    <w:rsid w:val="005B3441"/>
    <w:rsid w:val="005B3E76"/>
    <w:rsid w:val="005B46D5"/>
    <w:rsid w:val="005B4944"/>
    <w:rsid w:val="005B547F"/>
    <w:rsid w:val="005B6AF7"/>
    <w:rsid w:val="005B74D3"/>
    <w:rsid w:val="005C045A"/>
    <w:rsid w:val="005C076A"/>
    <w:rsid w:val="005C0B2C"/>
    <w:rsid w:val="005C209C"/>
    <w:rsid w:val="005C2198"/>
    <w:rsid w:val="005C32C7"/>
    <w:rsid w:val="005C4AA0"/>
    <w:rsid w:val="005C4B5A"/>
    <w:rsid w:val="005C5EDE"/>
    <w:rsid w:val="005C5EE1"/>
    <w:rsid w:val="005C6449"/>
    <w:rsid w:val="005C7050"/>
    <w:rsid w:val="005C771B"/>
    <w:rsid w:val="005D0EF5"/>
    <w:rsid w:val="005D18B6"/>
    <w:rsid w:val="005D29B1"/>
    <w:rsid w:val="005D2C5C"/>
    <w:rsid w:val="005D3140"/>
    <w:rsid w:val="005D4013"/>
    <w:rsid w:val="005D40CF"/>
    <w:rsid w:val="005D59E6"/>
    <w:rsid w:val="005E0DC4"/>
    <w:rsid w:val="005E1771"/>
    <w:rsid w:val="005E1C1D"/>
    <w:rsid w:val="005E40AE"/>
    <w:rsid w:val="005E416D"/>
    <w:rsid w:val="005E6238"/>
    <w:rsid w:val="005E6608"/>
    <w:rsid w:val="005E71AB"/>
    <w:rsid w:val="005E72F2"/>
    <w:rsid w:val="005E7A63"/>
    <w:rsid w:val="005E7C10"/>
    <w:rsid w:val="005E7EC6"/>
    <w:rsid w:val="005F0227"/>
    <w:rsid w:val="005F114C"/>
    <w:rsid w:val="005F2164"/>
    <w:rsid w:val="005F30C1"/>
    <w:rsid w:val="005F4DDB"/>
    <w:rsid w:val="005F4F9C"/>
    <w:rsid w:val="005F5547"/>
    <w:rsid w:val="005F6274"/>
    <w:rsid w:val="005F6493"/>
    <w:rsid w:val="005F64E8"/>
    <w:rsid w:val="005F765D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5246"/>
    <w:rsid w:val="00606C64"/>
    <w:rsid w:val="00607006"/>
    <w:rsid w:val="006133F0"/>
    <w:rsid w:val="006138B0"/>
    <w:rsid w:val="006138CF"/>
    <w:rsid w:val="00614398"/>
    <w:rsid w:val="00614C24"/>
    <w:rsid w:val="006152B5"/>
    <w:rsid w:val="00615667"/>
    <w:rsid w:val="006170E8"/>
    <w:rsid w:val="00617F2F"/>
    <w:rsid w:val="006200D8"/>
    <w:rsid w:val="00620DAC"/>
    <w:rsid w:val="00622388"/>
    <w:rsid w:val="006235AE"/>
    <w:rsid w:val="00623E1F"/>
    <w:rsid w:val="00626D42"/>
    <w:rsid w:val="00626F2C"/>
    <w:rsid w:val="00630883"/>
    <w:rsid w:val="00630FC1"/>
    <w:rsid w:val="0063156F"/>
    <w:rsid w:val="00632CA7"/>
    <w:rsid w:val="006333D2"/>
    <w:rsid w:val="00633461"/>
    <w:rsid w:val="006335CA"/>
    <w:rsid w:val="00633A4F"/>
    <w:rsid w:val="00633D98"/>
    <w:rsid w:val="0063408F"/>
    <w:rsid w:val="00634307"/>
    <w:rsid w:val="00634918"/>
    <w:rsid w:val="0063515F"/>
    <w:rsid w:val="00636898"/>
    <w:rsid w:val="00636E2A"/>
    <w:rsid w:val="006376AE"/>
    <w:rsid w:val="0063773F"/>
    <w:rsid w:val="00637821"/>
    <w:rsid w:val="00640464"/>
    <w:rsid w:val="00640FC1"/>
    <w:rsid w:val="00641B31"/>
    <w:rsid w:val="006422ED"/>
    <w:rsid w:val="006431D6"/>
    <w:rsid w:val="00645906"/>
    <w:rsid w:val="00646861"/>
    <w:rsid w:val="006528F2"/>
    <w:rsid w:val="00654548"/>
    <w:rsid w:val="00654AB1"/>
    <w:rsid w:val="006551B6"/>
    <w:rsid w:val="006551BF"/>
    <w:rsid w:val="00656120"/>
    <w:rsid w:val="006561C8"/>
    <w:rsid w:val="00656650"/>
    <w:rsid w:val="00656652"/>
    <w:rsid w:val="0065706D"/>
    <w:rsid w:val="00657F47"/>
    <w:rsid w:val="00660AF3"/>
    <w:rsid w:val="00660BD6"/>
    <w:rsid w:val="0066114A"/>
    <w:rsid w:val="00663732"/>
    <w:rsid w:val="00663910"/>
    <w:rsid w:val="00663B7E"/>
    <w:rsid w:val="00664C1B"/>
    <w:rsid w:val="00664DCA"/>
    <w:rsid w:val="00664F9E"/>
    <w:rsid w:val="00665AF9"/>
    <w:rsid w:val="006672CD"/>
    <w:rsid w:val="00670B72"/>
    <w:rsid w:val="006714C5"/>
    <w:rsid w:val="00671BB3"/>
    <w:rsid w:val="006720C8"/>
    <w:rsid w:val="00673078"/>
    <w:rsid w:val="00673347"/>
    <w:rsid w:val="00673B08"/>
    <w:rsid w:val="006747DB"/>
    <w:rsid w:val="00677843"/>
    <w:rsid w:val="00677DD4"/>
    <w:rsid w:val="00677F6D"/>
    <w:rsid w:val="00680F7A"/>
    <w:rsid w:val="006816EF"/>
    <w:rsid w:val="006821FE"/>
    <w:rsid w:val="00684E19"/>
    <w:rsid w:val="00685566"/>
    <w:rsid w:val="0068649B"/>
    <w:rsid w:val="006866E3"/>
    <w:rsid w:val="006901BF"/>
    <w:rsid w:val="00691DD2"/>
    <w:rsid w:val="006930C8"/>
    <w:rsid w:val="0069339A"/>
    <w:rsid w:val="006938BF"/>
    <w:rsid w:val="00693F38"/>
    <w:rsid w:val="00694551"/>
    <w:rsid w:val="00697F83"/>
    <w:rsid w:val="006A0B3C"/>
    <w:rsid w:val="006A1528"/>
    <w:rsid w:val="006A329D"/>
    <w:rsid w:val="006A402E"/>
    <w:rsid w:val="006A46AF"/>
    <w:rsid w:val="006A4FE4"/>
    <w:rsid w:val="006A5682"/>
    <w:rsid w:val="006A5AF0"/>
    <w:rsid w:val="006A682A"/>
    <w:rsid w:val="006A7DC5"/>
    <w:rsid w:val="006B09A5"/>
    <w:rsid w:val="006B1308"/>
    <w:rsid w:val="006B16B9"/>
    <w:rsid w:val="006B1E63"/>
    <w:rsid w:val="006B2393"/>
    <w:rsid w:val="006B34B4"/>
    <w:rsid w:val="006B442C"/>
    <w:rsid w:val="006B4519"/>
    <w:rsid w:val="006B5757"/>
    <w:rsid w:val="006B7100"/>
    <w:rsid w:val="006B737A"/>
    <w:rsid w:val="006B7D35"/>
    <w:rsid w:val="006C0293"/>
    <w:rsid w:val="006C09A5"/>
    <w:rsid w:val="006C10BD"/>
    <w:rsid w:val="006C2873"/>
    <w:rsid w:val="006C3D7F"/>
    <w:rsid w:val="006C3DC1"/>
    <w:rsid w:val="006C43BD"/>
    <w:rsid w:val="006C4935"/>
    <w:rsid w:val="006C4D4A"/>
    <w:rsid w:val="006C6A54"/>
    <w:rsid w:val="006C6B3C"/>
    <w:rsid w:val="006C7274"/>
    <w:rsid w:val="006C7FEB"/>
    <w:rsid w:val="006D1112"/>
    <w:rsid w:val="006D1688"/>
    <w:rsid w:val="006D1762"/>
    <w:rsid w:val="006D1783"/>
    <w:rsid w:val="006D1831"/>
    <w:rsid w:val="006D1926"/>
    <w:rsid w:val="006D24A4"/>
    <w:rsid w:val="006D3463"/>
    <w:rsid w:val="006D44B5"/>
    <w:rsid w:val="006D48C2"/>
    <w:rsid w:val="006D57D6"/>
    <w:rsid w:val="006D5C43"/>
    <w:rsid w:val="006D658E"/>
    <w:rsid w:val="006D6C8B"/>
    <w:rsid w:val="006D773F"/>
    <w:rsid w:val="006D783C"/>
    <w:rsid w:val="006E0805"/>
    <w:rsid w:val="006E116F"/>
    <w:rsid w:val="006E16A8"/>
    <w:rsid w:val="006E2024"/>
    <w:rsid w:val="006E2AC7"/>
    <w:rsid w:val="006E2E09"/>
    <w:rsid w:val="006E3656"/>
    <w:rsid w:val="006E3D03"/>
    <w:rsid w:val="006E439B"/>
    <w:rsid w:val="006E4A3F"/>
    <w:rsid w:val="006E6DE3"/>
    <w:rsid w:val="006E6F49"/>
    <w:rsid w:val="006E74B9"/>
    <w:rsid w:val="006F06AA"/>
    <w:rsid w:val="006F06BA"/>
    <w:rsid w:val="006F0EB5"/>
    <w:rsid w:val="006F26A6"/>
    <w:rsid w:val="006F2704"/>
    <w:rsid w:val="006F3D5E"/>
    <w:rsid w:val="006F42E8"/>
    <w:rsid w:val="006F467F"/>
    <w:rsid w:val="006F4A0A"/>
    <w:rsid w:val="006F5BD1"/>
    <w:rsid w:val="006F6C95"/>
    <w:rsid w:val="006F6FCF"/>
    <w:rsid w:val="006F7946"/>
    <w:rsid w:val="006F7DAE"/>
    <w:rsid w:val="006F7DDA"/>
    <w:rsid w:val="007013D8"/>
    <w:rsid w:val="00701615"/>
    <w:rsid w:val="007020A9"/>
    <w:rsid w:val="0070261D"/>
    <w:rsid w:val="007040F1"/>
    <w:rsid w:val="00705AC2"/>
    <w:rsid w:val="00707345"/>
    <w:rsid w:val="00711EEC"/>
    <w:rsid w:val="00712DAB"/>
    <w:rsid w:val="0071306E"/>
    <w:rsid w:val="0071408B"/>
    <w:rsid w:val="00714BA4"/>
    <w:rsid w:val="00715124"/>
    <w:rsid w:val="00715C18"/>
    <w:rsid w:val="007170BB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3647"/>
    <w:rsid w:val="00724377"/>
    <w:rsid w:val="007243CC"/>
    <w:rsid w:val="00724E71"/>
    <w:rsid w:val="0072541D"/>
    <w:rsid w:val="00725996"/>
    <w:rsid w:val="0072599F"/>
    <w:rsid w:val="00725ACD"/>
    <w:rsid w:val="00725F57"/>
    <w:rsid w:val="00726CCA"/>
    <w:rsid w:val="00726F70"/>
    <w:rsid w:val="00727102"/>
    <w:rsid w:val="00727226"/>
    <w:rsid w:val="00727D8E"/>
    <w:rsid w:val="00727E48"/>
    <w:rsid w:val="007308CD"/>
    <w:rsid w:val="00731AC7"/>
    <w:rsid w:val="00731C06"/>
    <w:rsid w:val="0073270F"/>
    <w:rsid w:val="00732ED2"/>
    <w:rsid w:val="00733171"/>
    <w:rsid w:val="007344A0"/>
    <w:rsid w:val="007347BC"/>
    <w:rsid w:val="00734817"/>
    <w:rsid w:val="007348E1"/>
    <w:rsid w:val="00734A23"/>
    <w:rsid w:val="00735F34"/>
    <w:rsid w:val="00737223"/>
    <w:rsid w:val="007372B1"/>
    <w:rsid w:val="0073796F"/>
    <w:rsid w:val="00737AB7"/>
    <w:rsid w:val="00740266"/>
    <w:rsid w:val="00740CDD"/>
    <w:rsid w:val="00740FE9"/>
    <w:rsid w:val="00742352"/>
    <w:rsid w:val="00744095"/>
    <w:rsid w:val="007450B8"/>
    <w:rsid w:val="007454DB"/>
    <w:rsid w:val="00745698"/>
    <w:rsid w:val="00745989"/>
    <w:rsid w:val="00746248"/>
    <w:rsid w:val="00746F2C"/>
    <w:rsid w:val="00747BFE"/>
    <w:rsid w:val="00750D45"/>
    <w:rsid w:val="007520A9"/>
    <w:rsid w:val="007522EC"/>
    <w:rsid w:val="007524B6"/>
    <w:rsid w:val="00752A0D"/>
    <w:rsid w:val="00752BFA"/>
    <w:rsid w:val="00752EC4"/>
    <w:rsid w:val="00753E39"/>
    <w:rsid w:val="00754F08"/>
    <w:rsid w:val="0075516B"/>
    <w:rsid w:val="007551B5"/>
    <w:rsid w:val="00755773"/>
    <w:rsid w:val="00755E20"/>
    <w:rsid w:val="007572F6"/>
    <w:rsid w:val="00760078"/>
    <w:rsid w:val="0076013A"/>
    <w:rsid w:val="0076095B"/>
    <w:rsid w:val="00760C54"/>
    <w:rsid w:val="00760E9A"/>
    <w:rsid w:val="0076197E"/>
    <w:rsid w:val="00761D41"/>
    <w:rsid w:val="00761E18"/>
    <w:rsid w:val="00761FD2"/>
    <w:rsid w:val="00762121"/>
    <w:rsid w:val="00762637"/>
    <w:rsid w:val="00763B27"/>
    <w:rsid w:val="00764176"/>
    <w:rsid w:val="00765885"/>
    <w:rsid w:val="00765F11"/>
    <w:rsid w:val="007664A2"/>
    <w:rsid w:val="007666EF"/>
    <w:rsid w:val="00767FBE"/>
    <w:rsid w:val="00770338"/>
    <w:rsid w:val="00772A1A"/>
    <w:rsid w:val="00774560"/>
    <w:rsid w:val="00774664"/>
    <w:rsid w:val="007755A0"/>
    <w:rsid w:val="007757F8"/>
    <w:rsid w:val="00775E98"/>
    <w:rsid w:val="007761C8"/>
    <w:rsid w:val="00776829"/>
    <w:rsid w:val="00776AB6"/>
    <w:rsid w:val="0077792E"/>
    <w:rsid w:val="00777A20"/>
    <w:rsid w:val="00777B43"/>
    <w:rsid w:val="00781714"/>
    <w:rsid w:val="007817D2"/>
    <w:rsid w:val="00781B33"/>
    <w:rsid w:val="00782B9C"/>
    <w:rsid w:val="0078565C"/>
    <w:rsid w:val="00786389"/>
    <w:rsid w:val="00787314"/>
    <w:rsid w:val="00787533"/>
    <w:rsid w:val="007914AD"/>
    <w:rsid w:val="00791DAE"/>
    <w:rsid w:val="00791DF3"/>
    <w:rsid w:val="00792364"/>
    <w:rsid w:val="00792A2D"/>
    <w:rsid w:val="00792ABF"/>
    <w:rsid w:val="007933D1"/>
    <w:rsid w:val="007941D5"/>
    <w:rsid w:val="007944CC"/>
    <w:rsid w:val="0079486E"/>
    <w:rsid w:val="00794EDF"/>
    <w:rsid w:val="0079544A"/>
    <w:rsid w:val="00795999"/>
    <w:rsid w:val="00796238"/>
    <w:rsid w:val="00796600"/>
    <w:rsid w:val="00796701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A6E68"/>
    <w:rsid w:val="007B0BBF"/>
    <w:rsid w:val="007B3FEF"/>
    <w:rsid w:val="007B489C"/>
    <w:rsid w:val="007B6ED6"/>
    <w:rsid w:val="007B7783"/>
    <w:rsid w:val="007C0D73"/>
    <w:rsid w:val="007C2E65"/>
    <w:rsid w:val="007C3266"/>
    <w:rsid w:val="007C327D"/>
    <w:rsid w:val="007C34C1"/>
    <w:rsid w:val="007C3652"/>
    <w:rsid w:val="007C435A"/>
    <w:rsid w:val="007C4923"/>
    <w:rsid w:val="007C4A5E"/>
    <w:rsid w:val="007C4D18"/>
    <w:rsid w:val="007C637B"/>
    <w:rsid w:val="007C67A8"/>
    <w:rsid w:val="007C7C81"/>
    <w:rsid w:val="007D0051"/>
    <w:rsid w:val="007D0697"/>
    <w:rsid w:val="007D14C1"/>
    <w:rsid w:val="007D158C"/>
    <w:rsid w:val="007D1FFC"/>
    <w:rsid w:val="007D2C12"/>
    <w:rsid w:val="007D316E"/>
    <w:rsid w:val="007D35AF"/>
    <w:rsid w:val="007D39BB"/>
    <w:rsid w:val="007D5448"/>
    <w:rsid w:val="007D59D6"/>
    <w:rsid w:val="007D5C77"/>
    <w:rsid w:val="007D7FAF"/>
    <w:rsid w:val="007E0307"/>
    <w:rsid w:val="007E0F98"/>
    <w:rsid w:val="007E136C"/>
    <w:rsid w:val="007E1CB3"/>
    <w:rsid w:val="007E1FDD"/>
    <w:rsid w:val="007E2171"/>
    <w:rsid w:val="007E2257"/>
    <w:rsid w:val="007E2831"/>
    <w:rsid w:val="007E3267"/>
    <w:rsid w:val="007E3997"/>
    <w:rsid w:val="007E3E4B"/>
    <w:rsid w:val="007E4ED2"/>
    <w:rsid w:val="007E5C3D"/>
    <w:rsid w:val="007E723E"/>
    <w:rsid w:val="007E755E"/>
    <w:rsid w:val="007E7865"/>
    <w:rsid w:val="007F1207"/>
    <w:rsid w:val="007F14B0"/>
    <w:rsid w:val="007F1B6F"/>
    <w:rsid w:val="007F1EF1"/>
    <w:rsid w:val="007F2039"/>
    <w:rsid w:val="007F2156"/>
    <w:rsid w:val="007F2848"/>
    <w:rsid w:val="007F3587"/>
    <w:rsid w:val="007F398F"/>
    <w:rsid w:val="007F3F21"/>
    <w:rsid w:val="007F5DDE"/>
    <w:rsid w:val="007F6F9E"/>
    <w:rsid w:val="008019EE"/>
    <w:rsid w:val="00804325"/>
    <w:rsid w:val="00804D80"/>
    <w:rsid w:val="00804E10"/>
    <w:rsid w:val="00804E8E"/>
    <w:rsid w:val="00805F27"/>
    <w:rsid w:val="00806B81"/>
    <w:rsid w:val="00807F91"/>
    <w:rsid w:val="00810CF7"/>
    <w:rsid w:val="00811BDD"/>
    <w:rsid w:val="00811D90"/>
    <w:rsid w:val="00813BD7"/>
    <w:rsid w:val="00813DF5"/>
    <w:rsid w:val="008143F2"/>
    <w:rsid w:val="0081546E"/>
    <w:rsid w:val="00815819"/>
    <w:rsid w:val="00815D59"/>
    <w:rsid w:val="00816A5C"/>
    <w:rsid w:val="00816EC0"/>
    <w:rsid w:val="00817861"/>
    <w:rsid w:val="00817F1B"/>
    <w:rsid w:val="00820087"/>
    <w:rsid w:val="00820A02"/>
    <w:rsid w:val="0082114E"/>
    <w:rsid w:val="00821F31"/>
    <w:rsid w:val="008222B3"/>
    <w:rsid w:val="008230A6"/>
    <w:rsid w:val="00823B90"/>
    <w:rsid w:val="00824566"/>
    <w:rsid w:val="008246AF"/>
    <w:rsid w:val="008249EB"/>
    <w:rsid w:val="0082500F"/>
    <w:rsid w:val="00826C6E"/>
    <w:rsid w:val="0082769A"/>
    <w:rsid w:val="008277EE"/>
    <w:rsid w:val="00830433"/>
    <w:rsid w:val="00830EDD"/>
    <w:rsid w:val="008312E5"/>
    <w:rsid w:val="00831430"/>
    <w:rsid w:val="00831545"/>
    <w:rsid w:val="00832BE7"/>
    <w:rsid w:val="00834AFF"/>
    <w:rsid w:val="0083550F"/>
    <w:rsid w:val="00836079"/>
    <w:rsid w:val="00836DA0"/>
    <w:rsid w:val="00837188"/>
    <w:rsid w:val="0083770C"/>
    <w:rsid w:val="00840103"/>
    <w:rsid w:val="00841956"/>
    <w:rsid w:val="00844292"/>
    <w:rsid w:val="008472F4"/>
    <w:rsid w:val="008477E9"/>
    <w:rsid w:val="00847CA2"/>
    <w:rsid w:val="0085084E"/>
    <w:rsid w:val="008512EC"/>
    <w:rsid w:val="00851A39"/>
    <w:rsid w:val="00852821"/>
    <w:rsid w:val="00853F42"/>
    <w:rsid w:val="0085580A"/>
    <w:rsid w:val="008561D7"/>
    <w:rsid w:val="00856D03"/>
    <w:rsid w:val="00856D0E"/>
    <w:rsid w:val="00857052"/>
    <w:rsid w:val="00857556"/>
    <w:rsid w:val="008575DF"/>
    <w:rsid w:val="0085793D"/>
    <w:rsid w:val="00857DD9"/>
    <w:rsid w:val="008602A3"/>
    <w:rsid w:val="00861015"/>
    <w:rsid w:val="008618CB"/>
    <w:rsid w:val="00861B9A"/>
    <w:rsid w:val="00862F69"/>
    <w:rsid w:val="00863538"/>
    <w:rsid w:val="008649D3"/>
    <w:rsid w:val="0087070D"/>
    <w:rsid w:val="00870AA2"/>
    <w:rsid w:val="00871AE2"/>
    <w:rsid w:val="00871B57"/>
    <w:rsid w:val="00872887"/>
    <w:rsid w:val="00872BF3"/>
    <w:rsid w:val="00874CE7"/>
    <w:rsid w:val="00876C1B"/>
    <w:rsid w:val="00877127"/>
    <w:rsid w:val="00877930"/>
    <w:rsid w:val="00880690"/>
    <w:rsid w:val="00882443"/>
    <w:rsid w:val="008839DD"/>
    <w:rsid w:val="00883AFD"/>
    <w:rsid w:val="00884C63"/>
    <w:rsid w:val="008857CC"/>
    <w:rsid w:val="008868E6"/>
    <w:rsid w:val="00886DD2"/>
    <w:rsid w:val="008870F5"/>
    <w:rsid w:val="008901E2"/>
    <w:rsid w:val="00890245"/>
    <w:rsid w:val="0089043E"/>
    <w:rsid w:val="0089065A"/>
    <w:rsid w:val="0089140C"/>
    <w:rsid w:val="0089332E"/>
    <w:rsid w:val="008937CE"/>
    <w:rsid w:val="00893B30"/>
    <w:rsid w:val="00894C5D"/>
    <w:rsid w:val="00895423"/>
    <w:rsid w:val="00896450"/>
    <w:rsid w:val="0089682E"/>
    <w:rsid w:val="008977C7"/>
    <w:rsid w:val="00897E5E"/>
    <w:rsid w:val="008A0A78"/>
    <w:rsid w:val="008A0B83"/>
    <w:rsid w:val="008A1C0D"/>
    <w:rsid w:val="008A247C"/>
    <w:rsid w:val="008A3018"/>
    <w:rsid w:val="008A353B"/>
    <w:rsid w:val="008A3704"/>
    <w:rsid w:val="008A3955"/>
    <w:rsid w:val="008A3DC9"/>
    <w:rsid w:val="008A3E3F"/>
    <w:rsid w:val="008A4635"/>
    <w:rsid w:val="008A57F5"/>
    <w:rsid w:val="008A659D"/>
    <w:rsid w:val="008A6AE1"/>
    <w:rsid w:val="008A6F56"/>
    <w:rsid w:val="008A710B"/>
    <w:rsid w:val="008A7672"/>
    <w:rsid w:val="008B0062"/>
    <w:rsid w:val="008B03D6"/>
    <w:rsid w:val="008B08A5"/>
    <w:rsid w:val="008B1F12"/>
    <w:rsid w:val="008B2531"/>
    <w:rsid w:val="008B354A"/>
    <w:rsid w:val="008B3881"/>
    <w:rsid w:val="008B3B9D"/>
    <w:rsid w:val="008B4793"/>
    <w:rsid w:val="008B4F3D"/>
    <w:rsid w:val="008B51EA"/>
    <w:rsid w:val="008B74F0"/>
    <w:rsid w:val="008C0C54"/>
    <w:rsid w:val="008C1532"/>
    <w:rsid w:val="008C18E5"/>
    <w:rsid w:val="008C1A1C"/>
    <w:rsid w:val="008C29DC"/>
    <w:rsid w:val="008C2C71"/>
    <w:rsid w:val="008C2CBE"/>
    <w:rsid w:val="008C339F"/>
    <w:rsid w:val="008C5319"/>
    <w:rsid w:val="008C5CA0"/>
    <w:rsid w:val="008C62C1"/>
    <w:rsid w:val="008C73BB"/>
    <w:rsid w:val="008C7E60"/>
    <w:rsid w:val="008D027B"/>
    <w:rsid w:val="008D11BB"/>
    <w:rsid w:val="008D2391"/>
    <w:rsid w:val="008D2904"/>
    <w:rsid w:val="008D3905"/>
    <w:rsid w:val="008D5FF5"/>
    <w:rsid w:val="008D695E"/>
    <w:rsid w:val="008D7CFF"/>
    <w:rsid w:val="008D7DDA"/>
    <w:rsid w:val="008D7FF3"/>
    <w:rsid w:val="008E016A"/>
    <w:rsid w:val="008E0B7B"/>
    <w:rsid w:val="008E17F5"/>
    <w:rsid w:val="008E2097"/>
    <w:rsid w:val="008E293F"/>
    <w:rsid w:val="008E2C52"/>
    <w:rsid w:val="008E4211"/>
    <w:rsid w:val="008E4551"/>
    <w:rsid w:val="008E5574"/>
    <w:rsid w:val="008E58ED"/>
    <w:rsid w:val="008E6766"/>
    <w:rsid w:val="008F051E"/>
    <w:rsid w:val="008F123A"/>
    <w:rsid w:val="008F2771"/>
    <w:rsid w:val="008F49E6"/>
    <w:rsid w:val="008F4DE3"/>
    <w:rsid w:val="008F5096"/>
    <w:rsid w:val="008F55B4"/>
    <w:rsid w:val="008F65A0"/>
    <w:rsid w:val="008F6AF0"/>
    <w:rsid w:val="008F77E6"/>
    <w:rsid w:val="008F7A71"/>
    <w:rsid w:val="0090179C"/>
    <w:rsid w:val="00902163"/>
    <w:rsid w:val="009028B6"/>
    <w:rsid w:val="00902ADB"/>
    <w:rsid w:val="00902B94"/>
    <w:rsid w:val="00903BA1"/>
    <w:rsid w:val="00904609"/>
    <w:rsid w:val="00906E2D"/>
    <w:rsid w:val="00907697"/>
    <w:rsid w:val="00907B5D"/>
    <w:rsid w:val="00910108"/>
    <w:rsid w:val="0091034B"/>
    <w:rsid w:val="00910558"/>
    <w:rsid w:val="00911809"/>
    <w:rsid w:val="00911C75"/>
    <w:rsid w:val="00911D92"/>
    <w:rsid w:val="00912093"/>
    <w:rsid w:val="00912804"/>
    <w:rsid w:val="00912B2E"/>
    <w:rsid w:val="009136F9"/>
    <w:rsid w:val="0091584D"/>
    <w:rsid w:val="00920AB1"/>
    <w:rsid w:val="00920BDC"/>
    <w:rsid w:val="009210B9"/>
    <w:rsid w:val="00921D94"/>
    <w:rsid w:val="00922130"/>
    <w:rsid w:val="00922EB1"/>
    <w:rsid w:val="0092321B"/>
    <w:rsid w:val="00923344"/>
    <w:rsid w:val="00924CC3"/>
    <w:rsid w:val="00924ED2"/>
    <w:rsid w:val="0092649F"/>
    <w:rsid w:val="00927AC6"/>
    <w:rsid w:val="00930404"/>
    <w:rsid w:val="00930455"/>
    <w:rsid w:val="009306F1"/>
    <w:rsid w:val="0093289A"/>
    <w:rsid w:val="00933859"/>
    <w:rsid w:val="0093405F"/>
    <w:rsid w:val="00934BB5"/>
    <w:rsid w:val="0093547D"/>
    <w:rsid w:val="009355AA"/>
    <w:rsid w:val="00935F66"/>
    <w:rsid w:val="009365E2"/>
    <w:rsid w:val="009368A3"/>
    <w:rsid w:val="009403E8"/>
    <w:rsid w:val="00940581"/>
    <w:rsid w:val="00940703"/>
    <w:rsid w:val="00940812"/>
    <w:rsid w:val="00940D4E"/>
    <w:rsid w:val="009418DC"/>
    <w:rsid w:val="00941B36"/>
    <w:rsid w:val="00941D0A"/>
    <w:rsid w:val="00944CBD"/>
    <w:rsid w:val="00944E76"/>
    <w:rsid w:val="009453B4"/>
    <w:rsid w:val="0094648A"/>
    <w:rsid w:val="00946E4E"/>
    <w:rsid w:val="0094718E"/>
    <w:rsid w:val="00950052"/>
    <w:rsid w:val="009515E4"/>
    <w:rsid w:val="00951932"/>
    <w:rsid w:val="009519C9"/>
    <w:rsid w:val="00952391"/>
    <w:rsid w:val="0095437D"/>
    <w:rsid w:val="00954A1D"/>
    <w:rsid w:val="00954A5D"/>
    <w:rsid w:val="00954D38"/>
    <w:rsid w:val="00955E55"/>
    <w:rsid w:val="00955F24"/>
    <w:rsid w:val="00956FE9"/>
    <w:rsid w:val="00957E6E"/>
    <w:rsid w:val="00962AF6"/>
    <w:rsid w:val="0096320D"/>
    <w:rsid w:val="0096351C"/>
    <w:rsid w:val="00963691"/>
    <w:rsid w:val="009636B0"/>
    <w:rsid w:val="0096381B"/>
    <w:rsid w:val="00966056"/>
    <w:rsid w:val="00966088"/>
    <w:rsid w:val="00966844"/>
    <w:rsid w:val="00966ED8"/>
    <w:rsid w:val="00967609"/>
    <w:rsid w:val="009677F5"/>
    <w:rsid w:val="009704A1"/>
    <w:rsid w:val="0097329B"/>
    <w:rsid w:val="009737F8"/>
    <w:rsid w:val="00973CE6"/>
    <w:rsid w:val="00974915"/>
    <w:rsid w:val="00975251"/>
    <w:rsid w:val="00975F76"/>
    <w:rsid w:val="00976785"/>
    <w:rsid w:val="00976D7A"/>
    <w:rsid w:val="00977489"/>
    <w:rsid w:val="00977ADE"/>
    <w:rsid w:val="00977C79"/>
    <w:rsid w:val="0098110F"/>
    <w:rsid w:val="00982D88"/>
    <w:rsid w:val="0098374A"/>
    <w:rsid w:val="009842F5"/>
    <w:rsid w:val="00985712"/>
    <w:rsid w:val="00985C10"/>
    <w:rsid w:val="00986471"/>
    <w:rsid w:val="00987B18"/>
    <w:rsid w:val="009902DE"/>
    <w:rsid w:val="00993AD8"/>
    <w:rsid w:val="00994669"/>
    <w:rsid w:val="0099482E"/>
    <w:rsid w:val="009A07B3"/>
    <w:rsid w:val="009A0D9E"/>
    <w:rsid w:val="009A270E"/>
    <w:rsid w:val="009A28F8"/>
    <w:rsid w:val="009A397F"/>
    <w:rsid w:val="009A3A01"/>
    <w:rsid w:val="009A5399"/>
    <w:rsid w:val="009A5AAC"/>
    <w:rsid w:val="009A5BD8"/>
    <w:rsid w:val="009A64C1"/>
    <w:rsid w:val="009A6620"/>
    <w:rsid w:val="009A7310"/>
    <w:rsid w:val="009A781B"/>
    <w:rsid w:val="009B029F"/>
    <w:rsid w:val="009B1868"/>
    <w:rsid w:val="009B1CCE"/>
    <w:rsid w:val="009B222F"/>
    <w:rsid w:val="009B24C0"/>
    <w:rsid w:val="009B4361"/>
    <w:rsid w:val="009B5D87"/>
    <w:rsid w:val="009B6078"/>
    <w:rsid w:val="009B7519"/>
    <w:rsid w:val="009C0890"/>
    <w:rsid w:val="009C1C67"/>
    <w:rsid w:val="009C1EE4"/>
    <w:rsid w:val="009C3161"/>
    <w:rsid w:val="009C31B5"/>
    <w:rsid w:val="009C35EC"/>
    <w:rsid w:val="009C3DD5"/>
    <w:rsid w:val="009C3E9A"/>
    <w:rsid w:val="009C4245"/>
    <w:rsid w:val="009C433C"/>
    <w:rsid w:val="009C59A0"/>
    <w:rsid w:val="009C5DAF"/>
    <w:rsid w:val="009C61B1"/>
    <w:rsid w:val="009D1161"/>
    <w:rsid w:val="009D1D2D"/>
    <w:rsid w:val="009D2592"/>
    <w:rsid w:val="009D27E2"/>
    <w:rsid w:val="009D356A"/>
    <w:rsid w:val="009D3689"/>
    <w:rsid w:val="009D3ADB"/>
    <w:rsid w:val="009D3FDF"/>
    <w:rsid w:val="009D51B7"/>
    <w:rsid w:val="009D5993"/>
    <w:rsid w:val="009D5D88"/>
    <w:rsid w:val="009D7EE4"/>
    <w:rsid w:val="009E0F24"/>
    <w:rsid w:val="009E13B4"/>
    <w:rsid w:val="009E1574"/>
    <w:rsid w:val="009E287C"/>
    <w:rsid w:val="009E3334"/>
    <w:rsid w:val="009E3465"/>
    <w:rsid w:val="009E366D"/>
    <w:rsid w:val="009E4A02"/>
    <w:rsid w:val="009E4CC8"/>
    <w:rsid w:val="009E5CEC"/>
    <w:rsid w:val="009E6034"/>
    <w:rsid w:val="009F2AA6"/>
    <w:rsid w:val="009F3C79"/>
    <w:rsid w:val="009F46DC"/>
    <w:rsid w:val="009F5D6A"/>
    <w:rsid w:val="009F69AE"/>
    <w:rsid w:val="009F7789"/>
    <w:rsid w:val="00A00857"/>
    <w:rsid w:val="00A00D66"/>
    <w:rsid w:val="00A019C1"/>
    <w:rsid w:val="00A01CC6"/>
    <w:rsid w:val="00A02458"/>
    <w:rsid w:val="00A02BD1"/>
    <w:rsid w:val="00A041D2"/>
    <w:rsid w:val="00A04A1A"/>
    <w:rsid w:val="00A04AC6"/>
    <w:rsid w:val="00A05AAC"/>
    <w:rsid w:val="00A05EC6"/>
    <w:rsid w:val="00A06051"/>
    <w:rsid w:val="00A0660A"/>
    <w:rsid w:val="00A100C2"/>
    <w:rsid w:val="00A111E2"/>
    <w:rsid w:val="00A1144A"/>
    <w:rsid w:val="00A122E4"/>
    <w:rsid w:val="00A12861"/>
    <w:rsid w:val="00A133D7"/>
    <w:rsid w:val="00A14D1C"/>
    <w:rsid w:val="00A151F7"/>
    <w:rsid w:val="00A16656"/>
    <w:rsid w:val="00A16A20"/>
    <w:rsid w:val="00A16DEF"/>
    <w:rsid w:val="00A17C46"/>
    <w:rsid w:val="00A206F4"/>
    <w:rsid w:val="00A21385"/>
    <w:rsid w:val="00A22604"/>
    <w:rsid w:val="00A22955"/>
    <w:rsid w:val="00A22E0B"/>
    <w:rsid w:val="00A231B5"/>
    <w:rsid w:val="00A2373D"/>
    <w:rsid w:val="00A245A6"/>
    <w:rsid w:val="00A246F9"/>
    <w:rsid w:val="00A24E45"/>
    <w:rsid w:val="00A274F2"/>
    <w:rsid w:val="00A3091F"/>
    <w:rsid w:val="00A32C50"/>
    <w:rsid w:val="00A358A3"/>
    <w:rsid w:val="00A35E4D"/>
    <w:rsid w:val="00A36084"/>
    <w:rsid w:val="00A4024D"/>
    <w:rsid w:val="00A41F76"/>
    <w:rsid w:val="00A42479"/>
    <w:rsid w:val="00A42891"/>
    <w:rsid w:val="00A4306D"/>
    <w:rsid w:val="00A43358"/>
    <w:rsid w:val="00A43512"/>
    <w:rsid w:val="00A43AC6"/>
    <w:rsid w:val="00A43D45"/>
    <w:rsid w:val="00A449A1"/>
    <w:rsid w:val="00A44BF1"/>
    <w:rsid w:val="00A44F09"/>
    <w:rsid w:val="00A453C0"/>
    <w:rsid w:val="00A454F7"/>
    <w:rsid w:val="00A45D43"/>
    <w:rsid w:val="00A46858"/>
    <w:rsid w:val="00A47769"/>
    <w:rsid w:val="00A47859"/>
    <w:rsid w:val="00A47C54"/>
    <w:rsid w:val="00A50259"/>
    <w:rsid w:val="00A50592"/>
    <w:rsid w:val="00A519E0"/>
    <w:rsid w:val="00A523D6"/>
    <w:rsid w:val="00A52927"/>
    <w:rsid w:val="00A53BCA"/>
    <w:rsid w:val="00A542E5"/>
    <w:rsid w:val="00A5440F"/>
    <w:rsid w:val="00A54A82"/>
    <w:rsid w:val="00A54E5B"/>
    <w:rsid w:val="00A55EBA"/>
    <w:rsid w:val="00A564F6"/>
    <w:rsid w:val="00A578C1"/>
    <w:rsid w:val="00A600B4"/>
    <w:rsid w:val="00A60262"/>
    <w:rsid w:val="00A61591"/>
    <w:rsid w:val="00A62502"/>
    <w:rsid w:val="00A63E26"/>
    <w:rsid w:val="00A653C3"/>
    <w:rsid w:val="00A6585A"/>
    <w:rsid w:val="00A65A72"/>
    <w:rsid w:val="00A669BB"/>
    <w:rsid w:val="00A674B6"/>
    <w:rsid w:val="00A67A2B"/>
    <w:rsid w:val="00A67A40"/>
    <w:rsid w:val="00A67B5D"/>
    <w:rsid w:val="00A704E1"/>
    <w:rsid w:val="00A7082C"/>
    <w:rsid w:val="00A73CE0"/>
    <w:rsid w:val="00A74341"/>
    <w:rsid w:val="00A74F91"/>
    <w:rsid w:val="00A753F7"/>
    <w:rsid w:val="00A76063"/>
    <w:rsid w:val="00A7686F"/>
    <w:rsid w:val="00A76BF7"/>
    <w:rsid w:val="00A77D3C"/>
    <w:rsid w:val="00A77E64"/>
    <w:rsid w:val="00A82957"/>
    <w:rsid w:val="00A83E86"/>
    <w:rsid w:val="00A8455A"/>
    <w:rsid w:val="00A85B00"/>
    <w:rsid w:val="00A87DC6"/>
    <w:rsid w:val="00A90C9D"/>
    <w:rsid w:val="00A91718"/>
    <w:rsid w:val="00A91CCF"/>
    <w:rsid w:val="00A93866"/>
    <w:rsid w:val="00A93897"/>
    <w:rsid w:val="00A94270"/>
    <w:rsid w:val="00A960EF"/>
    <w:rsid w:val="00A962BE"/>
    <w:rsid w:val="00A96494"/>
    <w:rsid w:val="00A96783"/>
    <w:rsid w:val="00A96A08"/>
    <w:rsid w:val="00A96EB9"/>
    <w:rsid w:val="00A9737D"/>
    <w:rsid w:val="00A97E74"/>
    <w:rsid w:val="00AA0850"/>
    <w:rsid w:val="00AA25E8"/>
    <w:rsid w:val="00AA3FDC"/>
    <w:rsid w:val="00AA4361"/>
    <w:rsid w:val="00AA4CEE"/>
    <w:rsid w:val="00AA538A"/>
    <w:rsid w:val="00AA6018"/>
    <w:rsid w:val="00AA61FE"/>
    <w:rsid w:val="00AA763D"/>
    <w:rsid w:val="00AA7A72"/>
    <w:rsid w:val="00AB1094"/>
    <w:rsid w:val="00AB1487"/>
    <w:rsid w:val="00AB1A0F"/>
    <w:rsid w:val="00AB24DA"/>
    <w:rsid w:val="00AB2E11"/>
    <w:rsid w:val="00AB3520"/>
    <w:rsid w:val="00AB4136"/>
    <w:rsid w:val="00AB413C"/>
    <w:rsid w:val="00AB4329"/>
    <w:rsid w:val="00AB4772"/>
    <w:rsid w:val="00AB48F2"/>
    <w:rsid w:val="00AB4D5C"/>
    <w:rsid w:val="00AB5322"/>
    <w:rsid w:val="00AB5557"/>
    <w:rsid w:val="00AC149C"/>
    <w:rsid w:val="00AC1F42"/>
    <w:rsid w:val="00AC4097"/>
    <w:rsid w:val="00AC4403"/>
    <w:rsid w:val="00AC555C"/>
    <w:rsid w:val="00AC60FA"/>
    <w:rsid w:val="00AC63AB"/>
    <w:rsid w:val="00AC67F9"/>
    <w:rsid w:val="00AD06CE"/>
    <w:rsid w:val="00AD0870"/>
    <w:rsid w:val="00AD0FA0"/>
    <w:rsid w:val="00AD18A7"/>
    <w:rsid w:val="00AD2148"/>
    <w:rsid w:val="00AD2DCA"/>
    <w:rsid w:val="00AD2E7F"/>
    <w:rsid w:val="00AD447A"/>
    <w:rsid w:val="00AD5411"/>
    <w:rsid w:val="00AD7CC3"/>
    <w:rsid w:val="00AD7EEB"/>
    <w:rsid w:val="00AE0B6F"/>
    <w:rsid w:val="00AE10F3"/>
    <w:rsid w:val="00AE215B"/>
    <w:rsid w:val="00AE3042"/>
    <w:rsid w:val="00AE35A6"/>
    <w:rsid w:val="00AE3DE8"/>
    <w:rsid w:val="00AE41B4"/>
    <w:rsid w:val="00AE4737"/>
    <w:rsid w:val="00AE4BF3"/>
    <w:rsid w:val="00AE6C29"/>
    <w:rsid w:val="00AE6F6D"/>
    <w:rsid w:val="00AE7483"/>
    <w:rsid w:val="00AE7487"/>
    <w:rsid w:val="00AE7489"/>
    <w:rsid w:val="00AE7901"/>
    <w:rsid w:val="00AE7A8F"/>
    <w:rsid w:val="00AE7C37"/>
    <w:rsid w:val="00AE7C8D"/>
    <w:rsid w:val="00AF215A"/>
    <w:rsid w:val="00AF2207"/>
    <w:rsid w:val="00AF2F49"/>
    <w:rsid w:val="00AF2FA6"/>
    <w:rsid w:val="00AF302A"/>
    <w:rsid w:val="00AF30A8"/>
    <w:rsid w:val="00AF46D0"/>
    <w:rsid w:val="00AF4F5B"/>
    <w:rsid w:val="00AF54D6"/>
    <w:rsid w:val="00AF5928"/>
    <w:rsid w:val="00AF6824"/>
    <w:rsid w:val="00AF6C61"/>
    <w:rsid w:val="00B00312"/>
    <w:rsid w:val="00B00DA1"/>
    <w:rsid w:val="00B0121D"/>
    <w:rsid w:val="00B0201B"/>
    <w:rsid w:val="00B02155"/>
    <w:rsid w:val="00B02197"/>
    <w:rsid w:val="00B02AAB"/>
    <w:rsid w:val="00B02F2F"/>
    <w:rsid w:val="00B035D9"/>
    <w:rsid w:val="00B041D4"/>
    <w:rsid w:val="00B049DB"/>
    <w:rsid w:val="00B04A61"/>
    <w:rsid w:val="00B06066"/>
    <w:rsid w:val="00B0768F"/>
    <w:rsid w:val="00B07F85"/>
    <w:rsid w:val="00B10E9F"/>
    <w:rsid w:val="00B11C33"/>
    <w:rsid w:val="00B11CA7"/>
    <w:rsid w:val="00B12721"/>
    <w:rsid w:val="00B12D64"/>
    <w:rsid w:val="00B12DD3"/>
    <w:rsid w:val="00B1612F"/>
    <w:rsid w:val="00B170C7"/>
    <w:rsid w:val="00B20973"/>
    <w:rsid w:val="00B21568"/>
    <w:rsid w:val="00B22275"/>
    <w:rsid w:val="00B2235A"/>
    <w:rsid w:val="00B2301D"/>
    <w:rsid w:val="00B23538"/>
    <w:rsid w:val="00B23F06"/>
    <w:rsid w:val="00B25716"/>
    <w:rsid w:val="00B25A26"/>
    <w:rsid w:val="00B268C2"/>
    <w:rsid w:val="00B2693B"/>
    <w:rsid w:val="00B26F99"/>
    <w:rsid w:val="00B27047"/>
    <w:rsid w:val="00B27B92"/>
    <w:rsid w:val="00B27BBE"/>
    <w:rsid w:val="00B30ACC"/>
    <w:rsid w:val="00B3127F"/>
    <w:rsid w:val="00B31B67"/>
    <w:rsid w:val="00B3325D"/>
    <w:rsid w:val="00B3336A"/>
    <w:rsid w:val="00B344D8"/>
    <w:rsid w:val="00B34504"/>
    <w:rsid w:val="00B34DB9"/>
    <w:rsid w:val="00B35072"/>
    <w:rsid w:val="00B35945"/>
    <w:rsid w:val="00B35B0A"/>
    <w:rsid w:val="00B372B0"/>
    <w:rsid w:val="00B37CDB"/>
    <w:rsid w:val="00B41DBB"/>
    <w:rsid w:val="00B4258E"/>
    <w:rsid w:val="00B4381F"/>
    <w:rsid w:val="00B44026"/>
    <w:rsid w:val="00B44110"/>
    <w:rsid w:val="00B46214"/>
    <w:rsid w:val="00B46769"/>
    <w:rsid w:val="00B47AC5"/>
    <w:rsid w:val="00B47F75"/>
    <w:rsid w:val="00B50B3C"/>
    <w:rsid w:val="00B5298D"/>
    <w:rsid w:val="00B53653"/>
    <w:rsid w:val="00B53798"/>
    <w:rsid w:val="00B538D8"/>
    <w:rsid w:val="00B53A87"/>
    <w:rsid w:val="00B53BCD"/>
    <w:rsid w:val="00B53FC4"/>
    <w:rsid w:val="00B5549F"/>
    <w:rsid w:val="00B562EC"/>
    <w:rsid w:val="00B56E6A"/>
    <w:rsid w:val="00B56F01"/>
    <w:rsid w:val="00B57490"/>
    <w:rsid w:val="00B57D1C"/>
    <w:rsid w:val="00B57D63"/>
    <w:rsid w:val="00B607AD"/>
    <w:rsid w:val="00B60F2D"/>
    <w:rsid w:val="00B61367"/>
    <w:rsid w:val="00B62C38"/>
    <w:rsid w:val="00B631C9"/>
    <w:rsid w:val="00B6380F"/>
    <w:rsid w:val="00B656BA"/>
    <w:rsid w:val="00B6606E"/>
    <w:rsid w:val="00B66A62"/>
    <w:rsid w:val="00B67844"/>
    <w:rsid w:val="00B700F4"/>
    <w:rsid w:val="00B7040F"/>
    <w:rsid w:val="00B7071B"/>
    <w:rsid w:val="00B70978"/>
    <w:rsid w:val="00B70D59"/>
    <w:rsid w:val="00B71571"/>
    <w:rsid w:val="00B73D40"/>
    <w:rsid w:val="00B7421A"/>
    <w:rsid w:val="00B749C2"/>
    <w:rsid w:val="00B74A29"/>
    <w:rsid w:val="00B74CC1"/>
    <w:rsid w:val="00B75089"/>
    <w:rsid w:val="00B76F91"/>
    <w:rsid w:val="00B7736C"/>
    <w:rsid w:val="00B77551"/>
    <w:rsid w:val="00B77610"/>
    <w:rsid w:val="00B80470"/>
    <w:rsid w:val="00B81FF5"/>
    <w:rsid w:val="00B82523"/>
    <w:rsid w:val="00B834FE"/>
    <w:rsid w:val="00B839BD"/>
    <w:rsid w:val="00B845A1"/>
    <w:rsid w:val="00B84B52"/>
    <w:rsid w:val="00B868A1"/>
    <w:rsid w:val="00B87F52"/>
    <w:rsid w:val="00B91972"/>
    <w:rsid w:val="00B93C4D"/>
    <w:rsid w:val="00B960EA"/>
    <w:rsid w:val="00B96FC7"/>
    <w:rsid w:val="00B975CA"/>
    <w:rsid w:val="00BA03F6"/>
    <w:rsid w:val="00BA0C22"/>
    <w:rsid w:val="00BA1624"/>
    <w:rsid w:val="00BA237D"/>
    <w:rsid w:val="00BA2CF7"/>
    <w:rsid w:val="00BA3097"/>
    <w:rsid w:val="00BA3FD3"/>
    <w:rsid w:val="00BA43E4"/>
    <w:rsid w:val="00BA4C0A"/>
    <w:rsid w:val="00BA5560"/>
    <w:rsid w:val="00BA5EE4"/>
    <w:rsid w:val="00BA6A02"/>
    <w:rsid w:val="00BA6D6E"/>
    <w:rsid w:val="00BA7571"/>
    <w:rsid w:val="00BA7BAD"/>
    <w:rsid w:val="00BA7C75"/>
    <w:rsid w:val="00BB08A6"/>
    <w:rsid w:val="00BB0EDB"/>
    <w:rsid w:val="00BB12D2"/>
    <w:rsid w:val="00BB1464"/>
    <w:rsid w:val="00BB1ED8"/>
    <w:rsid w:val="00BB289B"/>
    <w:rsid w:val="00BB2D09"/>
    <w:rsid w:val="00BB389E"/>
    <w:rsid w:val="00BB3AF0"/>
    <w:rsid w:val="00BB4374"/>
    <w:rsid w:val="00BB4B28"/>
    <w:rsid w:val="00BB720F"/>
    <w:rsid w:val="00BB7FA6"/>
    <w:rsid w:val="00BC2202"/>
    <w:rsid w:val="00BC27B2"/>
    <w:rsid w:val="00BC599E"/>
    <w:rsid w:val="00BC64D0"/>
    <w:rsid w:val="00BC67F6"/>
    <w:rsid w:val="00BD0E5F"/>
    <w:rsid w:val="00BD141C"/>
    <w:rsid w:val="00BD1685"/>
    <w:rsid w:val="00BD2F22"/>
    <w:rsid w:val="00BD37E7"/>
    <w:rsid w:val="00BD3CDC"/>
    <w:rsid w:val="00BD4449"/>
    <w:rsid w:val="00BD478F"/>
    <w:rsid w:val="00BD4B74"/>
    <w:rsid w:val="00BD5B80"/>
    <w:rsid w:val="00BD61BE"/>
    <w:rsid w:val="00BD7C4D"/>
    <w:rsid w:val="00BE12E4"/>
    <w:rsid w:val="00BE239A"/>
    <w:rsid w:val="00BE396F"/>
    <w:rsid w:val="00BE3D28"/>
    <w:rsid w:val="00BE4F1F"/>
    <w:rsid w:val="00BE56F2"/>
    <w:rsid w:val="00BE5B66"/>
    <w:rsid w:val="00BE5D51"/>
    <w:rsid w:val="00BE5FC3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4DD2"/>
    <w:rsid w:val="00BF5861"/>
    <w:rsid w:val="00BF58B5"/>
    <w:rsid w:val="00BF6A7A"/>
    <w:rsid w:val="00BF7F39"/>
    <w:rsid w:val="00C00111"/>
    <w:rsid w:val="00C0151E"/>
    <w:rsid w:val="00C01CB3"/>
    <w:rsid w:val="00C023D9"/>
    <w:rsid w:val="00C02DCE"/>
    <w:rsid w:val="00C033CE"/>
    <w:rsid w:val="00C03559"/>
    <w:rsid w:val="00C0379B"/>
    <w:rsid w:val="00C044CB"/>
    <w:rsid w:val="00C04A42"/>
    <w:rsid w:val="00C051ED"/>
    <w:rsid w:val="00C05B88"/>
    <w:rsid w:val="00C0753B"/>
    <w:rsid w:val="00C07B7E"/>
    <w:rsid w:val="00C07E5B"/>
    <w:rsid w:val="00C11749"/>
    <w:rsid w:val="00C1353E"/>
    <w:rsid w:val="00C1475F"/>
    <w:rsid w:val="00C16930"/>
    <w:rsid w:val="00C17385"/>
    <w:rsid w:val="00C176A5"/>
    <w:rsid w:val="00C200A0"/>
    <w:rsid w:val="00C20765"/>
    <w:rsid w:val="00C20899"/>
    <w:rsid w:val="00C22058"/>
    <w:rsid w:val="00C225E7"/>
    <w:rsid w:val="00C22B31"/>
    <w:rsid w:val="00C23583"/>
    <w:rsid w:val="00C25D08"/>
    <w:rsid w:val="00C26412"/>
    <w:rsid w:val="00C2731F"/>
    <w:rsid w:val="00C27618"/>
    <w:rsid w:val="00C27B44"/>
    <w:rsid w:val="00C31455"/>
    <w:rsid w:val="00C31683"/>
    <w:rsid w:val="00C321F8"/>
    <w:rsid w:val="00C32205"/>
    <w:rsid w:val="00C32269"/>
    <w:rsid w:val="00C32C86"/>
    <w:rsid w:val="00C339C7"/>
    <w:rsid w:val="00C33B1E"/>
    <w:rsid w:val="00C341D9"/>
    <w:rsid w:val="00C346E9"/>
    <w:rsid w:val="00C34C8C"/>
    <w:rsid w:val="00C35494"/>
    <w:rsid w:val="00C36292"/>
    <w:rsid w:val="00C40311"/>
    <w:rsid w:val="00C40613"/>
    <w:rsid w:val="00C40812"/>
    <w:rsid w:val="00C41B79"/>
    <w:rsid w:val="00C42387"/>
    <w:rsid w:val="00C431A1"/>
    <w:rsid w:val="00C4411D"/>
    <w:rsid w:val="00C450ED"/>
    <w:rsid w:val="00C45304"/>
    <w:rsid w:val="00C45F5B"/>
    <w:rsid w:val="00C46262"/>
    <w:rsid w:val="00C46937"/>
    <w:rsid w:val="00C506CB"/>
    <w:rsid w:val="00C50FFC"/>
    <w:rsid w:val="00C51028"/>
    <w:rsid w:val="00C51D80"/>
    <w:rsid w:val="00C52B74"/>
    <w:rsid w:val="00C52E3A"/>
    <w:rsid w:val="00C52EEF"/>
    <w:rsid w:val="00C53192"/>
    <w:rsid w:val="00C533D5"/>
    <w:rsid w:val="00C53BCC"/>
    <w:rsid w:val="00C54196"/>
    <w:rsid w:val="00C54AE8"/>
    <w:rsid w:val="00C5555B"/>
    <w:rsid w:val="00C562EE"/>
    <w:rsid w:val="00C56B6B"/>
    <w:rsid w:val="00C610BF"/>
    <w:rsid w:val="00C61A2A"/>
    <w:rsid w:val="00C6264A"/>
    <w:rsid w:val="00C62E03"/>
    <w:rsid w:val="00C63E83"/>
    <w:rsid w:val="00C64330"/>
    <w:rsid w:val="00C6537E"/>
    <w:rsid w:val="00C65432"/>
    <w:rsid w:val="00C65D04"/>
    <w:rsid w:val="00C66986"/>
    <w:rsid w:val="00C66993"/>
    <w:rsid w:val="00C70B73"/>
    <w:rsid w:val="00C7441D"/>
    <w:rsid w:val="00C7553C"/>
    <w:rsid w:val="00C75CA5"/>
    <w:rsid w:val="00C76796"/>
    <w:rsid w:val="00C768A4"/>
    <w:rsid w:val="00C76CFA"/>
    <w:rsid w:val="00C775EB"/>
    <w:rsid w:val="00C779D4"/>
    <w:rsid w:val="00C80EB1"/>
    <w:rsid w:val="00C82B34"/>
    <w:rsid w:val="00C83861"/>
    <w:rsid w:val="00C86925"/>
    <w:rsid w:val="00C9181C"/>
    <w:rsid w:val="00C91FC9"/>
    <w:rsid w:val="00C923CC"/>
    <w:rsid w:val="00C923DF"/>
    <w:rsid w:val="00C93804"/>
    <w:rsid w:val="00C94D47"/>
    <w:rsid w:val="00C9516F"/>
    <w:rsid w:val="00C95854"/>
    <w:rsid w:val="00C95EEF"/>
    <w:rsid w:val="00C96292"/>
    <w:rsid w:val="00C96441"/>
    <w:rsid w:val="00C96948"/>
    <w:rsid w:val="00CA0098"/>
    <w:rsid w:val="00CA0272"/>
    <w:rsid w:val="00CA0A4A"/>
    <w:rsid w:val="00CA1429"/>
    <w:rsid w:val="00CA1AC6"/>
    <w:rsid w:val="00CA201E"/>
    <w:rsid w:val="00CA24A4"/>
    <w:rsid w:val="00CA3ADB"/>
    <w:rsid w:val="00CA4514"/>
    <w:rsid w:val="00CA5D80"/>
    <w:rsid w:val="00CA6181"/>
    <w:rsid w:val="00CA64AB"/>
    <w:rsid w:val="00CA6580"/>
    <w:rsid w:val="00CA6E74"/>
    <w:rsid w:val="00CA7DC8"/>
    <w:rsid w:val="00CB019E"/>
    <w:rsid w:val="00CB0F89"/>
    <w:rsid w:val="00CB1161"/>
    <w:rsid w:val="00CB168F"/>
    <w:rsid w:val="00CB183E"/>
    <w:rsid w:val="00CB245B"/>
    <w:rsid w:val="00CB37B9"/>
    <w:rsid w:val="00CB55D8"/>
    <w:rsid w:val="00CB5F45"/>
    <w:rsid w:val="00CC0763"/>
    <w:rsid w:val="00CC16C3"/>
    <w:rsid w:val="00CC1946"/>
    <w:rsid w:val="00CC1DE0"/>
    <w:rsid w:val="00CC1E14"/>
    <w:rsid w:val="00CC3529"/>
    <w:rsid w:val="00CC38BF"/>
    <w:rsid w:val="00CC3909"/>
    <w:rsid w:val="00CC40FF"/>
    <w:rsid w:val="00CC45E6"/>
    <w:rsid w:val="00CC4764"/>
    <w:rsid w:val="00CC4A37"/>
    <w:rsid w:val="00CC4C7B"/>
    <w:rsid w:val="00CC4CC3"/>
    <w:rsid w:val="00CC4D1C"/>
    <w:rsid w:val="00CC76BA"/>
    <w:rsid w:val="00CD09FC"/>
    <w:rsid w:val="00CD1AF7"/>
    <w:rsid w:val="00CD2359"/>
    <w:rsid w:val="00CD400A"/>
    <w:rsid w:val="00CD402B"/>
    <w:rsid w:val="00CD5303"/>
    <w:rsid w:val="00CD66EE"/>
    <w:rsid w:val="00CE0245"/>
    <w:rsid w:val="00CE1725"/>
    <w:rsid w:val="00CE1C32"/>
    <w:rsid w:val="00CE332A"/>
    <w:rsid w:val="00CE43AC"/>
    <w:rsid w:val="00CE4AC1"/>
    <w:rsid w:val="00CE6916"/>
    <w:rsid w:val="00CF0098"/>
    <w:rsid w:val="00CF01A2"/>
    <w:rsid w:val="00CF306E"/>
    <w:rsid w:val="00CF398A"/>
    <w:rsid w:val="00CF3C26"/>
    <w:rsid w:val="00CF3EA7"/>
    <w:rsid w:val="00CF4511"/>
    <w:rsid w:val="00CF495B"/>
    <w:rsid w:val="00CF4ED3"/>
    <w:rsid w:val="00CF4F6C"/>
    <w:rsid w:val="00CF5183"/>
    <w:rsid w:val="00CF58F3"/>
    <w:rsid w:val="00CF6017"/>
    <w:rsid w:val="00CF6023"/>
    <w:rsid w:val="00CF6D07"/>
    <w:rsid w:val="00D00137"/>
    <w:rsid w:val="00D00A25"/>
    <w:rsid w:val="00D011B5"/>
    <w:rsid w:val="00D01378"/>
    <w:rsid w:val="00D01B55"/>
    <w:rsid w:val="00D02DCF"/>
    <w:rsid w:val="00D03449"/>
    <w:rsid w:val="00D03866"/>
    <w:rsid w:val="00D03EAB"/>
    <w:rsid w:val="00D0480D"/>
    <w:rsid w:val="00D04886"/>
    <w:rsid w:val="00D04D47"/>
    <w:rsid w:val="00D05551"/>
    <w:rsid w:val="00D05606"/>
    <w:rsid w:val="00D06DB8"/>
    <w:rsid w:val="00D10FCE"/>
    <w:rsid w:val="00D11DB4"/>
    <w:rsid w:val="00D122DA"/>
    <w:rsid w:val="00D14B96"/>
    <w:rsid w:val="00D14CB5"/>
    <w:rsid w:val="00D17607"/>
    <w:rsid w:val="00D20695"/>
    <w:rsid w:val="00D20A7C"/>
    <w:rsid w:val="00D22D41"/>
    <w:rsid w:val="00D2320A"/>
    <w:rsid w:val="00D24441"/>
    <w:rsid w:val="00D245ED"/>
    <w:rsid w:val="00D24A22"/>
    <w:rsid w:val="00D24AA1"/>
    <w:rsid w:val="00D24E9B"/>
    <w:rsid w:val="00D250DD"/>
    <w:rsid w:val="00D260FD"/>
    <w:rsid w:val="00D26FC5"/>
    <w:rsid w:val="00D310BE"/>
    <w:rsid w:val="00D3114F"/>
    <w:rsid w:val="00D343C6"/>
    <w:rsid w:val="00D37CAE"/>
    <w:rsid w:val="00D4068E"/>
    <w:rsid w:val="00D436D9"/>
    <w:rsid w:val="00D4383E"/>
    <w:rsid w:val="00D43BB3"/>
    <w:rsid w:val="00D43E20"/>
    <w:rsid w:val="00D44ECF"/>
    <w:rsid w:val="00D45010"/>
    <w:rsid w:val="00D453D9"/>
    <w:rsid w:val="00D45EFB"/>
    <w:rsid w:val="00D46B12"/>
    <w:rsid w:val="00D47385"/>
    <w:rsid w:val="00D4762C"/>
    <w:rsid w:val="00D47DC6"/>
    <w:rsid w:val="00D511FF"/>
    <w:rsid w:val="00D517DB"/>
    <w:rsid w:val="00D52016"/>
    <w:rsid w:val="00D5220B"/>
    <w:rsid w:val="00D5263B"/>
    <w:rsid w:val="00D52922"/>
    <w:rsid w:val="00D531C0"/>
    <w:rsid w:val="00D53627"/>
    <w:rsid w:val="00D53F21"/>
    <w:rsid w:val="00D5403A"/>
    <w:rsid w:val="00D54FD0"/>
    <w:rsid w:val="00D55700"/>
    <w:rsid w:val="00D55889"/>
    <w:rsid w:val="00D55FA9"/>
    <w:rsid w:val="00D56CB5"/>
    <w:rsid w:val="00D571C7"/>
    <w:rsid w:val="00D5779D"/>
    <w:rsid w:val="00D60CF1"/>
    <w:rsid w:val="00D613AC"/>
    <w:rsid w:val="00D61573"/>
    <w:rsid w:val="00D6199C"/>
    <w:rsid w:val="00D62982"/>
    <w:rsid w:val="00D62AB0"/>
    <w:rsid w:val="00D62B26"/>
    <w:rsid w:val="00D63438"/>
    <w:rsid w:val="00D63C49"/>
    <w:rsid w:val="00D64EB4"/>
    <w:rsid w:val="00D651D3"/>
    <w:rsid w:val="00D67E26"/>
    <w:rsid w:val="00D7006C"/>
    <w:rsid w:val="00D708DA"/>
    <w:rsid w:val="00D70B9C"/>
    <w:rsid w:val="00D70E11"/>
    <w:rsid w:val="00D71BEA"/>
    <w:rsid w:val="00D73711"/>
    <w:rsid w:val="00D74042"/>
    <w:rsid w:val="00D74254"/>
    <w:rsid w:val="00D742D7"/>
    <w:rsid w:val="00D74604"/>
    <w:rsid w:val="00D760AB"/>
    <w:rsid w:val="00D77EC9"/>
    <w:rsid w:val="00D801E4"/>
    <w:rsid w:val="00D80939"/>
    <w:rsid w:val="00D80AE9"/>
    <w:rsid w:val="00D81264"/>
    <w:rsid w:val="00D8194C"/>
    <w:rsid w:val="00D83D5C"/>
    <w:rsid w:val="00D8637A"/>
    <w:rsid w:val="00D876A3"/>
    <w:rsid w:val="00D877B5"/>
    <w:rsid w:val="00D90BC1"/>
    <w:rsid w:val="00D9110A"/>
    <w:rsid w:val="00D914C5"/>
    <w:rsid w:val="00D92852"/>
    <w:rsid w:val="00D92CE4"/>
    <w:rsid w:val="00D93D35"/>
    <w:rsid w:val="00D945E5"/>
    <w:rsid w:val="00D95336"/>
    <w:rsid w:val="00D9635B"/>
    <w:rsid w:val="00DA1059"/>
    <w:rsid w:val="00DA1731"/>
    <w:rsid w:val="00DA2498"/>
    <w:rsid w:val="00DA25C0"/>
    <w:rsid w:val="00DA2702"/>
    <w:rsid w:val="00DA2C4A"/>
    <w:rsid w:val="00DA39EA"/>
    <w:rsid w:val="00DA4CAA"/>
    <w:rsid w:val="00DA6B79"/>
    <w:rsid w:val="00DA73F5"/>
    <w:rsid w:val="00DA77A5"/>
    <w:rsid w:val="00DA7D43"/>
    <w:rsid w:val="00DB087E"/>
    <w:rsid w:val="00DB22F2"/>
    <w:rsid w:val="00DB3141"/>
    <w:rsid w:val="00DB33D6"/>
    <w:rsid w:val="00DB38BD"/>
    <w:rsid w:val="00DB44E4"/>
    <w:rsid w:val="00DB47F6"/>
    <w:rsid w:val="00DB571E"/>
    <w:rsid w:val="00DB5C4B"/>
    <w:rsid w:val="00DB5D70"/>
    <w:rsid w:val="00DB63E2"/>
    <w:rsid w:val="00DB69C5"/>
    <w:rsid w:val="00DB743C"/>
    <w:rsid w:val="00DC1B98"/>
    <w:rsid w:val="00DC34B4"/>
    <w:rsid w:val="00DC41AA"/>
    <w:rsid w:val="00DC5D52"/>
    <w:rsid w:val="00DC6794"/>
    <w:rsid w:val="00DC683C"/>
    <w:rsid w:val="00DC7D53"/>
    <w:rsid w:val="00DD1DAC"/>
    <w:rsid w:val="00DD220A"/>
    <w:rsid w:val="00DD3495"/>
    <w:rsid w:val="00DD41A2"/>
    <w:rsid w:val="00DD4991"/>
    <w:rsid w:val="00DD52A1"/>
    <w:rsid w:val="00DD54FF"/>
    <w:rsid w:val="00DD56CD"/>
    <w:rsid w:val="00DD653C"/>
    <w:rsid w:val="00DD65ED"/>
    <w:rsid w:val="00DD68ED"/>
    <w:rsid w:val="00DD6B4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E71C6"/>
    <w:rsid w:val="00DE77E8"/>
    <w:rsid w:val="00DF06D5"/>
    <w:rsid w:val="00DF1FBE"/>
    <w:rsid w:val="00DF261E"/>
    <w:rsid w:val="00DF2A4E"/>
    <w:rsid w:val="00DF3B36"/>
    <w:rsid w:val="00DF45AF"/>
    <w:rsid w:val="00DF4FB5"/>
    <w:rsid w:val="00DF5C59"/>
    <w:rsid w:val="00DF6504"/>
    <w:rsid w:val="00DF6855"/>
    <w:rsid w:val="00DF68BB"/>
    <w:rsid w:val="00DF6D02"/>
    <w:rsid w:val="00E011C7"/>
    <w:rsid w:val="00E01487"/>
    <w:rsid w:val="00E033A6"/>
    <w:rsid w:val="00E03838"/>
    <w:rsid w:val="00E04692"/>
    <w:rsid w:val="00E04C1E"/>
    <w:rsid w:val="00E06B6E"/>
    <w:rsid w:val="00E06E56"/>
    <w:rsid w:val="00E10D1B"/>
    <w:rsid w:val="00E10DCE"/>
    <w:rsid w:val="00E11F53"/>
    <w:rsid w:val="00E122C8"/>
    <w:rsid w:val="00E13356"/>
    <w:rsid w:val="00E1496B"/>
    <w:rsid w:val="00E1633D"/>
    <w:rsid w:val="00E201D9"/>
    <w:rsid w:val="00E206E1"/>
    <w:rsid w:val="00E2077F"/>
    <w:rsid w:val="00E21A32"/>
    <w:rsid w:val="00E21EC2"/>
    <w:rsid w:val="00E220C8"/>
    <w:rsid w:val="00E22EC5"/>
    <w:rsid w:val="00E238B7"/>
    <w:rsid w:val="00E24254"/>
    <w:rsid w:val="00E242C1"/>
    <w:rsid w:val="00E2583E"/>
    <w:rsid w:val="00E25947"/>
    <w:rsid w:val="00E2638B"/>
    <w:rsid w:val="00E3282A"/>
    <w:rsid w:val="00E32DDC"/>
    <w:rsid w:val="00E3387F"/>
    <w:rsid w:val="00E345E1"/>
    <w:rsid w:val="00E373DC"/>
    <w:rsid w:val="00E37910"/>
    <w:rsid w:val="00E37AFE"/>
    <w:rsid w:val="00E37B54"/>
    <w:rsid w:val="00E407AB"/>
    <w:rsid w:val="00E40DC5"/>
    <w:rsid w:val="00E413E8"/>
    <w:rsid w:val="00E42106"/>
    <w:rsid w:val="00E43A06"/>
    <w:rsid w:val="00E43AFF"/>
    <w:rsid w:val="00E445DC"/>
    <w:rsid w:val="00E457D3"/>
    <w:rsid w:val="00E45D87"/>
    <w:rsid w:val="00E461E7"/>
    <w:rsid w:val="00E467C8"/>
    <w:rsid w:val="00E46E45"/>
    <w:rsid w:val="00E506C8"/>
    <w:rsid w:val="00E50DD5"/>
    <w:rsid w:val="00E5103B"/>
    <w:rsid w:val="00E51F6A"/>
    <w:rsid w:val="00E5359A"/>
    <w:rsid w:val="00E552C1"/>
    <w:rsid w:val="00E56C39"/>
    <w:rsid w:val="00E601AA"/>
    <w:rsid w:val="00E60C0A"/>
    <w:rsid w:val="00E6137F"/>
    <w:rsid w:val="00E613A1"/>
    <w:rsid w:val="00E61541"/>
    <w:rsid w:val="00E61EF4"/>
    <w:rsid w:val="00E643D5"/>
    <w:rsid w:val="00E64D53"/>
    <w:rsid w:val="00E64E71"/>
    <w:rsid w:val="00E65239"/>
    <w:rsid w:val="00E65F44"/>
    <w:rsid w:val="00E66775"/>
    <w:rsid w:val="00E66990"/>
    <w:rsid w:val="00E66BA4"/>
    <w:rsid w:val="00E6783D"/>
    <w:rsid w:val="00E6786F"/>
    <w:rsid w:val="00E70458"/>
    <w:rsid w:val="00E71FB7"/>
    <w:rsid w:val="00E7239D"/>
    <w:rsid w:val="00E74A73"/>
    <w:rsid w:val="00E75EEB"/>
    <w:rsid w:val="00E767F0"/>
    <w:rsid w:val="00E77377"/>
    <w:rsid w:val="00E813CB"/>
    <w:rsid w:val="00E81D6B"/>
    <w:rsid w:val="00E83A75"/>
    <w:rsid w:val="00E85460"/>
    <w:rsid w:val="00E87527"/>
    <w:rsid w:val="00E87EBD"/>
    <w:rsid w:val="00E87F0E"/>
    <w:rsid w:val="00E90B61"/>
    <w:rsid w:val="00E91CF8"/>
    <w:rsid w:val="00E92553"/>
    <w:rsid w:val="00E925B2"/>
    <w:rsid w:val="00E9537A"/>
    <w:rsid w:val="00E95FDA"/>
    <w:rsid w:val="00E9617C"/>
    <w:rsid w:val="00E9623B"/>
    <w:rsid w:val="00E968EC"/>
    <w:rsid w:val="00E976FB"/>
    <w:rsid w:val="00E97B41"/>
    <w:rsid w:val="00EA0072"/>
    <w:rsid w:val="00EA0165"/>
    <w:rsid w:val="00EA088C"/>
    <w:rsid w:val="00EA5179"/>
    <w:rsid w:val="00EA6537"/>
    <w:rsid w:val="00EA6E29"/>
    <w:rsid w:val="00EB03C0"/>
    <w:rsid w:val="00EB04EE"/>
    <w:rsid w:val="00EB1D42"/>
    <w:rsid w:val="00EB2AC9"/>
    <w:rsid w:val="00EB3068"/>
    <w:rsid w:val="00EB41F9"/>
    <w:rsid w:val="00EB4399"/>
    <w:rsid w:val="00EB5053"/>
    <w:rsid w:val="00EB546C"/>
    <w:rsid w:val="00EB5700"/>
    <w:rsid w:val="00EB619F"/>
    <w:rsid w:val="00EB7882"/>
    <w:rsid w:val="00EC1246"/>
    <w:rsid w:val="00EC30E9"/>
    <w:rsid w:val="00EC40D1"/>
    <w:rsid w:val="00EC423F"/>
    <w:rsid w:val="00EC5BA1"/>
    <w:rsid w:val="00EC6AF7"/>
    <w:rsid w:val="00EC6F88"/>
    <w:rsid w:val="00EC72CA"/>
    <w:rsid w:val="00EC761F"/>
    <w:rsid w:val="00EC7C66"/>
    <w:rsid w:val="00ED019A"/>
    <w:rsid w:val="00ED021E"/>
    <w:rsid w:val="00ED1AF5"/>
    <w:rsid w:val="00ED1BA9"/>
    <w:rsid w:val="00ED2881"/>
    <w:rsid w:val="00ED371F"/>
    <w:rsid w:val="00ED4610"/>
    <w:rsid w:val="00ED4BF2"/>
    <w:rsid w:val="00ED4DCA"/>
    <w:rsid w:val="00ED57BD"/>
    <w:rsid w:val="00ED5D40"/>
    <w:rsid w:val="00ED5ECD"/>
    <w:rsid w:val="00ED6328"/>
    <w:rsid w:val="00ED6591"/>
    <w:rsid w:val="00ED6805"/>
    <w:rsid w:val="00ED6AB3"/>
    <w:rsid w:val="00ED6D38"/>
    <w:rsid w:val="00ED764B"/>
    <w:rsid w:val="00EE0F34"/>
    <w:rsid w:val="00EE0F4F"/>
    <w:rsid w:val="00EE1DAC"/>
    <w:rsid w:val="00EE1E9D"/>
    <w:rsid w:val="00EE24D2"/>
    <w:rsid w:val="00EE28AC"/>
    <w:rsid w:val="00EE2C11"/>
    <w:rsid w:val="00EE3248"/>
    <w:rsid w:val="00EE35AC"/>
    <w:rsid w:val="00EE384F"/>
    <w:rsid w:val="00EE3C6E"/>
    <w:rsid w:val="00EE4D82"/>
    <w:rsid w:val="00EE5FAE"/>
    <w:rsid w:val="00EE6B33"/>
    <w:rsid w:val="00EE6CF5"/>
    <w:rsid w:val="00EE748F"/>
    <w:rsid w:val="00EE7960"/>
    <w:rsid w:val="00EE7A40"/>
    <w:rsid w:val="00EE7DDE"/>
    <w:rsid w:val="00EF0819"/>
    <w:rsid w:val="00EF14CA"/>
    <w:rsid w:val="00EF17EC"/>
    <w:rsid w:val="00EF220A"/>
    <w:rsid w:val="00EF324E"/>
    <w:rsid w:val="00EF37A9"/>
    <w:rsid w:val="00EF3A50"/>
    <w:rsid w:val="00EF4272"/>
    <w:rsid w:val="00EF5C83"/>
    <w:rsid w:val="00EF7507"/>
    <w:rsid w:val="00F00D50"/>
    <w:rsid w:val="00F01606"/>
    <w:rsid w:val="00F0217D"/>
    <w:rsid w:val="00F04315"/>
    <w:rsid w:val="00F0445C"/>
    <w:rsid w:val="00F057EF"/>
    <w:rsid w:val="00F062F2"/>
    <w:rsid w:val="00F06CA6"/>
    <w:rsid w:val="00F07B48"/>
    <w:rsid w:val="00F11780"/>
    <w:rsid w:val="00F118AA"/>
    <w:rsid w:val="00F12660"/>
    <w:rsid w:val="00F129B3"/>
    <w:rsid w:val="00F12CE3"/>
    <w:rsid w:val="00F1612F"/>
    <w:rsid w:val="00F1627B"/>
    <w:rsid w:val="00F17081"/>
    <w:rsid w:val="00F21AE0"/>
    <w:rsid w:val="00F22D22"/>
    <w:rsid w:val="00F22D9E"/>
    <w:rsid w:val="00F2353C"/>
    <w:rsid w:val="00F2435A"/>
    <w:rsid w:val="00F266FD"/>
    <w:rsid w:val="00F26958"/>
    <w:rsid w:val="00F26A33"/>
    <w:rsid w:val="00F319C7"/>
    <w:rsid w:val="00F3332F"/>
    <w:rsid w:val="00F35113"/>
    <w:rsid w:val="00F3525F"/>
    <w:rsid w:val="00F35943"/>
    <w:rsid w:val="00F36CDC"/>
    <w:rsid w:val="00F4069D"/>
    <w:rsid w:val="00F41431"/>
    <w:rsid w:val="00F41595"/>
    <w:rsid w:val="00F423EB"/>
    <w:rsid w:val="00F4347F"/>
    <w:rsid w:val="00F4370C"/>
    <w:rsid w:val="00F43C13"/>
    <w:rsid w:val="00F441F0"/>
    <w:rsid w:val="00F44D8A"/>
    <w:rsid w:val="00F451FD"/>
    <w:rsid w:val="00F455A5"/>
    <w:rsid w:val="00F45F30"/>
    <w:rsid w:val="00F460AB"/>
    <w:rsid w:val="00F46D0C"/>
    <w:rsid w:val="00F47CA7"/>
    <w:rsid w:val="00F50464"/>
    <w:rsid w:val="00F51E4C"/>
    <w:rsid w:val="00F52D4F"/>
    <w:rsid w:val="00F553BB"/>
    <w:rsid w:val="00F563A4"/>
    <w:rsid w:val="00F56BEA"/>
    <w:rsid w:val="00F60C08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45C"/>
    <w:rsid w:val="00F71D29"/>
    <w:rsid w:val="00F730B7"/>
    <w:rsid w:val="00F7325F"/>
    <w:rsid w:val="00F73AEE"/>
    <w:rsid w:val="00F73FB7"/>
    <w:rsid w:val="00F741B4"/>
    <w:rsid w:val="00F74AA0"/>
    <w:rsid w:val="00F7578C"/>
    <w:rsid w:val="00F75CB7"/>
    <w:rsid w:val="00F76708"/>
    <w:rsid w:val="00F768C1"/>
    <w:rsid w:val="00F778B9"/>
    <w:rsid w:val="00F77915"/>
    <w:rsid w:val="00F77E06"/>
    <w:rsid w:val="00F80FF8"/>
    <w:rsid w:val="00F81608"/>
    <w:rsid w:val="00F83114"/>
    <w:rsid w:val="00F83357"/>
    <w:rsid w:val="00F83B69"/>
    <w:rsid w:val="00F83D8E"/>
    <w:rsid w:val="00F84004"/>
    <w:rsid w:val="00F840B8"/>
    <w:rsid w:val="00F8530E"/>
    <w:rsid w:val="00F85CDB"/>
    <w:rsid w:val="00F86A6E"/>
    <w:rsid w:val="00F8707A"/>
    <w:rsid w:val="00F90769"/>
    <w:rsid w:val="00F91AA0"/>
    <w:rsid w:val="00F927C5"/>
    <w:rsid w:val="00F932B8"/>
    <w:rsid w:val="00F939E3"/>
    <w:rsid w:val="00F93D45"/>
    <w:rsid w:val="00F946B6"/>
    <w:rsid w:val="00F9483B"/>
    <w:rsid w:val="00F94B9C"/>
    <w:rsid w:val="00F951FD"/>
    <w:rsid w:val="00F9641B"/>
    <w:rsid w:val="00F9687B"/>
    <w:rsid w:val="00FA0E05"/>
    <w:rsid w:val="00FA0E76"/>
    <w:rsid w:val="00FA146D"/>
    <w:rsid w:val="00FA1ADC"/>
    <w:rsid w:val="00FA1C3E"/>
    <w:rsid w:val="00FA2971"/>
    <w:rsid w:val="00FA2D6F"/>
    <w:rsid w:val="00FA2DC5"/>
    <w:rsid w:val="00FA50F9"/>
    <w:rsid w:val="00FA6103"/>
    <w:rsid w:val="00FA7416"/>
    <w:rsid w:val="00FA7932"/>
    <w:rsid w:val="00FB1ADE"/>
    <w:rsid w:val="00FB1B80"/>
    <w:rsid w:val="00FB28F9"/>
    <w:rsid w:val="00FB3C14"/>
    <w:rsid w:val="00FB473D"/>
    <w:rsid w:val="00FB51C5"/>
    <w:rsid w:val="00FB761C"/>
    <w:rsid w:val="00FB7B92"/>
    <w:rsid w:val="00FC0076"/>
    <w:rsid w:val="00FC0832"/>
    <w:rsid w:val="00FC0CFC"/>
    <w:rsid w:val="00FC1CCA"/>
    <w:rsid w:val="00FC1E67"/>
    <w:rsid w:val="00FC29DB"/>
    <w:rsid w:val="00FC2C05"/>
    <w:rsid w:val="00FC2E54"/>
    <w:rsid w:val="00FC38BC"/>
    <w:rsid w:val="00FC4186"/>
    <w:rsid w:val="00FC4489"/>
    <w:rsid w:val="00FC708A"/>
    <w:rsid w:val="00FC7E9F"/>
    <w:rsid w:val="00FD0606"/>
    <w:rsid w:val="00FD0B5A"/>
    <w:rsid w:val="00FD19A2"/>
    <w:rsid w:val="00FD2DCA"/>
    <w:rsid w:val="00FD2FAA"/>
    <w:rsid w:val="00FD5038"/>
    <w:rsid w:val="00FD55C3"/>
    <w:rsid w:val="00FD6F54"/>
    <w:rsid w:val="00FD7B51"/>
    <w:rsid w:val="00FD7F06"/>
    <w:rsid w:val="00FD7FAA"/>
    <w:rsid w:val="00FE0690"/>
    <w:rsid w:val="00FE1950"/>
    <w:rsid w:val="00FE1E7F"/>
    <w:rsid w:val="00FE2149"/>
    <w:rsid w:val="00FE23AA"/>
    <w:rsid w:val="00FE304F"/>
    <w:rsid w:val="00FE3DCF"/>
    <w:rsid w:val="00FE3EB6"/>
    <w:rsid w:val="00FE4A26"/>
    <w:rsid w:val="00FE4BA8"/>
    <w:rsid w:val="00FE6C47"/>
    <w:rsid w:val="00FE6DEE"/>
    <w:rsid w:val="00FE724E"/>
    <w:rsid w:val="00FE7795"/>
    <w:rsid w:val="00FE7AB0"/>
    <w:rsid w:val="00FF07E5"/>
    <w:rsid w:val="00FF10AD"/>
    <w:rsid w:val="00FF15FC"/>
    <w:rsid w:val="00FF2291"/>
    <w:rsid w:val="00FF26CB"/>
    <w:rsid w:val="00FF3C7B"/>
    <w:rsid w:val="00FF3FCB"/>
    <w:rsid w:val="00FF406A"/>
    <w:rsid w:val="00FF47B8"/>
    <w:rsid w:val="00FF48CA"/>
    <w:rsid w:val="00FF5BD8"/>
    <w:rsid w:val="00FF5D97"/>
    <w:rsid w:val="00FF5FB7"/>
    <w:rsid w:val="00FF6535"/>
    <w:rsid w:val="00FF6D20"/>
    <w:rsid w:val="00FF7332"/>
    <w:rsid w:val="00FF796A"/>
    <w:rsid w:val="00FF7DBB"/>
    <w:rsid w:val="00FF7E7F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45267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526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267B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526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5267B"/>
    <w:rPr>
      <w:rFonts w:ascii="Calibri" w:hAnsi="Calibri"/>
      <w:b/>
      <w:bCs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00D66"/>
    <w:rPr>
      <w:rFonts w:ascii="Calibri" w:hAnsi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AB1A0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8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5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5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1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4</TotalTime>
  <Pages>1</Pages>
  <Words>83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651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EDUCAZIONE FISICA MARCHE</cp:lastModifiedBy>
  <cp:revision>9</cp:revision>
  <cp:lastPrinted>2024-02-21T15:18:00Z</cp:lastPrinted>
  <dcterms:created xsi:type="dcterms:W3CDTF">2024-05-13T11:41:00Z</dcterms:created>
  <dcterms:modified xsi:type="dcterms:W3CDTF">2024-05-14T11:42:00Z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