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6A231" w14:textId="2B1BD9A1" w:rsidR="00B3198D" w:rsidRDefault="00B3198D" w:rsidP="00747B0F">
      <w:pPr>
        <w:tabs>
          <w:tab w:val="left" w:pos="3735"/>
        </w:tabs>
        <w:overflowPunct/>
        <w:textAlignment w:val="auto"/>
        <w:rPr>
          <w:b/>
          <w:iCs/>
          <w:sz w:val="23"/>
          <w:szCs w:val="23"/>
        </w:rPr>
      </w:pPr>
    </w:p>
    <w:p w14:paraId="7CE3C2B0" w14:textId="5CBBDAD7" w:rsidR="00996F77" w:rsidRPr="00747B0F" w:rsidRDefault="00996F77" w:rsidP="00996F77">
      <w:pPr>
        <w:rPr>
          <w:b/>
          <w:iCs/>
          <w:sz w:val="28"/>
          <w:szCs w:val="28"/>
        </w:rPr>
      </w:pPr>
      <w:r w:rsidRPr="00747B0F">
        <w:rPr>
          <w:b/>
          <w:iCs/>
          <w:sz w:val="28"/>
          <w:szCs w:val="28"/>
        </w:rPr>
        <w:t>Richiesta Aggiornamento Contingente Docenti Neoassunti e Docenti in Passaggio di Ruolo a. s. 2023-24.</w:t>
      </w:r>
    </w:p>
    <w:p w14:paraId="43133BDE" w14:textId="28573154" w:rsidR="005C41E7" w:rsidRPr="00747B0F" w:rsidRDefault="00B3198D" w:rsidP="00996F77">
      <w:pPr>
        <w:overflowPunct/>
        <w:textAlignment w:val="auto"/>
        <w:rPr>
          <w:bCs/>
          <w:sz w:val="28"/>
          <w:szCs w:val="28"/>
        </w:rPr>
      </w:pPr>
      <w:r w:rsidRPr="00747B0F">
        <w:rPr>
          <w:b/>
          <w:iCs/>
          <w:sz w:val="28"/>
          <w:szCs w:val="28"/>
        </w:rPr>
        <w:t xml:space="preserve">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4"/>
        <w:gridCol w:w="2057"/>
        <w:gridCol w:w="1629"/>
        <w:gridCol w:w="1702"/>
        <w:gridCol w:w="1665"/>
      </w:tblGrid>
      <w:tr w:rsidR="007A13AA" w14:paraId="21FC4076" w14:textId="77777777" w:rsidTr="003827E3">
        <w:tc>
          <w:tcPr>
            <w:tcW w:w="2234" w:type="dxa"/>
          </w:tcPr>
          <w:p w14:paraId="53EC9282" w14:textId="37C64F64" w:rsidR="005C41E7" w:rsidRPr="00747B0F" w:rsidRDefault="005C41E7" w:rsidP="005C41E7">
            <w:pPr>
              <w:overflowPunct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747B0F">
              <w:rPr>
                <w:b/>
                <w:bCs/>
                <w:color w:val="FF0000"/>
                <w:sz w:val="22"/>
                <w:szCs w:val="22"/>
              </w:rPr>
              <w:t xml:space="preserve">AMBITO TERRITORIALE </w:t>
            </w:r>
          </w:p>
        </w:tc>
        <w:tc>
          <w:tcPr>
            <w:tcW w:w="2057" w:type="dxa"/>
          </w:tcPr>
          <w:p w14:paraId="35BD5D6B" w14:textId="15B0B1A3" w:rsidR="005C41E7" w:rsidRPr="00747B0F" w:rsidRDefault="007A13AA" w:rsidP="005C41E7">
            <w:pPr>
              <w:overflowPunct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747B0F">
              <w:rPr>
                <w:b/>
                <w:bCs/>
                <w:sz w:val="22"/>
                <w:szCs w:val="22"/>
              </w:rPr>
              <w:t>N. DOCENTI SCUOLA DELL’INFANZIA</w:t>
            </w:r>
          </w:p>
        </w:tc>
        <w:tc>
          <w:tcPr>
            <w:tcW w:w="1629" w:type="dxa"/>
          </w:tcPr>
          <w:p w14:paraId="3CB5A3B1" w14:textId="533236EA" w:rsidR="005C41E7" w:rsidRPr="00747B0F" w:rsidRDefault="005C41E7" w:rsidP="005C41E7">
            <w:pPr>
              <w:overflowPunct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747B0F">
              <w:rPr>
                <w:b/>
                <w:bCs/>
                <w:sz w:val="22"/>
                <w:szCs w:val="22"/>
              </w:rPr>
              <w:t>N</w:t>
            </w:r>
            <w:r w:rsidR="007A13AA" w:rsidRPr="00747B0F">
              <w:rPr>
                <w:b/>
                <w:bCs/>
                <w:sz w:val="22"/>
                <w:szCs w:val="22"/>
              </w:rPr>
              <w:t>. DOCENTI SCUOLA PRIMARIA</w:t>
            </w:r>
          </w:p>
        </w:tc>
        <w:tc>
          <w:tcPr>
            <w:tcW w:w="1702" w:type="dxa"/>
          </w:tcPr>
          <w:p w14:paraId="1F55A4A1" w14:textId="09FF3D9F" w:rsidR="005C41E7" w:rsidRPr="00747B0F" w:rsidRDefault="007A13AA" w:rsidP="005C41E7">
            <w:pPr>
              <w:overflowPunct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747B0F">
              <w:rPr>
                <w:b/>
                <w:bCs/>
                <w:sz w:val="22"/>
                <w:szCs w:val="22"/>
              </w:rPr>
              <w:t>N. DOCENTI SCUOLA SEC. DI PRIMO GRADO</w:t>
            </w:r>
          </w:p>
        </w:tc>
        <w:tc>
          <w:tcPr>
            <w:tcW w:w="1665" w:type="dxa"/>
          </w:tcPr>
          <w:p w14:paraId="33997A79" w14:textId="3A5D24DF" w:rsidR="005C41E7" w:rsidRPr="00747B0F" w:rsidRDefault="007A13AA" w:rsidP="005C41E7">
            <w:pPr>
              <w:overflowPunct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747B0F">
              <w:rPr>
                <w:b/>
                <w:bCs/>
                <w:sz w:val="22"/>
                <w:szCs w:val="22"/>
              </w:rPr>
              <w:t xml:space="preserve">N. DOCENTI SCUOLA SEC. DI </w:t>
            </w:r>
            <w:r w:rsidR="00747B0F">
              <w:rPr>
                <w:b/>
                <w:bCs/>
                <w:sz w:val="22"/>
                <w:szCs w:val="22"/>
              </w:rPr>
              <w:t>DEC.</w:t>
            </w:r>
            <w:r w:rsidRPr="00747B0F">
              <w:rPr>
                <w:b/>
                <w:bCs/>
                <w:sz w:val="22"/>
                <w:szCs w:val="22"/>
              </w:rPr>
              <w:t xml:space="preserve"> GRADO</w:t>
            </w:r>
          </w:p>
        </w:tc>
      </w:tr>
      <w:tr w:rsidR="007A13AA" w14:paraId="633AD12B" w14:textId="77777777" w:rsidTr="003827E3">
        <w:tc>
          <w:tcPr>
            <w:tcW w:w="2234" w:type="dxa"/>
          </w:tcPr>
          <w:p w14:paraId="5C1795BC" w14:textId="77777777" w:rsidR="005C41E7" w:rsidRPr="007C529E" w:rsidRDefault="007A13AA" w:rsidP="00614FDA">
            <w:pPr>
              <w:overflowPunct/>
              <w:jc w:val="both"/>
              <w:textAlignment w:val="auto"/>
              <w:rPr>
                <w:b/>
                <w:color w:val="FF0000"/>
                <w:szCs w:val="24"/>
              </w:rPr>
            </w:pPr>
            <w:r w:rsidRPr="007C529E">
              <w:rPr>
                <w:b/>
                <w:color w:val="FF0000"/>
                <w:szCs w:val="24"/>
              </w:rPr>
              <w:t>Ambito 001</w:t>
            </w:r>
          </w:p>
          <w:p w14:paraId="6541B3CD" w14:textId="0CD4B5E6" w:rsidR="007C529E" w:rsidRPr="007C529E" w:rsidRDefault="007C529E" w:rsidP="00614FDA">
            <w:pPr>
              <w:overflowPunct/>
              <w:jc w:val="both"/>
              <w:textAlignment w:val="auto"/>
              <w:rPr>
                <w:b/>
                <w:sz w:val="20"/>
              </w:rPr>
            </w:pPr>
            <w:r w:rsidRPr="007C529E">
              <w:rPr>
                <w:b/>
                <w:sz w:val="20"/>
              </w:rPr>
              <w:t>di ANCONA–LORETO-OSIMO-SENIGALLIA</w:t>
            </w:r>
          </w:p>
        </w:tc>
        <w:tc>
          <w:tcPr>
            <w:tcW w:w="2057" w:type="dxa"/>
          </w:tcPr>
          <w:p w14:paraId="249B9D82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29" w:type="dxa"/>
          </w:tcPr>
          <w:p w14:paraId="00F65C7F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702" w:type="dxa"/>
          </w:tcPr>
          <w:p w14:paraId="06472691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65" w:type="dxa"/>
          </w:tcPr>
          <w:p w14:paraId="729F4584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</w:tr>
      <w:tr w:rsidR="007A13AA" w14:paraId="71FDB881" w14:textId="77777777" w:rsidTr="003827E3">
        <w:tc>
          <w:tcPr>
            <w:tcW w:w="2234" w:type="dxa"/>
          </w:tcPr>
          <w:p w14:paraId="75E31111" w14:textId="77777777" w:rsidR="005C41E7" w:rsidRPr="007C529E" w:rsidRDefault="007A13AA" w:rsidP="00614FDA">
            <w:pPr>
              <w:overflowPunct/>
              <w:jc w:val="both"/>
              <w:textAlignment w:val="auto"/>
              <w:rPr>
                <w:b/>
                <w:color w:val="FF0000"/>
                <w:szCs w:val="24"/>
              </w:rPr>
            </w:pPr>
            <w:r w:rsidRPr="007C529E">
              <w:rPr>
                <w:b/>
                <w:color w:val="FF0000"/>
                <w:szCs w:val="24"/>
              </w:rPr>
              <w:t>Ambito 002</w:t>
            </w:r>
          </w:p>
          <w:p w14:paraId="62775515" w14:textId="06E43DE0" w:rsidR="007C529E" w:rsidRPr="007C529E" w:rsidRDefault="007C529E" w:rsidP="00614FDA">
            <w:pPr>
              <w:overflowPunct/>
              <w:jc w:val="both"/>
              <w:textAlignment w:val="auto"/>
              <w:rPr>
                <w:b/>
                <w:sz w:val="20"/>
              </w:rPr>
            </w:pPr>
            <w:r w:rsidRPr="007C529E">
              <w:rPr>
                <w:b/>
                <w:sz w:val="20"/>
              </w:rPr>
              <w:t>di FABRIANO-JESI</w:t>
            </w:r>
          </w:p>
        </w:tc>
        <w:tc>
          <w:tcPr>
            <w:tcW w:w="2057" w:type="dxa"/>
          </w:tcPr>
          <w:p w14:paraId="1707E724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29" w:type="dxa"/>
          </w:tcPr>
          <w:p w14:paraId="253B01C2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702" w:type="dxa"/>
          </w:tcPr>
          <w:p w14:paraId="63BF335C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65" w:type="dxa"/>
          </w:tcPr>
          <w:p w14:paraId="39223FFE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</w:tr>
      <w:tr w:rsidR="007A13AA" w14:paraId="7FAB0CF8" w14:textId="77777777" w:rsidTr="003827E3">
        <w:tc>
          <w:tcPr>
            <w:tcW w:w="2234" w:type="dxa"/>
          </w:tcPr>
          <w:p w14:paraId="477E2218" w14:textId="77777777" w:rsidR="005C41E7" w:rsidRPr="007C529E" w:rsidRDefault="007A13AA" w:rsidP="00614FDA">
            <w:pPr>
              <w:overflowPunct/>
              <w:jc w:val="both"/>
              <w:textAlignment w:val="auto"/>
              <w:rPr>
                <w:b/>
                <w:color w:val="FF0000"/>
                <w:szCs w:val="24"/>
              </w:rPr>
            </w:pPr>
            <w:r w:rsidRPr="007C529E">
              <w:rPr>
                <w:b/>
                <w:color w:val="FF0000"/>
                <w:szCs w:val="24"/>
              </w:rPr>
              <w:t>Ambito 003</w:t>
            </w:r>
          </w:p>
          <w:p w14:paraId="2D9C26C6" w14:textId="750505FC" w:rsidR="007C529E" w:rsidRPr="007C529E" w:rsidRDefault="007C529E" w:rsidP="00614FDA">
            <w:pPr>
              <w:overflowPunct/>
              <w:jc w:val="both"/>
              <w:textAlignment w:val="auto"/>
              <w:rPr>
                <w:b/>
                <w:sz w:val="20"/>
              </w:rPr>
            </w:pPr>
            <w:r w:rsidRPr="007C529E">
              <w:rPr>
                <w:b/>
                <w:sz w:val="20"/>
              </w:rPr>
              <w:t>di ASCOLI PICENO</w:t>
            </w:r>
          </w:p>
        </w:tc>
        <w:tc>
          <w:tcPr>
            <w:tcW w:w="2057" w:type="dxa"/>
          </w:tcPr>
          <w:p w14:paraId="5A8841C9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29" w:type="dxa"/>
          </w:tcPr>
          <w:p w14:paraId="38509D47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702" w:type="dxa"/>
          </w:tcPr>
          <w:p w14:paraId="07AE7DCB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65" w:type="dxa"/>
          </w:tcPr>
          <w:p w14:paraId="4C1C95C9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</w:tr>
      <w:tr w:rsidR="007A13AA" w14:paraId="4327E2E7" w14:textId="77777777" w:rsidTr="003827E3">
        <w:tc>
          <w:tcPr>
            <w:tcW w:w="2234" w:type="dxa"/>
          </w:tcPr>
          <w:p w14:paraId="5722B06E" w14:textId="77777777" w:rsidR="005C41E7" w:rsidRPr="007C529E" w:rsidRDefault="007A13AA" w:rsidP="00614FDA">
            <w:pPr>
              <w:overflowPunct/>
              <w:jc w:val="both"/>
              <w:textAlignment w:val="auto"/>
              <w:rPr>
                <w:b/>
                <w:color w:val="FF0000"/>
                <w:szCs w:val="24"/>
              </w:rPr>
            </w:pPr>
            <w:r w:rsidRPr="007C529E">
              <w:rPr>
                <w:b/>
                <w:color w:val="FF0000"/>
                <w:szCs w:val="24"/>
              </w:rPr>
              <w:t>Ambito 004</w:t>
            </w:r>
          </w:p>
          <w:p w14:paraId="601D74D6" w14:textId="144235D3" w:rsidR="007C529E" w:rsidRPr="007C529E" w:rsidRDefault="007C529E" w:rsidP="00614FDA">
            <w:pPr>
              <w:overflowPunct/>
              <w:jc w:val="both"/>
              <w:textAlignment w:val="auto"/>
              <w:rPr>
                <w:b/>
                <w:sz w:val="20"/>
              </w:rPr>
            </w:pPr>
            <w:r w:rsidRPr="007C529E">
              <w:rPr>
                <w:b/>
                <w:sz w:val="20"/>
              </w:rPr>
              <w:t>di SAN BENEDETTO DEL TRONTO</w:t>
            </w:r>
          </w:p>
        </w:tc>
        <w:tc>
          <w:tcPr>
            <w:tcW w:w="2057" w:type="dxa"/>
          </w:tcPr>
          <w:p w14:paraId="65182190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29" w:type="dxa"/>
          </w:tcPr>
          <w:p w14:paraId="69CC79C3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702" w:type="dxa"/>
          </w:tcPr>
          <w:p w14:paraId="64680F9F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65" w:type="dxa"/>
          </w:tcPr>
          <w:p w14:paraId="072C222E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</w:tr>
      <w:tr w:rsidR="007A13AA" w14:paraId="3133DFA1" w14:textId="77777777" w:rsidTr="003827E3">
        <w:tc>
          <w:tcPr>
            <w:tcW w:w="2234" w:type="dxa"/>
          </w:tcPr>
          <w:p w14:paraId="0C3E50EE" w14:textId="77777777" w:rsidR="005C41E7" w:rsidRPr="007C529E" w:rsidRDefault="007A13AA" w:rsidP="00614FDA">
            <w:pPr>
              <w:overflowPunct/>
              <w:jc w:val="both"/>
              <w:textAlignment w:val="auto"/>
              <w:rPr>
                <w:b/>
                <w:color w:val="FF0000"/>
                <w:szCs w:val="24"/>
              </w:rPr>
            </w:pPr>
            <w:r w:rsidRPr="007C529E">
              <w:rPr>
                <w:b/>
                <w:color w:val="FF0000"/>
                <w:szCs w:val="24"/>
              </w:rPr>
              <w:t>Ambito 005</w:t>
            </w:r>
          </w:p>
          <w:p w14:paraId="6C38877D" w14:textId="2406FF98" w:rsidR="007C529E" w:rsidRPr="007C529E" w:rsidRDefault="007C529E" w:rsidP="00614FDA">
            <w:pPr>
              <w:overflowPunct/>
              <w:jc w:val="both"/>
              <w:textAlignment w:val="auto"/>
              <w:rPr>
                <w:b/>
                <w:sz w:val="20"/>
              </w:rPr>
            </w:pPr>
            <w:r w:rsidRPr="007C529E">
              <w:rPr>
                <w:b/>
                <w:sz w:val="20"/>
              </w:rPr>
              <w:t>di FERMO</w:t>
            </w:r>
          </w:p>
        </w:tc>
        <w:tc>
          <w:tcPr>
            <w:tcW w:w="2057" w:type="dxa"/>
          </w:tcPr>
          <w:p w14:paraId="4FB2C2DE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29" w:type="dxa"/>
          </w:tcPr>
          <w:p w14:paraId="17EA8D40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702" w:type="dxa"/>
          </w:tcPr>
          <w:p w14:paraId="1C39987C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65" w:type="dxa"/>
          </w:tcPr>
          <w:p w14:paraId="689B846B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</w:tr>
      <w:tr w:rsidR="007A13AA" w14:paraId="638A3279" w14:textId="77777777" w:rsidTr="003827E3">
        <w:tc>
          <w:tcPr>
            <w:tcW w:w="2234" w:type="dxa"/>
          </w:tcPr>
          <w:p w14:paraId="3DD7B177" w14:textId="77777777" w:rsidR="005C41E7" w:rsidRPr="007C529E" w:rsidRDefault="007A13AA" w:rsidP="00614FDA">
            <w:pPr>
              <w:overflowPunct/>
              <w:jc w:val="both"/>
              <w:textAlignment w:val="auto"/>
              <w:rPr>
                <w:b/>
                <w:color w:val="FF0000"/>
                <w:szCs w:val="24"/>
              </w:rPr>
            </w:pPr>
            <w:r w:rsidRPr="007C529E">
              <w:rPr>
                <w:b/>
                <w:color w:val="FF0000"/>
                <w:szCs w:val="24"/>
              </w:rPr>
              <w:t>Ambito 006</w:t>
            </w:r>
          </w:p>
          <w:p w14:paraId="2E16E667" w14:textId="27EA5D65" w:rsidR="007C529E" w:rsidRPr="007C529E" w:rsidRDefault="007C529E" w:rsidP="00614FDA">
            <w:pPr>
              <w:overflowPunct/>
              <w:jc w:val="both"/>
              <w:textAlignment w:val="auto"/>
              <w:rPr>
                <w:b/>
                <w:sz w:val="20"/>
              </w:rPr>
            </w:pPr>
            <w:r w:rsidRPr="007C529E">
              <w:rPr>
                <w:b/>
                <w:sz w:val="20"/>
              </w:rPr>
              <w:t>di PORTO SANT’ELPIDIO</w:t>
            </w:r>
          </w:p>
        </w:tc>
        <w:tc>
          <w:tcPr>
            <w:tcW w:w="2057" w:type="dxa"/>
          </w:tcPr>
          <w:p w14:paraId="3F91B8C3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29" w:type="dxa"/>
          </w:tcPr>
          <w:p w14:paraId="5469E548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702" w:type="dxa"/>
          </w:tcPr>
          <w:p w14:paraId="7D8DF031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65" w:type="dxa"/>
          </w:tcPr>
          <w:p w14:paraId="49447D5D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</w:tr>
      <w:tr w:rsidR="007A13AA" w14:paraId="046D5970" w14:textId="77777777" w:rsidTr="003827E3">
        <w:tc>
          <w:tcPr>
            <w:tcW w:w="2234" w:type="dxa"/>
          </w:tcPr>
          <w:p w14:paraId="0452513F" w14:textId="77777777" w:rsidR="005C41E7" w:rsidRPr="007C529E" w:rsidRDefault="007A13AA" w:rsidP="00614FDA">
            <w:pPr>
              <w:overflowPunct/>
              <w:jc w:val="both"/>
              <w:textAlignment w:val="auto"/>
              <w:rPr>
                <w:b/>
                <w:color w:val="FF0000"/>
                <w:szCs w:val="24"/>
              </w:rPr>
            </w:pPr>
            <w:r w:rsidRPr="007C529E">
              <w:rPr>
                <w:b/>
                <w:color w:val="FF0000"/>
                <w:szCs w:val="24"/>
              </w:rPr>
              <w:t>Ambito 007</w:t>
            </w:r>
          </w:p>
          <w:p w14:paraId="47BF360E" w14:textId="153A3836" w:rsidR="007C529E" w:rsidRPr="007C529E" w:rsidRDefault="007C529E" w:rsidP="00614FDA">
            <w:pPr>
              <w:overflowPunct/>
              <w:jc w:val="both"/>
              <w:textAlignment w:val="auto"/>
              <w:rPr>
                <w:b/>
                <w:sz w:val="20"/>
              </w:rPr>
            </w:pPr>
            <w:r w:rsidRPr="007C529E">
              <w:rPr>
                <w:b/>
                <w:sz w:val="20"/>
              </w:rPr>
              <w:t>di MACERATA-CIVITANOVA-RECANATI</w:t>
            </w:r>
          </w:p>
        </w:tc>
        <w:tc>
          <w:tcPr>
            <w:tcW w:w="2057" w:type="dxa"/>
          </w:tcPr>
          <w:p w14:paraId="0D8998B9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29" w:type="dxa"/>
          </w:tcPr>
          <w:p w14:paraId="72B49851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702" w:type="dxa"/>
          </w:tcPr>
          <w:p w14:paraId="15445496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65" w:type="dxa"/>
          </w:tcPr>
          <w:p w14:paraId="796DCD63" w14:textId="77777777" w:rsidR="005C41E7" w:rsidRDefault="005C41E7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</w:tr>
      <w:tr w:rsidR="007A13AA" w14:paraId="232392E7" w14:textId="77777777" w:rsidTr="003827E3">
        <w:tc>
          <w:tcPr>
            <w:tcW w:w="2234" w:type="dxa"/>
          </w:tcPr>
          <w:p w14:paraId="78690362" w14:textId="77777777" w:rsidR="00DD6A9D" w:rsidRPr="007C529E" w:rsidRDefault="007A13AA" w:rsidP="00614FDA">
            <w:pPr>
              <w:overflowPunct/>
              <w:jc w:val="both"/>
              <w:textAlignment w:val="auto"/>
              <w:rPr>
                <w:b/>
                <w:color w:val="FF0000"/>
                <w:szCs w:val="24"/>
              </w:rPr>
            </w:pPr>
            <w:r w:rsidRPr="007C529E">
              <w:rPr>
                <w:b/>
                <w:color w:val="FF0000"/>
                <w:szCs w:val="24"/>
              </w:rPr>
              <w:t>Ambito 008</w:t>
            </w:r>
          </w:p>
          <w:p w14:paraId="720CC493" w14:textId="1DF67282" w:rsidR="007C529E" w:rsidRPr="007C529E" w:rsidRDefault="007C529E" w:rsidP="00614FDA">
            <w:pPr>
              <w:overflowPunct/>
              <w:jc w:val="both"/>
              <w:textAlignment w:val="auto"/>
              <w:rPr>
                <w:b/>
                <w:sz w:val="20"/>
              </w:rPr>
            </w:pPr>
            <w:r w:rsidRPr="007C529E">
              <w:rPr>
                <w:b/>
                <w:sz w:val="20"/>
              </w:rPr>
              <w:t>di CAMERINO-SAN SEVERINO MARCHE</w:t>
            </w:r>
            <w:r>
              <w:rPr>
                <w:b/>
                <w:sz w:val="20"/>
              </w:rPr>
              <w:t xml:space="preserve"> </w:t>
            </w:r>
            <w:r w:rsidRPr="007C529E">
              <w:rPr>
                <w:b/>
                <w:sz w:val="20"/>
              </w:rPr>
              <w:t>MATELICA- TOLENTINO-SAN GINESIO</w:t>
            </w:r>
            <w:r>
              <w:rPr>
                <w:b/>
                <w:sz w:val="20"/>
              </w:rPr>
              <w:t xml:space="preserve"> </w:t>
            </w:r>
            <w:r w:rsidRPr="007C529E">
              <w:rPr>
                <w:b/>
                <w:sz w:val="20"/>
              </w:rPr>
              <w:t>SARNANO</w:t>
            </w:r>
          </w:p>
        </w:tc>
        <w:tc>
          <w:tcPr>
            <w:tcW w:w="2057" w:type="dxa"/>
          </w:tcPr>
          <w:p w14:paraId="6EDE1FA7" w14:textId="77777777" w:rsidR="00DD6A9D" w:rsidRDefault="00DD6A9D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29" w:type="dxa"/>
          </w:tcPr>
          <w:p w14:paraId="5A714B5E" w14:textId="77777777" w:rsidR="00DD6A9D" w:rsidRDefault="00DD6A9D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702" w:type="dxa"/>
          </w:tcPr>
          <w:p w14:paraId="47653F2C" w14:textId="77777777" w:rsidR="00DD6A9D" w:rsidRDefault="00DD6A9D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65" w:type="dxa"/>
          </w:tcPr>
          <w:p w14:paraId="123555A7" w14:textId="77777777" w:rsidR="00DD6A9D" w:rsidRDefault="00DD6A9D" w:rsidP="00614FDA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</w:tr>
      <w:tr w:rsidR="007A13AA" w14:paraId="3BA9ADDF" w14:textId="77777777" w:rsidTr="003827E3">
        <w:tc>
          <w:tcPr>
            <w:tcW w:w="2234" w:type="dxa"/>
          </w:tcPr>
          <w:p w14:paraId="486668BC" w14:textId="77777777" w:rsidR="00DD6A9D" w:rsidRPr="007C529E" w:rsidRDefault="007A13AA" w:rsidP="00DB7F84">
            <w:pPr>
              <w:overflowPunct/>
              <w:jc w:val="both"/>
              <w:textAlignment w:val="auto"/>
              <w:rPr>
                <w:b/>
                <w:color w:val="FF0000"/>
                <w:szCs w:val="24"/>
              </w:rPr>
            </w:pPr>
            <w:r w:rsidRPr="007C529E">
              <w:rPr>
                <w:b/>
                <w:color w:val="FF0000"/>
                <w:szCs w:val="24"/>
              </w:rPr>
              <w:t>Ambito 009</w:t>
            </w:r>
          </w:p>
          <w:p w14:paraId="26C77A57" w14:textId="562F2E89" w:rsidR="007C529E" w:rsidRPr="007C529E" w:rsidRDefault="007C529E" w:rsidP="00DB7F84">
            <w:pPr>
              <w:overflowPunct/>
              <w:jc w:val="both"/>
              <w:textAlignment w:val="auto"/>
              <w:rPr>
                <w:b/>
                <w:sz w:val="20"/>
              </w:rPr>
            </w:pPr>
            <w:r w:rsidRPr="007C529E">
              <w:rPr>
                <w:b/>
                <w:sz w:val="20"/>
              </w:rPr>
              <w:t>VALLATA DEL FOGLIA</w:t>
            </w:r>
          </w:p>
        </w:tc>
        <w:tc>
          <w:tcPr>
            <w:tcW w:w="2057" w:type="dxa"/>
          </w:tcPr>
          <w:p w14:paraId="4DAD2DF3" w14:textId="77777777" w:rsidR="00DD6A9D" w:rsidRDefault="00DD6A9D" w:rsidP="00DB7F84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29" w:type="dxa"/>
          </w:tcPr>
          <w:p w14:paraId="07C8B506" w14:textId="77777777" w:rsidR="00DD6A9D" w:rsidRDefault="00DD6A9D" w:rsidP="00DB7F84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702" w:type="dxa"/>
          </w:tcPr>
          <w:p w14:paraId="39D55051" w14:textId="77777777" w:rsidR="00DD6A9D" w:rsidRDefault="00DD6A9D" w:rsidP="00DB7F84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65" w:type="dxa"/>
          </w:tcPr>
          <w:p w14:paraId="4777028D" w14:textId="77777777" w:rsidR="00DD6A9D" w:rsidRDefault="00DD6A9D" w:rsidP="00DB7F84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</w:tr>
      <w:tr w:rsidR="007A13AA" w14:paraId="0F56F830" w14:textId="77777777" w:rsidTr="003827E3">
        <w:tc>
          <w:tcPr>
            <w:tcW w:w="2234" w:type="dxa"/>
          </w:tcPr>
          <w:p w14:paraId="675FF6AC" w14:textId="77777777" w:rsidR="00DD6A9D" w:rsidRPr="007C529E" w:rsidRDefault="007A13AA" w:rsidP="00DB7F84">
            <w:pPr>
              <w:overflowPunct/>
              <w:jc w:val="both"/>
              <w:textAlignment w:val="auto"/>
              <w:rPr>
                <w:b/>
                <w:color w:val="FF0000"/>
                <w:szCs w:val="24"/>
              </w:rPr>
            </w:pPr>
            <w:r w:rsidRPr="007C529E">
              <w:rPr>
                <w:b/>
                <w:color w:val="FF0000"/>
                <w:szCs w:val="24"/>
              </w:rPr>
              <w:t>Ambito 010</w:t>
            </w:r>
          </w:p>
          <w:p w14:paraId="778004E6" w14:textId="5F413CC6" w:rsidR="007C529E" w:rsidRPr="007C529E" w:rsidRDefault="007C529E" w:rsidP="00DB7F84">
            <w:pPr>
              <w:overflowPunct/>
              <w:jc w:val="both"/>
              <w:textAlignment w:val="auto"/>
              <w:rPr>
                <w:b/>
                <w:sz w:val="20"/>
              </w:rPr>
            </w:pPr>
            <w:r w:rsidRPr="007C529E">
              <w:rPr>
                <w:b/>
                <w:sz w:val="20"/>
              </w:rPr>
              <w:t>VALLATE DEL METAURO E DEL CESANO</w:t>
            </w:r>
          </w:p>
        </w:tc>
        <w:tc>
          <w:tcPr>
            <w:tcW w:w="2057" w:type="dxa"/>
          </w:tcPr>
          <w:p w14:paraId="0548D0F0" w14:textId="77777777" w:rsidR="00DD6A9D" w:rsidRDefault="00DD6A9D" w:rsidP="00DB7F84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29" w:type="dxa"/>
          </w:tcPr>
          <w:p w14:paraId="55843185" w14:textId="77777777" w:rsidR="00DD6A9D" w:rsidRDefault="00DD6A9D" w:rsidP="00DB7F84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702" w:type="dxa"/>
          </w:tcPr>
          <w:p w14:paraId="4B6CAD35" w14:textId="77777777" w:rsidR="00DD6A9D" w:rsidRDefault="00DD6A9D" w:rsidP="00DB7F84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  <w:tc>
          <w:tcPr>
            <w:tcW w:w="1665" w:type="dxa"/>
          </w:tcPr>
          <w:p w14:paraId="233DA7B1" w14:textId="77777777" w:rsidR="00DD6A9D" w:rsidRDefault="00DD6A9D" w:rsidP="00DB7F84">
            <w:pPr>
              <w:overflowPunct/>
              <w:jc w:val="both"/>
              <w:textAlignment w:val="auto"/>
              <w:rPr>
                <w:bCs/>
                <w:sz w:val="23"/>
                <w:szCs w:val="23"/>
              </w:rPr>
            </w:pPr>
          </w:p>
        </w:tc>
      </w:tr>
    </w:tbl>
    <w:p w14:paraId="324B6D9B" w14:textId="77777777" w:rsidR="004222C8" w:rsidRDefault="004222C8" w:rsidP="0027583B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i/>
          <w:sz w:val="16"/>
          <w:szCs w:val="16"/>
        </w:rPr>
      </w:pPr>
    </w:p>
    <w:p w14:paraId="493A125A" w14:textId="77777777" w:rsidR="00747B0F" w:rsidRPr="00D54D35" w:rsidRDefault="00747B0F" w:rsidP="0027583B">
      <w:pPr>
        <w:tabs>
          <w:tab w:val="left" w:pos="720"/>
          <w:tab w:val="center" w:pos="4819"/>
          <w:tab w:val="right" w:pos="9638"/>
        </w:tabs>
        <w:jc w:val="both"/>
        <w:textAlignment w:val="auto"/>
        <w:rPr>
          <w:i/>
          <w:sz w:val="16"/>
          <w:szCs w:val="16"/>
        </w:rPr>
      </w:pPr>
    </w:p>
    <w:p w14:paraId="1BE07C58" w14:textId="77777777" w:rsidR="00996F77" w:rsidRPr="00996F77" w:rsidRDefault="00996F77" w:rsidP="00996F7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sz w:val="18"/>
          <w:szCs w:val="18"/>
        </w:rPr>
      </w:pPr>
      <w:r w:rsidRPr="00996F77">
        <w:rPr>
          <w:rFonts w:ascii="Calibri" w:hAnsi="Calibri"/>
          <w:sz w:val="18"/>
          <w:szCs w:val="18"/>
        </w:rPr>
        <w:t>Dirigente Tecnico: Rita Scocchera</w:t>
      </w:r>
    </w:p>
    <w:p w14:paraId="5272957E" w14:textId="0E0EF152" w:rsidR="00451B49" w:rsidRPr="005D0EF5" w:rsidRDefault="00996F77" w:rsidP="00996F7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sz w:val="18"/>
          <w:szCs w:val="18"/>
        </w:rPr>
      </w:pPr>
      <w:r w:rsidRPr="00996F77">
        <w:rPr>
          <w:rFonts w:ascii="Calibri" w:hAnsi="Calibri"/>
          <w:sz w:val="18"/>
          <w:szCs w:val="18"/>
        </w:rPr>
        <w:t>Responsabile del procedimento: Alessandra Di Emidio</w:t>
      </w:r>
    </w:p>
    <w:sectPr w:rsidR="00451B49" w:rsidRPr="005D0EF5" w:rsidSect="00747B0F">
      <w:headerReference w:type="default" r:id="rId8"/>
      <w:footerReference w:type="default" r:id="rId9"/>
      <w:pgSz w:w="11907" w:h="16840"/>
      <w:pgMar w:top="1418" w:right="1418" w:bottom="851" w:left="1418" w:header="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95EB7" w14:textId="77777777" w:rsidR="00055D2C" w:rsidRDefault="00055D2C">
      <w:r>
        <w:separator/>
      </w:r>
    </w:p>
  </w:endnote>
  <w:endnote w:type="continuationSeparator" w:id="0">
    <w:p w14:paraId="114C98B3" w14:textId="77777777" w:rsidR="00055D2C" w:rsidRDefault="00055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14A4B" w14:textId="0C40BC22" w:rsidR="00A1351A" w:rsidRDefault="00A1351A" w:rsidP="0027583B">
    <w:pPr>
      <w:pStyle w:val="Default"/>
      <w:jc w:val="center"/>
      <w:rPr>
        <w:rFonts w:ascii="Calibri" w:hAnsi="Calibri"/>
        <w:i/>
        <w:iCs/>
        <w:sz w:val="20"/>
        <w:szCs w:val="20"/>
      </w:rPr>
    </w:pPr>
    <w:r w:rsidRPr="00A1351A">
      <w:rPr>
        <w:rFonts w:ascii="Calibri" w:hAnsi="Calibri"/>
        <w:i/>
        <w:iCs/>
        <w:sz w:val="20"/>
        <w:szCs w:val="20"/>
      </w:rPr>
      <w:t>202</w:t>
    </w:r>
    <w:r w:rsidR="007A13AA">
      <w:rPr>
        <w:rFonts w:ascii="Calibri" w:hAnsi="Calibri"/>
        <w:i/>
        <w:iCs/>
        <w:sz w:val="20"/>
        <w:szCs w:val="20"/>
      </w:rPr>
      <w:t>209</w:t>
    </w:r>
    <w:r w:rsidRPr="00A1351A">
      <w:rPr>
        <w:rFonts w:ascii="Calibri" w:hAnsi="Calibri"/>
        <w:i/>
        <w:iCs/>
        <w:sz w:val="20"/>
        <w:szCs w:val="20"/>
      </w:rPr>
      <w:t>1</w:t>
    </w:r>
    <w:r w:rsidR="007A13AA">
      <w:rPr>
        <w:rFonts w:ascii="Calibri" w:hAnsi="Calibri"/>
        <w:i/>
        <w:iCs/>
        <w:sz w:val="20"/>
        <w:szCs w:val="20"/>
      </w:rPr>
      <w:t>61</w:t>
    </w:r>
    <w:r w:rsidRPr="00A1351A">
      <w:rPr>
        <w:rFonts w:ascii="Calibri" w:hAnsi="Calibri"/>
        <w:i/>
        <w:iCs/>
        <w:sz w:val="20"/>
        <w:szCs w:val="20"/>
      </w:rPr>
      <w:t>8</w:t>
    </w:r>
    <w:r w:rsidR="007A13AA">
      <w:rPr>
        <w:rFonts w:ascii="Calibri" w:hAnsi="Calibri"/>
        <w:i/>
        <w:iCs/>
        <w:sz w:val="20"/>
        <w:szCs w:val="20"/>
      </w:rPr>
      <w:t>05</w:t>
    </w:r>
    <w:r w:rsidRPr="00A1351A">
      <w:rPr>
        <w:rFonts w:ascii="Calibri" w:hAnsi="Calibri"/>
        <w:i/>
        <w:iCs/>
        <w:sz w:val="20"/>
        <w:szCs w:val="20"/>
      </w:rPr>
      <w:t>_A4.1_PN</w:t>
    </w:r>
    <w:r w:rsidR="007A13AA">
      <w:rPr>
        <w:rFonts w:ascii="Calibri" w:hAnsi="Calibri"/>
        <w:i/>
        <w:iCs/>
        <w:sz w:val="20"/>
        <w:szCs w:val="20"/>
      </w:rPr>
      <w:t>22</w:t>
    </w:r>
    <w:r>
      <w:rPr>
        <w:rFonts w:ascii="Calibri" w:hAnsi="Calibri"/>
        <w:i/>
        <w:iCs/>
        <w:sz w:val="20"/>
        <w:szCs w:val="20"/>
      </w:rPr>
      <w:t>2</w:t>
    </w:r>
    <w:r w:rsidR="007A13AA">
      <w:rPr>
        <w:rFonts w:ascii="Calibri" w:hAnsi="Calibri"/>
        <w:i/>
        <w:iCs/>
        <w:sz w:val="20"/>
        <w:szCs w:val="20"/>
      </w:rPr>
      <w:t>3</w:t>
    </w:r>
    <w:r>
      <w:rPr>
        <w:rFonts w:ascii="Calibri" w:hAnsi="Calibri"/>
        <w:i/>
        <w:iCs/>
        <w:sz w:val="20"/>
        <w:szCs w:val="20"/>
      </w:rPr>
      <w:t>_44 Richiesta Numero Docenti neoa</w:t>
    </w:r>
    <w:r w:rsidRPr="00A1351A">
      <w:rPr>
        <w:rFonts w:ascii="Calibri" w:hAnsi="Calibri"/>
        <w:i/>
        <w:iCs/>
        <w:sz w:val="20"/>
        <w:szCs w:val="20"/>
      </w:rPr>
      <w:t xml:space="preserve">ssunti </w:t>
    </w:r>
    <w:proofErr w:type="spellStart"/>
    <w:r w:rsidRPr="00A1351A">
      <w:rPr>
        <w:rFonts w:ascii="Calibri" w:hAnsi="Calibri"/>
        <w:i/>
        <w:iCs/>
        <w:sz w:val="20"/>
        <w:szCs w:val="20"/>
      </w:rPr>
      <w:t>a.s.</w:t>
    </w:r>
    <w:proofErr w:type="spellEnd"/>
    <w:r w:rsidRPr="00A1351A">
      <w:rPr>
        <w:rFonts w:ascii="Calibri" w:hAnsi="Calibri"/>
        <w:i/>
        <w:iCs/>
        <w:sz w:val="20"/>
        <w:szCs w:val="20"/>
      </w:rPr>
      <w:t xml:space="preserve">  202</w:t>
    </w:r>
    <w:r w:rsidR="007A13AA">
      <w:rPr>
        <w:rFonts w:ascii="Calibri" w:hAnsi="Calibri"/>
        <w:i/>
        <w:iCs/>
        <w:sz w:val="20"/>
        <w:szCs w:val="20"/>
      </w:rPr>
      <w:t>2</w:t>
    </w:r>
    <w:r w:rsidRPr="00A1351A">
      <w:rPr>
        <w:rFonts w:ascii="Calibri" w:hAnsi="Calibri"/>
        <w:i/>
        <w:iCs/>
        <w:sz w:val="20"/>
        <w:szCs w:val="20"/>
      </w:rPr>
      <w:t>-2</w:t>
    </w:r>
    <w:r w:rsidR="007A13AA">
      <w:rPr>
        <w:rFonts w:ascii="Calibri" w:hAnsi="Calibri"/>
        <w:i/>
        <w:iCs/>
        <w:sz w:val="20"/>
        <w:szCs w:val="20"/>
      </w:rPr>
      <w:t>3</w:t>
    </w:r>
  </w:p>
  <w:p w14:paraId="683C169B" w14:textId="77777777" w:rsidR="00651E5B" w:rsidRDefault="00651E5B" w:rsidP="0027583B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/>
        <w:iCs/>
        <w:sz w:val="20"/>
        <w:szCs w:val="20"/>
      </w:rPr>
      <w:t>Documento firmato digitalmente ai sensi del c.d. Codice dell’Amministrazione Digitale e normativa connessa</w:t>
    </w:r>
  </w:p>
  <w:p w14:paraId="643C36B6" w14:textId="77777777" w:rsidR="00651E5B" w:rsidRDefault="00651E5B" w:rsidP="0027583B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Cs/>
        <w:color w:val="auto"/>
        <w:sz w:val="18"/>
        <w:szCs w:val="18"/>
      </w:rPr>
      <w:t xml:space="preserve">Via XXV Aprile, 19, 60125 Ancona - Codice </w:t>
    </w:r>
    <w:proofErr w:type="spellStart"/>
    <w:r>
      <w:rPr>
        <w:rFonts w:ascii="Calibri" w:hAnsi="Calibri"/>
        <w:iCs/>
        <w:color w:val="auto"/>
        <w:sz w:val="18"/>
        <w:szCs w:val="18"/>
      </w:rPr>
      <w:t>iPA</w:t>
    </w:r>
    <w:proofErr w:type="spellEnd"/>
    <w:r>
      <w:rPr>
        <w:rFonts w:ascii="Calibri" w:hAnsi="Calibri"/>
        <w:iCs/>
        <w:color w:val="auto"/>
        <w:sz w:val="18"/>
        <w:szCs w:val="18"/>
      </w:rPr>
      <w:t xml:space="preserve">: </w:t>
    </w:r>
    <w:proofErr w:type="spellStart"/>
    <w:r>
      <w:rPr>
        <w:rFonts w:ascii="Calibri" w:hAnsi="Calibri"/>
        <w:iCs/>
        <w:color w:val="auto"/>
        <w:sz w:val="18"/>
        <w:szCs w:val="18"/>
      </w:rPr>
      <w:t>m_pi</w:t>
    </w:r>
    <w:proofErr w:type="spellEnd"/>
  </w:p>
  <w:p w14:paraId="750BCE5D" w14:textId="77777777" w:rsidR="00651E5B" w:rsidRDefault="00651E5B" w:rsidP="0027583B">
    <w:pPr>
      <w:pStyle w:val="Default"/>
      <w:jc w:val="center"/>
      <w:rPr>
        <w:rFonts w:ascii="Calibri" w:hAnsi="Calibri"/>
        <w:color w:val="auto"/>
        <w:sz w:val="18"/>
        <w:szCs w:val="18"/>
      </w:rPr>
    </w:pPr>
    <w:proofErr w:type="spellStart"/>
    <w:r>
      <w:rPr>
        <w:rFonts w:ascii="Calibri" w:hAnsi="Calibri"/>
        <w:iCs/>
        <w:color w:val="auto"/>
        <w:sz w:val="18"/>
        <w:szCs w:val="18"/>
      </w:rPr>
      <w:t>Pec</w:t>
    </w:r>
    <w:proofErr w:type="spellEnd"/>
    <w:r>
      <w:rPr>
        <w:rFonts w:ascii="Calibri" w:hAnsi="Calibri"/>
        <w:iCs/>
        <w:color w:val="auto"/>
        <w:sz w:val="18"/>
        <w:szCs w:val="18"/>
      </w:rPr>
      <w:t xml:space="preserve">: </w:t>
    </w:r>
    <w:hyperlink r:id="rId1" w:history="1">
      <w:r>
        <w:rPr>
          <w:rStyle w:val="Collegamentoipertestuale"/>
          <w:rFonts w:ascii="Calibri" w:hAnsi="Calibri"/>
          <w:iCs/>
          <w:sz w:val="18"/>
          <w:szCs w:val="18"/>
        </w:rPr>
        <w:t>drma@postacert.istruzione.it</w:t>
      </w:r>
    </w:hyperlink>
    <w:r>
      <w:rPr>
        <w:rFonts w:ascii="Calibri" w:hAnsi="Calibri"/>
        <w:iCs/>
        <w:color w:val="auto"/>
        <w:sz w:val="18"/>
        <w:szCs w:val="18"/>
      </w:rPr>
      <w:t xml:space="preserve"> – E-mail: </w:t>
    </w:r>
    <w:hyperlink r:id="rId2" w:history="1">
      <w:r>
        <w:rPr>
          <w:rStyle w:val="Collegamentoipertestuale"/>
          <w:rFonts w:ascii="Calibri" w:hAnsi="Calibri"/>
          <w:iCs/>
          <w:sz w:val="18"/>
          <w:szCs w:val="18"/>
        </w:rPr>
        <w:t>direzione-marche@istruzione.it</w:t>
      </w:r>
    </w:hyperlink>
  </w:p>
  <w:p w14:paraId="60F8B55A" w14:textId="77777777" w:rsidR="00651E5B" w:rsidRDefault="00651E5B" w:rsidP="0027583B">
    <w:pPr>
      <w:jc w:val="center"/>
      <w:rPr>
        <w:rFonts w:cs="Arial"/>
        <w:iCs/>
        <w:sz w:val="18"/>
        <w:szCs w:val="18"/>
      </w:rPr>
    </w:pPr>
    <w:r>
      <w:rPr>
        <w:rFonts w:cs="Arial"/>
        <w:iCs/>
        <w:sz w:val="18"/>
        <w:szCs w:val="18"/>
      </w:rPr>
      <w:t>Codice univoco per la fatturazione elettronica: YUSJ56 per la contabilità generale, DBOUR0 per quella ordinaria</w:t>
    </w:r>
  </w:p>
  <w:p w14:paraId="4052295E" w14:textId="2C3E71FD" w:rsidR="00651E5B" w:rsidRDefault="00651E5B" w:rsidP="0027583B">
    <w:pPr>
      <w:jc w:val="center"/>
      <w:rPr>
        <w:rFonts w:cs="Arial"/>
        <w:iCs/>
        <w:sz w:val="18"/>
        <w:szCs w:val="18"/>
      </w:rPr>
    </w:pPr>
    <w:r>
      <w:rPr>
        <w:rFonts w:cs="Arial"/>
        <w:iCs/>
        <w:sz w:val="18"/>
        <w:szCs w:val="18"/>
      </w:rPr>
      <w:t>Tel.: 071/22951 – CF: 80007610423</w:t>
    </w:r>
  </w:p>
  <w:p w14:paraId="2B09D5AA" w14:textId="77777777" w:rsidR="00651E5B" w:rsidRPr="00136AAF" w:rsidRDefault="00651E5B" w:rsidP="0027583B">
    <w:pPr>
      <w:jc w:val="center"/>
      <w:rPr>
        <w:szCs w:val="15"/>
      </w:rPr>
    </w:pPr>
    <w:r>
      <w:t xml:space="preserve">Sito internet: </w:t>
    </w:r>
    <w:hyperlink r:id="rId3" w:history="1">
      <w:r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 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0DD59" w14:textId="77777777" w:rsidR="00055D2C" w:rsidRDefault="00055D2C">
      <w:r>
        <w:separator/>
      </w:r>
    </w:p>
  </w:footnote>
  <w:footnote w:type="continuationSeparator" w:id="0">
    <w:p w14:paraId="39E50583" w14:textId="77777777" w:rsidR="00055D2C" w:rsidRDefault="00055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7809" w14:textId="77777777" w:rsidR="00651E5B" w:rsidRDefault="00651E5B" w:rsidP="00614FDA">
    <w:pPr>
      <w:pStyle w:val="Intestazione"/>
      <w:spacing w:after="60"/>
      <w:rPr>
        <w:rFonts w:ascii="Palace Script MT" w:hAnsi="Palace Script MT"/>
        <w:w w:val="66"/>
        <w:sz w:val="40"/>
        <w:szCs w:val="40"/>
      </w:rPr>
    </w:pPr>
  </w:p>
  <w:p w14:paraId="03FFAA38" w14:textId="77777777" w:rsidR="00651E5B" w:rsidRDefault="00651E5B" w:rsidP="0027583B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 wp14:anchorId="61F9DE5D" wp14:editId="39FE3B50">
          <wp:extent cx="523875" cy="523875"/>
          <wp:effectExtent l="0" t="0" r="9525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31DB9F" w14:textId="39CA745C" w:rsidR="00651E5B" w:rsidRPr="00747B0F" w:rsidRDefault="00651E5B" w:rsidP="0027583B">
    <w:pPr>
      <w:jc w:val="center"/>
      <w:rPr>
        <w:rFonts w:ascii="Monotype Corsiva" w:hAnsi="Monotype Corsiva" w:cs="Tahoma"/>
        <w:i/>
        <w:sz w:val="48"/>
        <w:szCs w:val="48"/>
      </w:rPr>
    </w:pPr>
    <w:r w:rsidRPr="00747B0F">
      <w:rPr>
        <w:rFonts w:ascii="Monotype Corsiva" w:hAnsi="Monotype Corsiva" w:cs="Tahoma"/>
        <w:i/>
        <w:sz w:val="48"/>
        <w:szCs w:val="48"/>
      </w:rPr>
      <w:t xml:space="preserve">Ministero </w:t>
    </w:r>
    <w:r w:rsidR="00614FDA" w:rsidRPr="00747B0F">
      <w:rPr>
        <w:rFonts w:ascii="Monotype Corsiva" w:hAnsi="Monotype Corsiva" w:cs="Tahoma"/>
        <w:i/>
        <w:sz w:val="48"/>
        <w:szCs w:val="48"/>
      </w:rPr>
      <w:t>dell’Istruzione</w:t>
    </w:r>
    <w:r w:rsidR="00996F77" w:rsidRPr="00747B0F">
      <w:rPr>
        <w:rFonts w:ascii="Monotype Corsiva" w:hAnsi="Monotype Corsiva" w:cs="Tahoma"/>
        <w:i/>
        <w:sz w:val="48"/>
        <w:szCs w:val="48"/>
      </w:rPr>
      <w:t xml:space="preserve"> e del Merito</w:t>
    </w:r>
  </w:p>
  <w:p w14:paraId="4DC31BDB" w14:textId="77777777" w:rsidR="00651E5B" w:rsidRPr="00747B0F" w:rsidRDefault="00651E5B" w:rsidP="0027583B">
    <w:pPr>
      <w:jc w:val="center"/>
      <w:rPr>
        <w:rFonts w:ascii="Monotype Corsiva" w:hAnsi="Monotype Corsiva" w:cs="Tahoma"/>
        <w:i/>
        <w:sz w:val="36"/>
        <w:szCs w:val="36"/>
      </w:rPr>
    </w:pPr>
    <w:r w:rsidRPr="00747B0F">
      <w:rPr>
        <w:rFonts w:ascii="Monotype Corsiva" w:hAnsi="Monotype Corsiva" w:cs="Tahoma"/>
        <w:i/>
        <w:sz w:val="36"/>
        <w:szCs w:val="36"/>
      </w:rPr>
      <w:t>Ufficio Scolastico Regionale per le Marche</w:t>
    </w:r>
  </w:p>
  <w:p w14:paraId="51108A22" w14:textId="77777777" w:rsidR="00651E5B" w:rsidRPr="00996F77" w:rsidRDefault="00651E5B" w:rsidP="00614FDA">
    <w:pPr>
      <w:pStyle w:val="Default"/>
      <w:spacing w:before="80" w:after="120"/>
      <w:jc w:val="center"/>
      <w:rPr>
        <w:bCs/>
        <w:iCs/>
        <w:color w:val="auto"/>
        <w:sz w:val="28"/>
        <w:szCs w:val="28"/>
      </w:rPr>
    </w:pPr>
    <w:r w:rsidRPr="00996F77">
      <w:rPr>
        <w:bCs/>
        <w:iCs/>
        <w:color w:val="auto"/>
        <w:sz w:val="28"/>
        <w:szCs w:val="28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0483466A"/>
    <w:multiLevelType w:val="hybridMultilevel"/>
    <w:tmpl w:val="231E7BBE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0DD25DBD"/>
    <w:multiLevelType w:val="hybridMultilevel"/>
    <w:tmpl w:val="E7D6C4AA"/>
    <w:lvl w:ilvl="0" w:tplc="0410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90025F"/>
    <w:multiLevelType w:val="hybridMultilevel"/>
    <w:tmpl w:val="A740B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C3C66"/>
    <w:multiLevelType w:val="hybridMultilevel"/>
    <w:tmpl w:val="CBB0CFB4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25040C"/>
    <w:multiLevelType w:val="hybridMultilevel"/>
    <w:tmpl w:val="4FCCB1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F1EB9"/>
    <w:multiLevelType w:val="hybridMultilevel"/>
    <w:tmpl w:val="07F0BFA8"/>
    <w:lvl w:ilvl="0" w:tplc="8ED067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DE7DB4"/>
    <w:multiLevelType w:val="hybridMultilevel"/>
    <w:tmpl w:val="83D041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7239DC"/>
    <w:multiLevelType w:val="hybridMultilevel"/>
    <w:tmpl w:val="E8302352"/>
    <w:lvl w:ilvl="0" w:tplc="0410000F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1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B360327"/>
    <w:multiLevelType w:val="hybridMultilevel"/>
    <w:tmpl w:val="329AAF8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30CE1"/>
    <w:multiLevelType w:val="hybridMultilevel"/>
    <w:tmpl w:val="B172F89E"/>
    <w:lvl w:ilvl="0" w:tplc="0410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C514DBD"/>
    <w:multiLevelType w:val="hybridMultilevel"/>
    <w:tmpl w:val="4530AB3A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F52EE8"/>
    <w:multiLevelType w:val="hybridMultilevel"/>
    <w:tmpl w:val="8C88D8F0"/>
    <w:lvl w:ilvl="0" w:tplc="0410000F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6" w15:restartNumberingAfterBreak="0">
    <w:nsid w:val="35024A52"/>
    <w:multiLevelType w:val="hybridMultilevel"/>
    <w:tmpl w:val="3E66361A"/>
    <w:lvl w:ilvl="0" w:tplc="CD4679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7A3A67"/>
    <w:multiLevelType w:val="hybridMultilevel"/>
    <w:tmpl w:val="9AD6B034"/>
    <w:lvl w:ilvl="0" w:tplc="4DB4445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DB68D0"/>
    <w:multiLevelType w:val="hybridMultilevel"/>
    <w:tmpl w:val="A6C8ED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776AD"/>
    <w:multiLevelType w:val="hybridMultilevel"/>
    <w:tmpl w:val="2A1E0DD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F60A9"/>
    <w:multiLevelType w:val="hybridMultilevel"/>
    <w:tmpl w:val="801EA3BE"/>
    <w:lvl w:ilvl="0" w:tplc="65E45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A16F4"/>
    <w:multiLevelType w:val="hybridMultilevel"/>
    <w:tmpl w:val="B3486F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7F99"/>
    <w:multiLevelType w:val="hybridMultilevel"/>
    <w:tmpl w:val="5C06D0B2"/>
    <w:lvl w:ilvl="0" w:tplc="79E480FA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77012E"/>
    <w:multiLevelType w:val="hybridMultilevel"/>
    <w:tmpl w:val="FCEC79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46F8A"/>
    <w:multiLevelType w:val="hybridMultilevel"/>
    <w:tmpl w:val="6174200E"/>
    <w:lvl w:ilvl="0" w:tplc="2E028ACC">
      <w:start w:val="1"/>
      <w:numFmt w:val="lowerLetter"/>
      <w:lvlText w:val="%1."/>
      <w:lvlJc w:val="left"/>
      <w:pPr>
        <w:ind w:left="1428" w:hanging="360"/>
      </w:pPr>
      <w:rPr>
        <w:b/>
      </w:rPr>
    </w:lvl>
    <w:lvl w:ilvl="1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1340D1C"/>
    <w:multiLevelType w:val="hybridMultilevel"/>
    <w:tmpl w:val="1F70693E"/>
    <w:lvl w:ilvl="0" w:tplc="04100013">
      <w:start w:val="1"/>
      <w:numFmt w:val="upp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1C40974"/>
    <w:multiLevelType w:val="hybridMultilevel"/>
    <w:tmpl w:val="2BC8DD2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153960"/>
    <w:multiLevelType w:val="hybridMultilevel"/>
    <w:tmpl w:val="88688D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7025E"/>
    <w:multiLevelType w:val="hybridMultilevel"/>
    <w:tmpl w:val="BE9E4B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B4547A"/>
    <w:multiLevelType w:val="hybridMultilevel"/>
    <w:tmpl w:val="CA32667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735A8"/>
    <w:multiLevelType w:val="hybridMultilevel"/>
    <w:tmpl w:val="A1164EDC"/>
    <w:lvl w:ilvl="0" w:tplc="92A68264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DA5225"/>
    <w:multiLevelType w:val="hybridMultilevel"/>
    <w:tmpl w:val="8014E4C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B37D9"/>
    <w:multiLevelType w:val="hybridMultilevel"/>
    <w:tmpl w:val="85B25E3A"/>
    <w:lvl w:ilvl="0" w:tplc="BAC82B18">
      <w:start w:val="5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835734"/>
    <w:multiLevelType w:val="hybridMultilevel"/>
    <w:tmpl w:val="A5C8671E"/>
    <w:lvl w:ilvl="0" w:tplc="87EA8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93F42"/>
    <w:multiLevelType w:val="hybridMultilevel"/>
    <w:tmpl w:val="8B6042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467ECF"/>
    <w:multiLevelType w:val="hybridMultilevel"/>
    <w:tmpl w:val="5FAA52E0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592281D"/>
    <w:multiLevelType w:val="hybridMultilevel"/>
    <w:tmpl w:val="77FC58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BD6757"/>
    <w:multiLevelType w:val="hybridMultilevel"/>
    <w:tmpl w:val="0B809B5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A2D2D61E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52813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6930367">
    <w:abstractNumId w:val="9"/>
  </w:num>
  <w:num w:numId="3" w16cid:durableId="783111132">
    <w:abstractNumId w:val="3"/>
  </w:num>
  <w:num w:numId="4" w16cid:durableId="1595170427">
    <w:abstractNumId w:val="11"/>
  </w:num>
  <w:num w:numId="5" w16cid:durableId="670989440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 w16cid:durableId="377972692">
    <w:abstractNumId w:val="12"/>
  </w:num>
  <w:num w:numId="7" w16cid:durableId="407306274">
    <w:abstractNumId w:val="22"/>
  </w:num>
  <w:num w:numId="8" w16cid:durableId="264845806">
    <w:abstractNumId w:val="20"/>
  </w:num>
  <w:num w:numId="9" w16cid:durableId="220947184">
    <w:abstractNumId w:val="4"/>
  </w:num>
  <w:num w:numId="10" w16cid:durableId="565451789">
    <w:abstractNumId w:val="28"/>
  </w:num>
  <w:num w:numId="11" w16cid:durableId="2062828649">
    <w:abstractNumId w:val="23"/>
  </w:num>
  <w:num w:numId="12" w16cid:durableId="1225676138">
    <w:abstractNumId w:val="5"/>
  </w:num>
  <w:num w:numId="13" w16cid:durableId="643000003">
    <w:abstractNumId w:val="26"/>
  </w:num>
  <w:num w:numId="14" w16cid:durableId="840237810">
    <w:abstractNumId w:val="35"/>
  </w:num>
  <w:num w:numId="15" w16cid:durableId="53745645">
    <w:abstractNumId w:val="13"/>
  </w:num>
  <w:num w:numId="16" w16cid:durableId="621157515">
    <w:abstractNumId w:val="37"/>
  </w:num>
  <w:num w:numId="17" w16cid:durableId="1458185874">
    <w:abstractNumId w:val="36"/>
  </w:num>
  <w:num w:numId="18" w16cid:durableId="681471963">
    <w:abstractNumId w:val="34"/>
  </w:num>
  <w:num w:numId="19" w16cid:durableId="1709916406">
    <w:abstractNumId w:val="16"/>
  </w:num>
  <w:num w:numId="20" w16cid:durableId="1257518723">
    <w:abstractNumId w:val="29"/>
  </w:num>
  <w:num w:numId="21" w16cid:durableId="1381518831">
    <w:abstractNumId w:val="7"/>
  </w:num>
  <w:num w:numId="22" w16cid:durableId="514346395">
    <w:abstractNumId w:val="32"/>
  </w:num>
  <w:num w:numId="23" w16cid:durableId="87506533">
    <w:abstractNumId w:val="17"/>
  </w:num>
  <w:num w:numId="24" w16cid:durableId="1666397410">
    <w:abstractNumId w:val="6"/>
  </w:num>
  <w:num w:numId="25" w16cid:durableId="1430616386">
    <w:abstractNumId w:val="31"/>
  </w:num>
  <w:num w:numId="26" w16cid:durableId="1997221795">
    <w:abstractNumId w:val="18"/>
  </w:num>
  <w:num w:numId="27" w16cid:durableId="935671952">
    <w:abstractNumId w:val="27"/>
  </w:num>
  <w:num w:numId="28" w16cid:durableId="915214346">
    <w:abstractNumId w:val="8"/>
  </w:num>
  <w:num w:numId="29" w16cid:durableId="765003723">
    <w:abstractNumId w:val="21"/>
  </w:num>
  <w:num w:numId="30" w16cid:durableId="595674782">
    <w:abstractNumId w:val="19"/>
  </w:num>
  <w:num w:numId="31" w16cid:durableId="509833444">
    <w:abstractNumId w:val="24"/>
  </w:num>
  <w:num w:numId="32" w16cid:durableId="1708867135">
    <w:abstractNumId w:val="1"/>
  </w:num>
  <w:num w:numId="33" w16cid:durableId="1382052575">
    <w:abstractNumId w:val="14"/>
  </w:num>
  <w:num w:numId="34" w16cid:durableId="1328746541">
    <w:abstractNumId w:val="25"/>
  </w:num>
  <w:num w:numId="35" w16cid:durableId="2086296760">
    <w:abstractNumId w:val="2"/>
  </w:num>
  <w:num w:numId="36" w16cid:durableId="865682184">
    <w:abstractNumId w:val="10"/>
  </w:num>
  <w:num w:numId="37" w16cid:durableId="429392686">
    <w:abstractNumId w:val="15"/>
  </w:num>
  <w:num w:numId="38" w16cid:durableId="368264102">
    <w:abstractNumId w:val="30"/>
  </w:num>
  <w:num w:numId="39" w16cid:durableId="5702462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217"/>
    <w:rsid w:val="00002C41"/>
    <w:rsid w:val="00010025"/>
    <w:rsid w:val="0001262A"/>
    <w:rsid w:val="00013277"/>
    <w:rsid w:val="000156BD"/>
    <w:rsid w:val="0001649E"/>
    <w:rsid w:val="000330CB"/>
    <w:rsid w:val="00055D2C"/>
    <w:rsid w:val="00077B12"/>
    <w:rsid w:val="00082789"/>
    <w:rsid w:val="00085A1B"/>
    <w:rsid w:val="00091D92"/>
    <w:rsid w:val="000A0733"/>
    <w:rsid w:val="000A1E01"/>
    <w:rsid w:val="000A52E6"/>
    <w:rsid w:val="000B7926"/>
    <w:rsid w:val="000C06C3"/>
    <w:rsid w:val="000C196D"/>
    <w:rsid w:val="000C341C"/>
    <w:rsid w:val="000F78A4"/>
    <w:rsid w:val="001042C3"/>
    <w:rsid w:val="00106A83"/>
    <w:rsid w:val="001169C1"/>
    <w:rsid w:val="001328E3"/>
    <w:rsid w:val="001361BD"/>
    <w:rsid w:val="00136AAF"/>
    <w:rsid w:val="0013734A"/>
    <w:rsid w:val="001436F0"/>
    <w:rsid w:val="001446D9"/>
    <w:rsid w:val="00145DC5"/>
    <w:rsid w:val="00150F91"/>
    <w:rsid w:val="00150FFA"/>
    <w:rsid w:val="0017712B"/>
    <w:rsid w:val="00180AB5"/>
    <w:rsid w:val="001A4540"/>
    <w:rsid w:val="001B38DD"/>
    <w:rsid w:val="001D1312"/>
    <w:rsid w:val="001E45B3"/>
    <w:rsid w:val="001F06BA"/>
    <w:rsid w:val="00213630"/>
    <w:rsid w:val="00214584"/>
    <w:rsid w:val="00217C37"/>
    <w:rsid w:val="00222532"/>
    <w:rsid w:val="00230D58"/>
    <w:rsid w:val="0023427C"/>
    <w:rsid w:val="00243AA7"/>
    <w:rsid w:val="00245D06"/>
    <w:rsid w:val="00257CB4"/>
    <w:rsid w:val="00261141"/>
    <w:rsid w:val="0027455D"/>
    <w:rsid w:val="0027583B"/>
    <w:rsid w:val="00282902"/>
    <w:rsid w:val="0028604A"/>
    <w:rsid w:val="00292B50"/>
    <w:rsid w:val="002A2A80"/>
    <w:rsid w:val="002B6755"/>
    <w:rsid w:val="002B722F"/>
    <w:rsid w:val="002C2D93"/>
    <w:rsid w:val="002C4B08"/>
    <w:rsid w:val="002E6CB5"/>
    <w:rsid w:val="002F24A4"/>
    <w:rsid w:val="00300E2C"/>
    <w:rsid w:val="003046DE"/>
    <w:rsid w:val="00321608"/>
    <w:rsid w:val="00364905"/>
    <w:rsid w:val="00365AAD"/>
    <w:rsid w:val="003827E3"/>
    <w:rsid w:val="003867E6"/>
    <w:rsid w:val="00395940"/>
    <w:rsid w:val="00396058"/>
    <w:rsid w:val="003A2B3E"/>
    <w:rsid w:val="003C1A04"/>
    <w:rsid w:val="003C756D"/>
    <w:rsid w:val="003D01CE"/>
    <w:rsid w:val="003D5B5C"/>
    <w:rsid w:val="00402F6D"/>
    <w:rsid w:val="004164FF"/>
    <w:rsid w:val="004168AB"/>
    <w:rsid w:val="004222C8"/>
    <w:rsid w:val="0042465A"/>
    <w:rsid w:val="00424F17"/>
    <w:rsid w:val="00430635"/>
    <w:rsid w:val="00431036"/>
    <w:rsid w:val="00441B2F"/>
    <w:rsid w:val="00444E10"/>
    <w:rsid w:val="00451B49"/>
    <w:rsid w:val="00457847"/>
    <w:rsid w:val="00462B65"/>
    <w:rsid w:val="004706E9"/>
    <w:rsid w:val="0047283F"/>
    <w:rsid w:val="004818FA"/>
    <w:rsid w:val="00495395"/>
    <w:rsid w:val="00496B21"/>
    <w:rsid w:val="00497144"/>
    <w:rsid w:val="004A3AC6"/>
    <w:rsid w:val="004A5FD3"/>
    <w:rsid w:val="004B4FFB"/>
    <w:rsid w:val="004D4438"/>
    <w:rsid w:val="004D46C4"/>
    <w:rsid w:val="004D6D2B"/>
    <w:rsid w:val="004E5972"/>
    <w:rsid w:val="00515350"/>
    <w:rsid w:val="00527217"/>
    <w:rsid w:val="00532443"/>
    <w:rsid w:val="00532658"/>
    <w:rsid w:val="00550C73"/>
    <w:rsid w:val="00551609"/>
    <w:rsid w:val="00552B0D"/>
    <w:rsid w:val="00552E26"/>
    <w:rsid w:val="0055355F"/>
    <w:rsid w:val="00575CB6"/>
    <w:rsid w:val="005779AF"/>
    <w:rsid w:val="005779D5"/>
    <w:rsid w:val="00586341"/>
    <w:rsid w:val="00590FFB"/>
    <w:rsid w:val="00591B68"/>
    <w:rsid w:val="005C2884"/>
    <w:rsid w:val="005C3ED8"/>
    <w:rsid w:val="005C41E7"/>
    <w:rsid w:val="005D0EF5"/>
    <w:rsid w:val="005D3C64"/>
    <w:rsid w:val="005E41BA"/>
    <w:rsid w:val="005E72F2"/>
    <w:rsid w:val="005F428F"/>
    <w:rsid w:val="006134BB"/>
    <w:rsid w:val="00614FDA"/>
    <w:rsid w:val="0061733E"/>
    <w:rsid w:val="00624619"/>
    <w:rsid w:val="006310A0"/>
    <w:rsid w:val="00634E90"/>
    <w:rsid w:val="00636D20"/>
    <w:rsid w:val="00637C60"/>
    <w:rsid w:val="00651E5B"/>
    <w:rsid w:val="006534A4"/>
    <w:rsid w:val="00657DE2"/>
    <w:rsid w:val="0066114A"/>
    <w:rsid w:val="0066670E"/>
    <w:rsid w:val="006673EB"/>
    <w:rsid w:val="00671C54"/>
    <w:rsid w:val="006752E8"/>
    <w:rsid w:val="00683E75"/>
    <w:rsid w:val="0068494C"/>
    <w:rsid w:val="00685138"/>
    <w:rsid w:val="00687DF2"/>
    <w:rsid w:val="006A55D3"/>
    <w:rsid w:val="006B34B4"/>
    <w:rsid w:val="006B451E"/>
    <w:rsid w:val="006B6A95"/>
    <w:rsid w:val="006C042E"/>
    <w:rsid w:val="006D7839"/>
    <w:rsid w:val="006E006C"/>
    <w:rsid w:val="006E00AA"/>
    <w:rsid w:val="006E4A3F"/>
    <w:rsid w:val="007044CE"/>
    <w:rsid w:val="0070558E"/>
    <w:rsid w:val="00714CFF"/>
    <w:rsid w:val="007228EE"/>
    <w:rsid w:val="00724E36"/>
    <w:rsid w:val="00725996"/>
    <w:rsid w:val="00733F42"/>
    <w:rsid w:val="007469BE"/>
    <w:rsid w:val="00747B0F"/>
    <w:rsid w:val="00755FE9"/>
    <w:rsid w:val="00777A5A"/>
    <w:rsid w:val="007918E9"/>
    <w:rsid w:val="00793938"/>
    <w:rsid w:val="00794660"/>
    <w:rsid w:val="007A03CA"/>
    <w:rsid w:val="007A13AA"/>
    <w:rsid w:val="007B34DA"/>
    <w:rsid w:val="007B59F1"/>
    <w:rsid w:val="007B6D41"/>
    <w:rsid w:val="007C529E"/>
    <w:rsid w:val="007D117B"/>
    <w:rsid w:val="00813B47"/>
    <w:rsid w:val="00820087"/>
    <w:rsid w:val="00823141"/>
    <w:rsid w:val="00825A59"/>
    <w:rsid w:val="008278AC"/>
    <w:rsid w:val="0083105B"/>
    <w:rsid w:val="008336EE"/>
    <w:rsid w:val="00845326"/>
    <w:rsid w:val="008460CE"/>
    <w:rsid w:val="00852ABC"/>
    <w:rsid w:val="00856D0E"/>
    <w:rsid w:val="0086166A"/>
    <w:rsid w:val="00873673"/>
    <w:rsid w:val="0088502F"/>
    <w:rsid w:val="00886ED8"/>
    <w:rsid w:val="008A1DD9"/>
    <w:rsid w:val="008A5321"/>
    <w:rsid w:val="008B46D5"/>
    <w:rsid w:val="008B4793"/>
    <w:rsid w:val="008C5CA0"/>
    <w:rsid w:val="008C67A3"/>
    <w:rsid w:val="008D5EF8"/>
    <w:rsid w:val="008E466D"/>
    <w:rsid w:val="008F1E58"/>
    <w:rsid w:val="008F3629"/>
    <w:rsid w:val="008F4128"/>
    <w:rsid w:val="008F7E9C"/>
    <w:rsid w:val="009265B0"/>
    <w:rsid w:val="00952391"/>
    <w:rsid w:val="00954338"/>
    <w:rsid w:val="00963DEA"/>
    <w:rsid w:val="0096486D"/>
    <w:rsid w:val="0098024F"/>
    <w:rsid w:val="00980733"/>
    <w:rsid w:val="00990465"/>
    <w:rsid w:val="0099510A"/>
    <w:rsid w:val="00996F77"/>
    <w:rsid w:val="009A1BA0"/>
    <w:rsid w:val="009A270E"/>
    <w:rsid w:val="009A6DF5"/>
    <w:rsid w:val="009A7369"/>
    <w:rsid w:val="009C0F8E"/>
    <w:rsid w:val="009E5B7D"/>
    <w:rsid w:val="009E60F1"/>
    <w:rsid w:val="009E7F27"/>
    <w:rsid w:val="009E7F65"/>
    <w:rsid w:val="009F54DA"/>
    <w:rsid w:val="009F6B23"/>
    <w:rsid w:val="00A005DB"/>
    <w:rsid w:val="00A031A8"/>
    <w:rsid w:val="00A1351A"/>
    <w:rsid w:val="00A1789A"/>
    <w:rsid w:val="00A22100"/>
    <w:rsid w:val="00A43D45"/>
    <w:rsid w:val="00A45B89"/>
    <w:rsid w:val="00A57F20"/>
    <w:rsid w:val="00A6084A"/>
    <w:rsid w:val="00A71A83"/>
    <w:rsid w:val="00A7255B"/>
    <w:rsid w:val="00A80829"/>
    <w:rsid w:val="00A84D4C"/>
    <w:rsid w:val="00AA625E"/>
    <w:rsid w:val="00AB193B"/>
    <w:rsid w:val="00AB647A"/>
    <w:rsid w:val="00AC2B1B"/>
    <w:rsid w:val="00AC498D"/>
    <w:rsid w:val="00AC63AB"/>
    <w:rsid w:val="00AD4F96"/>
    <w:rsid w:val="00AE7C3B"/>
    <w:rsid w:val="00AF3D47"/>
    <w:rsid w:val="00AF69A3"/>
    <w:rsid w:val="00AF76E9"/>
    <w:rsid w:val="00B0691E"/>
    <w:rsid w:val="00B0729E"/>
    <w:rsid w:val="00B22551"/>
    <w:rsid w:val="00B247B6"/>
    <w:rsid w:val="00B3198D"/>
    <w:rsid w:val="00B32F20"/>
    <w:rsid w:val="00B40DBB"/>
    <w:rsid w:val="00B52A02"/>
    <w:rsid w:val="00B55F40"/>
    <w:rsid w:val="00B63299"/>
    <w:rsid w:val="00B64BA6"/>
    <w:rsid w:val="00B75DBF"/>
    <w:rsid w:val="00B7788D"/>
    <w:rsid w:val="00B81758"/>
    <w:rsid w:val="00B84067"/>
    <w:rsid w:val="00B8584C"/>
    <w:rsid w:val="00BA23B4"/>
    <w:rsid w:val="00BA2FEE"/>
    <w:rsid w:val="00BA4C0A"/>
    <w:rsid w:val="00BC2B10"/>
    <w:rsid w:val="00BC6192"/>
    <w:rsid w:val="00BD42A6"/>
    <w:rsid w:val="00BD69FF"/>
    <w:rsid w:val="00BD7C0B"/>
    <w:rsid w:val="00BE0609"/>
    <w:rsid w:val="00BE3FE6"/>
    <w:rsid w:val="00BE6C16"/>
    <w:rsid w:val="00BF1B93"/>
    <w:rsid w:val="00C02722"/>
    <w:rsid w:val="00C05B4E"/>
    <w:rsid w:val="00C14561"/>
    <w:rsid w:val="00C162C0"/>
    <w:rsid w:val="00C167B3"/>
    <w:rsid w:val="00C2613C"/>
    <w:rsid w:val="00C27AA5"/>
    <w:rsid w:val="00C421D8"/>
    <w:rsid w:val="00C53192"/>
    <w:rsid w:val="00C54077"/>
    <w:rsid w:val="00C71027"/>
    <w:rsid w:val="00C827C5"/>
    <w:rsid w:val="00C8300C"/>
    <w:rsid w:val="00C83861"/>
    <w:rsid w:val="00C841D1"/>
    <w:rsid w:val="00C86262"/>
    <w:rsid w:val="00C94F5E"/>
    <w:rsid w:val="00C96690"/>
    <w:rsid w:val="00CA5DE1"/>
    <w:rsid w:val="00CA7053"/>
    <w:rsid w:val="00CC241C"/>
    <w:rsid w:val="00CC596B"/>
    <w:rsid w:val="00CC6D0C"/>
    <w:rsid w:val="00CD6A32"/>
    <w:rsid w:val="00CE43BD"/>
    <w:rsid w:val="00D03493"/>
    <w:rsid w:val="00D0519E"/>
    <w:rsid w:val="00D06F34"/>
    <w:rsid w:val="00D076CC"/>
    <w:rsid w:val="00D1044E"/>
    <w:rsid w:val="00D159A7"/>
    <w:rsid w:val="00D43017"/>
    <w:rsid w:val="00D4511D"/>
    <w:rsid w:val="00D54D35"/>
    <w:rsid w:val="00D56E40"/>
    <w:rsid w:val="00D70B9C"/>
    <w:rsid w:val="00D76E3C"/>
    <w:rsid w:val="00D855DB"/>
    <w:rsid w:val="00D8657E"/>
    <w:rsid w:val="00D8728F"/>
    <w:rsid w:val="00D876A3"/>
    <w:rsid w:val="00DA4184"/>
    <w:rsid w:val="00DA6597"/>
    <w:rsid w:val="00DC11F4"/>
    <w:rsid w:val="00DC5472"/>
    <w:rsid w:val="00DC5B66"/>
    <w:rsid w:val="00DD1DAC"/>
    <w:rsid w:val="00DD6A9D"/>
    <w:rsid w:val="00DE3316"/>
    <w:rsid w:val="00DF4617"/>
    <w:rsid w:val="00DF4CA6"/>
    <w:rsid w:val="00E00F1E"/>
    <w:rsid w:val="00E05F4F"/>
    <w:rsid w:val="00E10397"/>
    <w:rsid w:val="00E157AE"/>
    <w:rsid w:val="00E21FF3"/>
    <w:rsid w:val="00E42106"/>
    <w:rsid w:val="00E50D57"/>
    <w:rsid w:val="00E60ADB"/>
    <w:rsid w:val="00E75820"/>
    <w:rsid w:val="00E90C43"/>
    <w:rsid w:val="00EC5058"/>
    <w:rsid w:val="00ED34A2"/>
    <w:rsid w:val="00ED75EE"/>
    <w:rsid w:val="00EE2FEB"/>
    <w:rsid w:val="00EF0EAC"/>
    <w:rsid w:val="00F1506B"/>
    <w:rsid w:val="00F30C53"/>
    <w:rsid w:val="00F379C1"/>
    <w:rsid w:val="00F40DC5"/>
    <w:rsid w:val="00F4204C"/>
    <w:rsid w:val="00F450A7"/>
    <w:rsid w:val="00F455EE"/>
    <w:rsid w:val="00F53266"/>
    <w:rsid w:val="00F56D8F"/>
    <w:rsid w:val="00F6049F"/>
    <w:rsid w:val="00F61D0A"/>
    <w:rsid w:val="00F658DB"/>
    <w:rsid w:val="00F77F0A"/>
    <w:rsid w:val="00F77F9C"/>
    <w:rsid w:val="00FA04FA"/>
    <w:rsid w:val="00FC66CE"/>
    <w:rsid w:val="00FD103F"/>
    <w:rsid w:val="00FD7795"/>
    <w:rsid w:val="00FE0A12"/>
    <w:rsid w:val="00FE2BBA"/>
    <w:rsid w:val="00FF05F9"/>
    <w:rsid w:val="00FF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22657"/>
  <w15:docId w15:val="{C2EE0CDD-B882-4FEE-B908-4FD69F5E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06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9510A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8F3629"/>
    <w:pPr>
      <w:ind w:left="113" w:right="113"/>
      <w:jc w:val="center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file:///d:\Users\mi00224\AppData\mi00229\Documents\direzione-marche@istruzione.it" TargetMode="External"/><Relationship Id="rId1" Type="http://schemas.openxmlformats.org/officeDocument/2006/relationships/hyperlink" Target="file:///d:\Users\mi00224\AppData\mi00229\Documents\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224\Documents\CARTA%20INTESTATA_1601201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778C8-ED27-4123-A18F-9A1C19405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</Template>
  <TotalTime>1745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821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Di Emidio Alessandra</cp:lastModifiedBy>
  <cp:revision>232</cp:revision>
  <cp:lastPrinted>2015-01-16T06:33:00Z</cp:lastPrinted>
  <dcterms:created xsi:type="dcterms:W3CDTF">2016-12-06T16:59:00Z</dcterms:created>
  <dcterms:modified xsi:type="dcterms:W3CDTF">2023-10-11T13:44:00Z</dcterms:modified>
</cp:coreProperties>
</file>