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60D4C" w14:textId="1E5BA227" w:rsidR="00365C38" w:rsidRPr="00365C38" w:rsidRDefault="00365C38" w:rsidP="00356A25">
      <w:pPr>
        <w:spacing w:after="0"/>
        <w:jc w:val="center"/>
        <w:rPr>
          <w:rFonts w:asciiTheme="minorHAnsi" w:hAnsiTheme="minorHAnsi" w:cs="Tahoma"/>
          <w:b/>
          <w:bCs/>
          <w:sz w:val="32"/>
          <w:szCs w:val="32"/>
        </w:rPr>
      </w:pPr>
      <w:r>
        <w:rPr>
          <w:rFonts w:asciiTheme="minorHAnsi" w:hAnsiTheme="minorHAnsi" w:cs="Tahoma"/>
          <w:b/>
          <w:bCs/>
          <w:sz w:val="32"/>
          <w:szCs w:val="32"/>
        </w:rPr>
        <w:t>TUTTI IN CAMPO</w:t>
      </w:r>
    </w:p>
    <w:p w14:paraId="5C4F6465" w14:textId="5C733F73" w:rsidR="00443DBE" w:rsidRPr="009C7020" w:rsidRDefault="000C7FBE" w:rsidP="00356A25">
      <w:pPr>
        <w:spacing w:after="0"/>
        <w:jc w:val="center"/>
        <w:rPr>
          <w:rFonts w:asciiTheme="minorHAnsi" w:hAnsiTheme="minorHAnsi" w:cs="Tahoma"/>
          <w:b/>
          <w:bCs/>
          <w:sz w:val="32"/>
          <w:szCs w:val="32"/>
          <w:u w:val="single"/>
        </w:rPr>
      </w:pPr>
      <w:r w:rsidRPr="003611FD">
        <w:rPr>
          <w:rFonts w:asciiTheme="minorHAnsi" w:hAnsiTheme="minorHAnsi" w:cs="Tahoma"/>
          <w:b/>
          <w:bCs/>
          <w:sz w:val="24"/>
          <w:szCs w:val="24"/>
          <w:u w:val="single"/>
        </w:rPr>
        <w:t>ELENCO</w:t>
      </w:r>
      <w:r w:rsidR="00356A25" w:rsidRPr="003611FD">
        <w:rPr>
          <w:rFonts w:asciiTheme="minorHAnsi" w:hAnsiTheme="minorHAnsi" w:cs="Tahoma"/>
          <w:b/>
          <w:bCs/>
          <w:sz w:val="24"/>
          <w:szCs w:val="24"/>
          <w:u w:val="single"/>
        </w:rPr>
        <w:t xml:space="preserve"> PARTECIPANTI</w:t>
      </w:r>
      <w:r w:rsidR="00AE61F8" w:rsidRPr="003611FD">
        <w:rPr>
          <w:rFonts w:asciiTheme="minorHAnsi" w:hAnsiTheme="minorHAnsi" w:cs="Tahoma"/>
          <w:b/>
          <w:bCs/>
          <w:sz w:val="24"/>
          <w:szCs w:val="24"/>
          <w:u w:val="single"/>
        </w:rPr>
        <w:t xml:space="preserve"> FASI TERRITORIALI</w:t>
      </w:r>
      <w:r w:rsidR="005F7D52">
        <w:rPr>
          <w:rFonts w:asciiTheme="minorHAnsi" w:hAnsiTheme="minorHAnsi" w:cs="Tahoma"/>
          <w:b/>
          <w:bCs/>
          <w:sz w:val="24"/>
          <w:szCs w:val="24"/>
          <w:u w:val="single"/>
        </w:rPr>
        <w:t xml:space="preserve">    </w:t>
      </w:r>
      <w:r w:rsidR="005F7D52" w:rsidRPr="005F7D52">
        <w:rPr>
          <w:rFonts w:asciiTheme="minorHAnsi" w:hAnsiTheme="minorHAnsi" w:cs="Tahoma"/>
          <w:b/>
          <w:bCs/>
          <w:sz w:val="20"/>
          <w:szCs w:val="20"/>
          <w:u w:val="single"/>
        </w:rPr>
        <w:t>compilare un modulo per classe e disciplina</w:t>
      </w:r>
    </w:p>
    <w:tbl>
      <w:tblPr>
        <w:tblStyle w:val="Grigliatabella"/>
        <w:tblW w:w="9913" w:type="dxa"/>
        <w:tblLook w:val="04A0" w:firstRow="1" w:lastRow="0" w:firstColumn="1" w:lastColumn="0" w:noHBand="0" w:noVBand="1"/>
      </w:tblPr>
      <w:tblGrid>
        <w:gridCol w:w="440"/>
        <w:gridCol w:w="1256"/>
        <w:gridCol w:w="1418"/>
        <w:gridCol w:w="283"/>
        <w:gridCol w:w="1570"/>
        <w:gridCol w:w="189"/>
        <w:gridCol w:w="1167"/>
        <w:gridCol w:w="1046"/>
        <w:gridCol w:w="2544"/>
      </w:tblGrid>
      <w:tr w:rsidR="00356A25" w:rsidRPr="00AE61F8" w14:paraId="2B0849A4" w14:textId="77777777" w:rsidTr="006B7F70">
        <w:trPr>
          <w:trHeight w:hRule="exact" w:val="340"/>
        </w:trPr>
        <w:tc>
          <w:tcPr>
            <w:tcW w:w="3397" w:type="dxa"/>
            <w:gridSpan w:val="4"/>
          </w:tcPr>
          <w:p w14:paraId="18444634" w14:textId="79035783" w:rsidR="00356A25" w:rsidRPr="00AE61F8" w:rsidRDefault="00356A25" w:rsidP="00E976C0">
            <w:pPr>
              <w:jc w:val="both"/>
              <w:rPr>
                <w:rFonts w:asciiTheme="minorHAnsi" w:hAnsiTheme="minorHAnsi" w:cs="Tahoma"/>
              </w:rPr>
            </w:pPr>
            <w:r w:rsidRPr="00AE61F8">
              <w:rPr>
                <w:rFonts w:asciiTheme="minorHAnsi" w:hAnsiTheme="minorHAnsi" w:cs="Tahoma"/>
              </w:rPr>
              <w:t>Data della manifestazione</w:t>
            </w:r>
          </w:p>
        </w:tc>
        <w:tc>
          <w:tcPr>
            <w:tcW w:w="6516" w:type="dxa"/>
            <w:gridSpan w:val="5"/>
          </w:tcPr>
          <w:p w14:paraId="0E45E8FF" w14:textId="77777777" w:rsidR="00356A25" w:rsidRPr="00AE61F8" w:rsidRDefault="00356A25" w:rsidP="00E976C0">
            <w:pPr>
              <w:jc w:val="both"/>
              <w:rPr>
                <w:rFonts w:asciiTheme="minorHAnsi" w:hAnsiTheme="minorHAnsi" w:cs="Tahoma"/>
              </w:rPr>
            </w:pPr>
          </w:p>
        </w:tc>
      </w:tr>
      <w:tr w:rsidR="005F7D52" w:rsidRPr="00AE61F8" w14:paraId="413F04CA" w14:textId="77777777" w:rsidTr="006B7F70">
        <w:trPr>
          <w:trHeight w:hRule="exact" w:val="340"/>
        </w:trPr>
        <w:tc>
          <w:tcPr>
            <w:tcW w:w="3397" w:type="dxa"/>
            <w:gridSpan w:val="4"/>
          </w:tcPr>
          <w:p w14:paraId="62406B0F" w14:textId="77777777" w:rsidR="005F7D52" w:rsidRDefault="005F7D52" w:rsidP="005F7D52">
            <w:pPr>
              <w:jc w:val="both"/>
              <w:rPr>
                <w:rFonts w:asciiTheme="minorHAnsi" w:hAnsiTheme="minorHAnsi" w:cs="Tahoma"/>
              </w:rPr>
            </w:pPr>
            <w:proofErr w:type="spellStart"/>
            <w:r>
              <w:rPr>
                <w:rFonts w:asciiTheme="minorHAnsi" w:hAnsiTheme="minorHAnsi" w:cs="Tahoma"/>
              </w:rPr>
              <w:t>COD.mecc</w:t>
            </w:r>
            <w:proofErr w:type="spellEnd"/>
            <w:r>
              <w:rPr>
                <w:rFonts w:asciiTheme="minorHAnsi" w:hAnsiTheme="minorHAnsi" w:cs="Tahoma"/>
              </w:rPr>
              <w:t>. -</w:t>
            </w:r>
            <w:r w:rsidRPr="00AE61F8">
              <w:rPr>
                <w:rFonts w:asciiTheme="minorHAnsi" w:hAnsiTheme="minorHAnsi" w:cs="Tahoma"/>
              </w:rPr>
              <w:t>Denominazione Istituto</w:t>
            </w:r>
            <w:r>
              <w:rPr>
                <w:rFonts w:asciiTheme="minorHAnsi" w:hAnsiTheme="minorHAnsi" w:cs="Tahoma"/>
              </w:rPr>
              <w:t xml:space="preserve"> C</w:t>
            </w:r>
          </w:p>
          <w:p w14:paraId="5ACD295C" w14:textId="5C580DF1" w:rsidR="005F7D52" w:rsidRPr="00AE61F8" w:rsidRDefault="005F7D52" w:rsidP="005F7D52">
            <w:pPr>
              <w:jc w:val="both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 xml:space="preserve"> </w:t>
            </w:r>
            <w:r>
              <w:rPr>
                <w:rFonts w:cs="Tahoma"/>
              </w:rPr>
              <w:t xml:space="preserve">- </w:t>
            </w:r>
          </w:p>
        </w:tc>
        <w:tc>
          <w:tcPr>
            <w:tcW w:w="6516" w:type="dxa"/>
            <w:gridSpan w:val="5"/>
          </w:tcPr>
          <w:p w14:paraId="0BB887D1" w14:textId="77777777" w:rsidR="005F7D52" w:rsidRPr="00AE61F8" w:rsidRDefault="005F7D52" w:rsidP="005F7D52">
            <w:pPr>
              <w:jc w:val="both"/>
              <w:rPr>
                <w:rFonts w:asciiTheme="minorHAnsi" w:hAnsiTheme="minorHAnsi" w:cs="Tahoma"/>
              </w:rPr>
            </w:pPr>
          </w:p>
        </w:tc>
      </w:tr>
      <w:tr w:rsidR="005F7D52" w:rsidRPr="00AE61F8" w14:paraId="45EEA56F" w14:textId="77777777" w:rsidTr="005F7D52">
        <w:trPr>
          <w:trHeight w:hRule="exact" w:val="356"/>
        </w:trPr>
        <w:tc>
          <w:tcPr>
            <w:tcW w:w="3397" w:type="dxa"/>
            <w:gridSpan w:val="4"/>
          </w:tcPr>
          <w:p w14:paraId="2F70137C" w14:textId="40DB7700" w:rsidR="005F7D52" w:rsidRPr="00AE61F8" w:rsidRDefault="005F7D52" w:rsidP="005F7D52">
            <w:pPr>
              <w:jc w:val="both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 xml:space="preserve">DISCIPLINA  </w:t>
            </w:r>
          </w:p>
        </w:tc>
        <w:tc>
          <w:tcPr>
            <w:tcW w:w="6516" w:type="dxa"/>
            <w:gridSpan w:val="5"/>
          </w:tcPr>
          <w:p w14:paraId="79A83B0F" w14:textId="77777777" w:rsidR="005F7D52" w:rsidRPr="00AE61F8" w:rsidRDefault="005F7D52" w:rsidP="005F7D52">
            <w:pPr>
              <w:jc w:val="both"/>
              <w:rPr>
                <w:rFonts w:asciiTheme="minorHAnsi" w:hAnsiTheme="minorHAnsi" w:cs="Tahoma"/>
              </w:rPr>
            </w:pPr>
          </w:p>
        </w:tc>
      </w:tr>
      <w:tr w:rsidR="005F7D52" w:rsidRPr="00AE61F8" w14:paraId="6DDF5D93" w14:textId="77777777" w:rsidTr="006B7F70">
        <w:trPr>
          <w:trHeight w:hRule="exact" w:val="340"/>
        </w:trPr>
        <w:tc>
          <w:tcPr>
            <w:tcW w:w="1696" w:type="dxa"/>
            <w:gridSpan w:val="2"/>
          </w:tcPr>
          <w:p w14:paraId="295B55C8" w14:textId="1C1A4947" w:rsidR="005F7D52" w:rsidRPr="00AE61F8" w:rsidRDefault="005F7D52" w:rsidP="005F7D52">
            <w:pPr>
              <w:jc w:val="both"/>
              <w:rPr>
                <w:rFonts w:asciiTheme="minorHAnsi" w:hAnsiTheme="minorHAnsi" w:cs="Tahoma"/>
              </w:rPr>
            </w:pPr>
            <w:r w:rsidRPr="00AE61F8">
              <w:rPr>
                <w:rFonts w:asciiTheme="minorHAnsi" w:hAnsiTheme="minorHAnsi" w:cs="Tahoma"/>
              </w:rPr>
              <w:t>Categoria</w:t>
            </w:r>
            <w:r>
              <w:rPr>
                <w:rFonts w:asciiTheme="minorHAnsi" w:hAnsiTheme="minorHAnsi" w:cs="Tahoma"/>
              </w:rPr>
              <w:t xml:space="preserve"> </w:t>
            </w:r>
          </w:p>
        </w:tc>
        <w:tc>
          <w:tcPr>
            <w:tcW w:w="3460" w:type="dxa"/>
            <w:gridSpan w:val="4"/>
          </w:tcPr>
          <w:p w14:paraId="2FF6B0B9" w14:textId="77777777" w:rsidR="005F7D52" w:rsidRPr="00AE61F8" w:rsidRDefault="005F7D52" w:rsidP="005F7D52">
            <w:pPr>
              <w:jc w:val="both"/>
              <w:rPr>
                <w:rFonts w:asciiTheme="minorHAnsi" w:hAnsiTheme="minorHAnsi" w:cs="Tahoma"/>
              </w:rPr>
            </w:pPr>
          </w:p>
        </w:tc>
        <w:tc>
          <w:tcPr>
            <w:tcW w:w="1167" w:type="dxa"/>
          </w:tcPr>
          <w:p w14:paraId="25E68598" w14:textId="28DD55F2" w:rsidR="005F7D52" w:rsidRPr="00AE61F8" w:rsidRDefault="005F7D52" w:rsidP="005F7D52">
            <w:pPr>
              <w:jc w:val="both"/>
              <w:rPr>
                <w:rFonts w:asciiTheme="minorHAnsi" w:hAnsiTheme="minorHAnsi" w:cs="Tahoma"/>
              </w:rPr>
            </w:pPr>
            <w:r w:rsidRPr="00AE61F8">
              <w:rPr>
                <w:rFonts w:asciiTheme="minorHAnsi" w:hAnsiTheme="minorHAnsi" w:cs="Tahoma"/>
              </w:rPr>
              <w:t>Classe</w:t>
            </w:r>
          </w:p>
        </w:tc>
        <w:tc>
          <w:tcPr>
            <w:tcW w:w="3590" w:type="dxa"/>
            <w:gridSpan w:val="2"/>
          </w:tcPr>
          <w:p w14:paraId="179FF0A3" w14:textId="77777777" w:rsidR="005F7D52" w:rsidRPr="00AE61F8" w:rsidRDefault="005F7D52" w:rsidP="005F7D52">
            <w:pPr>
              <w:jc w:val="both"/>
              <w:rPr>
                <w:rFonts w:asciiTheme="minorHAnsi" w:hAnsiTheme="minorHAnsi" w:cs="Tahoma"/>
              </w:rPr>
            </w:pPr>
          </w:p>
        </w:tc>
      </w:tr>
      <w:tr w:rsidR="005F7D52" w:rsidRPr="00240989" w14:paraId="4D1F2D5A" w14:textId="77777777" w:rsidTr="003B327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1BF2E182" w14:textId="06CD04A0" w:rsidR="005F7D52" w:rsidRDefault="005F7D52" w:rsidP="005F7D52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45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FD1307A" w14:textId="655295E9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Cognome e nome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73D8712" w14:textId="6BADD4E3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Data di nascita</w:t>
            </w: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14:paraId="3CDB88E2" w14:textId="38039BF6" w:rsidR="005F7D52" w:rsidRPr="00A3503F" w:rsidRDefault="005F7D52" w:rsidP="005F7D52">
            <w:pPr>
              <w:spacing w:after="0"/>
              <w:jc w:val="center"/>
              <w:rPr>
                <w:rFonts w:asciiTheme="minorHAnsi" w:hAnsiTheme="minorHAnsi" w:cs="Tahoma"/>
                <w:sz w:val="16"/>
                <w:szCs w:val="16"/>
              </w:rPr>
            </w:pPr>
            <w:r w:rsidRPr="00A3503F">
              <w:rPr>
                <w:rFonts w:asciiTheme="minorHAnsi" w:hAnsiTheme="minorHAnsi" w:cs="Tahoma"/>
                <w:sz w:val="16"/>
                <w:szCs w:val="16"/>
              </w:rPr>
              <w:t>(se pluriclasse, indicare la classe</w:t>
            </w:r>
            <w:r>
              <w:rPr>
                <w:rFonts w:asciiTheme="minorHAnsi" w:hAnsiTheme="minorHAnsi" w:cs="Tahoma"/>
                <w:sz w:val="16"/>
                <w:szCs w:val="16"/>
              </w:rPr>
              <w:t xml:space="preserve"> di appartenenza</w:t>
            </w:r>
            <w:r w:rsidRPr="00A3503F">
              <w:rPr>
                <w:rFonts w:asciiTheme="minorHAnsi" w:hAnsiTheme="minorHAnsi" w:cs="Tahoma"/>
                <w:sz w:val="16"/>
                <w:szCs w:val="16"/>
              </w:rPr>
              <w:t>)</w:t>
            </w:r>
          </w:p>
        </w:tc>
      </w:tr>
      <w:tr w:rsidR="005F7D52" w:rsidRPr="00240989" w14:paraId="57317328" w14:textId="77777777" w:rsidTr="003B327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2EFC5209" w14:textId="04A6ED2A" w:rsidR="005F7D52" w:rsidRDefault="005F7D52" w:rsidP="005F7D52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1</w:t>
            </w:r>
          </w:p>
        </w:tc>
        <w:tc>
          <w:tcPr>
            <w:tcW w:w="45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0E3E7AE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23BD1D4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14:paraId="2BEDA721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5F7D52" w:rsidRPr="00240989" w14:paraId="2DA18598" w14:textId="77777777" w:rsidTr="003B327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25EFE465" w14:textId="12E52167" w:rsidR="005F7D52" w:rsidRDefault="005F7D52" w:rsidP="005F7D52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2</w:t>
            </w:r>
          </w:p>
        </w:tc>
        <w:tc>
          <w:tcPr>
            <w:tcW w:w="45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F19C776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B05F2BB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14:paraId="4E3DA2F6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5F7D52" w:rsidRPr="00240989" w14:paraId="202BE5DE" w14:textId="77777777" w:rsidTr="003B327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13ADCC93" w14:textId="7B3F2848" w:rsidR="005F7D52" w:rsidRDefault="005F7D52" w:rsidP="005F7D52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3</w:t>
            </w:r>
          </w:p>
        </w:tc>
        <w:tc>
          <w:tcPr>
            <w:tcW w:w="45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D8DEE7C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902BEAD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14:paraId="1959AC18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5F7D52" w:rsidRPr="00240989" w14:paraId="3C03115A" w14:textId="77777777" w:rsidTr="003B327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0F14823F" w14:textId="40F95761" w:rsidR="005F7D52" w:rsidRDefault="005F7D52" w:rsidP="005F7D52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4</w:t>
            </w:r>
          </w:p>
        </w:tc>
        <w:tc>
          <w:tcPr>
            <w:tcW w:w="45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0D5724C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78E850F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14:paraId="719353CF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5F7D52" w:rsidRPr="00240989" w14:paraId="6AE1E1D8" w14:textId="77777777" w:rsidTr="003B327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0AF9E9BF" w14:textId="3899FC94" w:rsidR="005F7D52" w:rsidRDefault="005F7D52" w:rsidP="005F7D52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5</w:t>
            </w:r>
          </w:p>
        </w:tc>
        <w:tc>
          <w:tcPr>
            <w:tcW w:w="45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0890640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3C19221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14:paraId="040FBD68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5F7D52" w:rsidRPr="00240989" w14:paraId="6BBB4FDD" w14:textId="77777777" w:rsidTr="003B327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2B6531B1" w14:textId="067B9987" w:rsidR="005F7D52" w:rsidRDefault="005F7D52" w:rsidP="005F7D52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6</w:t>
            </w:r>
          </w:p>
        </w:tc>
        <w:tc>
          <w:tcPr>
            <w:tcW w:w="45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430166F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3D996F0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14:paraId="6D803D44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5F7D52" w:rsidRPr="00240989" w14:paraId="1DF35D58" w14:textId="77777777" w:rsidTr="003B327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57EAB2F8" w14:textId="4EBD88C3" w:rsidR="005F7D52" w:rsidRDefault="005F7D52" w:rsidP="005F7D52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7</w:t>
            </w:r>
          </w:p>
        </w:tc>
        <w:tc>
          <w:tcPr>
            <w:tcW w:w="45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1E0B559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49A0EB2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14:paraId="253283B4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5F7D52" w:rsidRPr="00240989" w14:paraId="23C07A1F" w14:textId="77777777" w:rsidTr="003B327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641DADB7" w14:textId="58348DEF" w:rsidR="005F7D52" w:rsidRDefault="005F7D52" w:rsidP="005F7D52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8</w:t>
            </w:r>
          </w:p>
        </w:tc>
        <w:tc>
          <w:tcPr>
            <w:tcW w:w="45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19E3D97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EADAA37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14:paraId="3767CA16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5F7D52" w:rsidRPr="00240989" w14:paraId="7646C0E4" w14:textId="77777777" w:rsidTr="003B327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01064D52" w14:textId="7335F5A5" w:rsidR="005F7D52" w:rsidRDefault="005F7D52" w:rsidP="005F7D52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9</w:t>
            </w:r>
          </w:p>
        </w:tc>
        <w:tc>
          <w:tcPr>
            <w:tcW w:w="45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9D0FFC7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1F16FF4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14:paraId="7660AFD7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5F7D52" w:rsidRPr="00240989" w14:paraId="7FAD3AEE" w14:textId="77777777" w:rsidTr="003B327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55BA553A" w14:textId="5F25D1E7" w:rsidR="005F7D52" w:rsidRDefault="005F7D52" w:rsidP="005F7D52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10</w:t>
            </w:r>
          </w:p>
        </w:tc>
        <w:tc>
          <w:tcPr>
            <w:tcW w:w="45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86487DB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3BCCB13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14:paraId="2CC79509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5F7D52" w:rsidRPr="00240989" w14:paraId="638DC032" w14:textId="77777777" w:rsidTr="003B327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220032C5" w14:textId="2F0F71CA" w:rsidR="005F7D52" w:rsidRDefault="005F7D52" w:rsidP="005F7D52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45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CA879D1" w14:textId="6833964D" w:rsidR="005F7D52" w:rsidRDefault="00FB47E8" w:rsidP="00FA132A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 xml:space="preserve">Alunni </w:t>
            </w:r>
            <w:proofErr w:type="gramStart"/>
            <w:r>
              <w:rPr>
                <w:rFonts w:asciiTheme="minorHAnsi" w:hAnsiTheme="minorHAnsi" w:cs="Tahoma"/>
              </w:rPr>
              <w:t>p</w:t>
            </w:r>
            <w:r w:rsidR="00FA132A">
              <w:rPr>
                <w:rFonts w:asciiTheme="minorHAnsi" w:hAnsiTheme="minorHAnsi" w:cs="Tahoma"/>
              </w:rPr>
              <w:t xml:space="preserve">artecipanti  </w:t>
            </w:r>
            <w:proofErr w:type="spellStart"/>
            <w:r w:rsidR="00FA132A">
              <w:rPr>
                <w:rFonts w:asciiTheme="minorHAnsi" w:hAnsiTheme="minorHAnsi" w:cs="Tahoma"/>
              </w:rPr>
              <w:t>div</w:t>
            </w:r>
            <w:proofErr w:type="gramEnd"/>
            <w:r w:rsidR="00FA132A">
              <w:rPr>
                <w:rFonts w:asciiTheme="minorHAnsi" w:hAnsiTheme="minorHAnsi" w:cs="Tahoma"/>
              </w:rPr>
              <w:t>.abili</w:t>
            </w:r>
            <w:proofErr w:type="spellEnd"/>
          </w:p>
        </w:tc>
        <w:tc>
          <w:tcPr>
            <w:tcW w:w="2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656475A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14:paraId="16FC2E6D" w14:textId="26A092CD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5F7D52" w:rsidRPr="00240989" w14:paraId="4CB9E415" w14:textId="77777777" w:rsidTr="003B327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0FCFB932" w14:textId="7E8D29D2" w:rsidR="005F7D52" w:rsidRDefault="005F7D52" w:rsidP="005F7D52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45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F00636B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CF2D8D0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14:paraId="4B746E57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5F7D52" w:rsidRPr="00240989" w14:paraId="7DB3C74E" w14:textId="77777777" w:rsidTr="003B327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3E54CDDF" w14:textId="77777777" w:rsidR="005F7D52" w:rsidRDefault="005F7D52" w:rsidP="005F7D52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45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66AB469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697F629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14:paraId="1ECB70D1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5F7D52" w:rsidRPr="00240989" w14:paraId="37EB7438" w14:textId="77777777" w:rsidTr="003B327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474F1855" w14:textId="3F0C1E47" w:rsidR="005F7D52" w:rsidRDefault="005F7D52" w:rsidP="005F7D52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45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0655A2F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B4186BB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14:paraId="6BDA7C9D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5F7D52" w:rsidRPr="00240989" w14:paraId="130E5164" w14:textId="77777777" w:rsidTr="003B327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38814D5B" w14:textId="77777777" w:rsidR="005F7D52" w:rsidRDefault="005F7D52" w:rsidP="005F7D52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45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381730D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8278F25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14:paraId="10AB349E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5F7D52" w:rsidRPr="00240989" w14:paraId="01B986F8" w14:textId="77777777" w:rsidTr="004506DB">
        <w:trPr>
          <w:trHeight w:val="263"/>
        </w:trPr>
        <w:tc>
          <w:tcPr>
            <w:tcW w:w="311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044131A" w14:textId="290F8AEC" w:rsidR="005F7D52" w:rsidRDefault="005F7D52" w:rsidP="00FB47E8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Accompagnatori</w:t>
            </w:r>
          </w:p>
        </w:tc>
        <w:tc>
          <w:tcPr>
            <w:tcW w:w="679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314D843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</w:tbl>
    <w:p w14:paraId="16291AAE" w14:textId="77777777" w:rsidR="003924A2" w:rsidRPr="00A75C8E" w:rsidRDefault="003924A2" w:rsidP="003924A2">
      <w:pPr>
        <w:pStyle w:val="Rientrocorpodeltesto31"/>
        <w:ind w:left="0" w:firstLine="0"/>
        <w:jc w:val="both"/>
        <w:rPr>
          <w:rFonts w:ascii="Calibri" w:hAnsi="Calibri"/>
          <w:sz w:val="16"/>
          <w:szCs w:val="16"/>
        </w:rPr>
      </w:pPr>
      <w:r w:rsidRPr="00A75C8E">
        <w:rPr>
          <w:rFonts w:ascii="Calibri" w:hAnsi="Calibri"/>
          <w:sz w:val="16"/>
          <w:szCs w:val="16"/>
        </w:rPr>
        <w:t>Il Dirigente Scolastico con la presente dichiara:</w:t>
      </w:r>
    </w:p>
    <w:p w14:paraId="01A721EB" w14:textId="77777777" w:rsidR="003924A2" w:rsidRPr="00A75C8E" w:rsidRDefault="003924A2" w:rsidP="003924A2">
      <w:pPr>
        <w:pStyle w:val="Rientrocorpodeltesto31"/>
        <w:numPr>
          <w:ilvl w:val="0"/>
          <w:numId w:val="21"/>
        </w:numPr>
        <w:jc w:val="both"/>
        <w:rPr>
          <w:rFonts w:ascii="Calibri" w:hAnsi="Calibri"/>
          <w:sz w:val="16"/>
          <w:szCs w:val="16"/>
        </w:rPr>
      </w:pPr>
      <w:r w:rsidRPr="00A75C8E">
        <w:rPr>
          <w:rFonts w:ascii="Calibri" w:hAnsi="Calibri"/>
          <w:sz w:val="16"/>
          <w:szCs w:val="16"/>
        </w:rPr>
        <w:t>di aver acquisito dai genitori/tutori (o dall’interessato se maggiorenne) l’autorizzazione a tutti gli Enti organizzatori ad utilizzare fotografie, nastri, video, immagini, per qualsiasi legittimo utilizzo senza remunerazione e senza finalità commerciali;</w:t>
      </w:r>
    </w:p>
    <w:p w14:paraId="03CCE5AE" w14:textId="77777777" w:rsidR="003924A2" w:rsidRPr="00A75C8E" w:rsidRDefault="003924A2" w:rsidP="003924A2">
      <w:pPr>
        <w:pStyle w:val="Rientrocorpodeltesto31"/>
        <w:numPr>
          <w:ilvl w:val="0"/>
          <w:numId w:val="21"/>
        </w:numPr>
        <w:jc w:val="both"/>
        <w:rPr>
          <w:rFonts w:ascii="Calibri" w:hAnsi="Calibri"/>
          <w:sz w:val="16"/>
          <w:szCs w:val="16"/>
        </w:rPr>
      </w:pPr>
      <w:r w:rsidRPr="00A75C8E">
        <w:rPr>
          <w:rFonts w:ascii="Calibri" w:hAnsi="Calibri"/>
          <w:sz w:val="16"/>
          <w:szCs w:val="16"/>
        </w:rPr>
        <w:t>di aver acquisito dai genitori/tutori (o dall’interessato se maggiorenne) il consenso al trattamento dei dati personali secondo quanto previsto dal D. Lgs 196/2003 come modificato dal D. Lgs 101/2018 e dal Regolamento Generale Europeo 2016/679 (GDPR) relativo alla protezione delle persone fisiche con riguardo al trattamento dei dati personali e di aver predisposto e resa nota l’informativa preventiva nel caso di trattamento di dati sensibili;</w:t>
      </w:r>
    </w:p>
    <w:p w14:paraId="6693E541" w14:textId="27854A58" w:rsidR="003924A2" w:rsidRPr="00A75C8E" w:rsidRDefault="003924A2" w:rsidP="003924A2">
      <w:pPr>
        <w:pStyle w:val="Rientrocorpodeltesto31"/>
        <w:numPr>
          <w:ilvl w:val="0"/>
          <w:numId w:val="21"/>
        </w:numPr>
        <w:jc w:val="both"/>
        <w:rPr>
          <w:rFonts w:ascii="Calibri" w:hAnsi="Calibri"/>
          <w:sz w:val="16"/>
          <w:szCs w:val="16"/>
        </w:rPr>
      </w:pPr>
      <w:r w:rsidRPr="00A75C8E">
        <w:rPr>
          <w:rFonts w:ascii="Calibri" w:hAnsi="Calibri"/>
          <w:sz w:val="16"/>
          <w:szCs w:val="16"/>
        </w:rPr>
        <w:t xml:space="preserve">che tutti gli studenti in elenco sono iscritti e frequentanti </w:t>
      </w:r>
      <w:r w:rsidR="003611FD" w:rsidRPr="00A75C8E">
        <w:rPr>
          <w:rFonts w:ascii="Calibri" w:hAnsi="Calibri"/>
          <w:sz w:val="16"/>
          <w:szCs w:val="16"/>
        </w:rPr>
        <w:t>la classe sopra indicata, e</w:t>
      </w:r>
      <w:r w:rsidRPr="00A75C8E">
        <w:rPr>
          <w:rFonts w:ascii="Calibri" w:hAnsi="Calibri"/>
          <w:sz w:val="16"/>
          <w:szCs w:val="16"/>
        </w:rPr>
        <w:t xml:space="preserve"> che sono stati sottoposti a visita medica ed hanno prodotto all’Istituto scolastico il certificato di idoneità all’attività sportiva non agonistica così come descritto all’art. 3 del Decreto Interministeriale del 24 aprile 2013, modificato dall’art. 42 bis del decreto Legge n. 69 del 2013, convertito dalla Legge n. 98 del </w:t>
      </w:r>
      <w:r w:rsidRPr="00A75C8E">
        <w:rPr>
          <w:rFonts w:ascii="Calibri" w:hAnsi="Calibri"/>
          <w:color w:val="000000"/>
          <w:sz w:val="16"/>
          <w:szCs w:val="16"/>
        </w:rPr>
        <w:t>2013, modificato dalla legge 125 del 30 ottobre 2013, e come chiarito nella “Nota esplicativa del Decreto del Ministro della Salute 8 agosto 2014 – Linee guida di indirizzo in materia di certificati medici per l’attività sportiva non agonistica”</w:t>
      </w:r>
      <w:r w:rsidR="00FB47E8">
        <w:rPr>
          <w:rFonts w:ascii="Calibri" w:hAnsi="Calibri"/>
          <w:color w:val="000000"/>
          <w:sz w:val="16"/>
          <w:szCs w:val="16"/>
        </w:rPr>
        <w:t>; dalla nota esplicativa del 17 giugno 2015:dalla nota  integrativa del 28 ottobre 2015.</w:t>
      </w:r>
    </w:p>
    <w:p w14:paraId="52CED7EB" w14:textId="77777777" w:rsidR="003924A2" w:rsidRDefault="003924A2" w:rsidP="003924A2">
      <w:pPr>
        <w:pStyle w:val="Rientrocorpodeltesto31"/>
        <w:ind w:left="708" w:firstLine="0"/>
        <w:rPr>
          <w:rFonts w:ascii="Calibri" w:hAnsi="Calibri"/>
          <w:sz w:val="20"/>
          <w:szCs w:val="20"/>
        </w:rPr>
      </w:pPr>
    </w:p>
    <w:p w14:paraId="50D87E37" w14:textId="532FEB87" w:rsidR="009C35EC" w:rsidRDefault="00557BD3" w:rsidP="00220295">
      <w:pPr>
        <w:rPr>
          <w:rFonts w:asciiTheme="minorHAnsi" w:hAnsiTheme="minorHAnsi" w:cs="Tahoma"/>
          <w:sz w:val="20"/>
          <w:szCs w:val="20"/>
        </w:rPr>
      </w:pPr>
      <w:r w:rsidRPr="00A75C8E">
        <w:rPr>
          <w:rFonts w:asciiTheme="minorHAnsi" w:hAnsiTheme="minorHAnsi" w:cs="Tahoma"/>
          <w:sz w:val="20"/>
          <w:szCs w:val="20"/>
        </w:rPr>
        <w:t xml:space="preserve"> </w:t>
      </w:r>
      <w:r w:rsidR="00205383" w:rsidRPr="00A75C8E">
        <w:rPr>
          <w:rFonts w:asciiTheme="minorHAnsi" w:hAnsiTheme="minorHAnsi" w:cs="Tahoma"/>
          <w:sz w:val="20"/>
          <w:szCs w:val="20"/>
        </w:rPr>
        <w:t>Data</w:t>
      </w:r>
      <w:r w:rsidR="00205383" w:rsidRPr="00A75C8E">
        <w:rPr>
          <w:rFonts w:asciiTheme="minorHAnsi" w:hAnsiTheme="minorHAnsi" w:cs="Tahoma"/>
          <w:sz w:val="20"/>
          <w:szCs w:val="20"/>
        </w:rPr>
        <w:tab/>
      </w:r>
      <w:r w:rsidR="00205383" w:rsidRPr="00AD1E54">
        <w:rPr>
          <w:rFonts w:asciiTheme="minorHAnsi" w:hAnsiTheme="minorHAnsi" w:cs="Tahoma"/>
          <w:szCs w:val="24"/>
        </w:rPr>
        <w:tab/>
      </w:r>
      <w:r w:rsidR="00205383" w:rsidRPr="00AD1E54">
        <w:rPr>
          <w:rFonts w:asciiTheme="minorHAnsi" w:hAnsiTheme="minorHAnsi" w:cs="Tahoma"/>
          <w:szCs w:val="24"/>
        </w:rPr>
        <w:tab/>
      </w:r>
      <w:r w:rsidR="00205383" w:rsidRPr="00AD1E54">
        <w:rPr>
          <w:rFonts w:asciiTheme="minorHAnsi" w:hAnsiTheme="minorHAnsi" w:cs="Tahoma"/>
          <w:szCs w:val="24"/>
        </w:rPr>
        <w:tab/>
      </w:r>
      <w:r w:rsidR="00205383" w:rsidRPr="00AD1E54">
        <w:rPr>
          <w:rFonts w:asciiTheme="minorHAnsi" w:hAnsiTheme="minorHAnsi" w:cs="Tahoma"/>
          <w:szCs w:val="24"/>
        </w:rPr>
        <w:tab/>
      </w:r>
      <w:r w:rsidR="00205383" w:rsidRPr="00AD1E54">
        <w:rPr>
          <w:rFonts w:asciiTheme="minorHAnsi" w:hAnsiTheme="minorHAnsi" w:cs="Tahoma"/>
          <w:szCs w:val="24"/>
        </w:rPr>
        <w:tab/>
      </w:r>
      <w:r w:rsidR="00205383" w:rsidRPr="00AD1E54">
        <w:rPr>
          <w:rFonts w:asciiTheme="minorHAnsi" w:hAnsiTheme="minorHAnsi" w:cs="Tahoma"/>
          <w:szCs w:val="24"/>
        </w:rPr>
        <w:tab/>
      </w:r>
      <w:r w:rsidR="00205383" w:rsidRPr="00AD1E54">
        <w:rPr>
          <w:rFonts w:asciiTheme="minorHAnsi" w:hAnsiTheme="minorHAnsi" w:cs="Tahoma"/>
          <w:szCs w:val="24"/>
        </w:rPr>
        <w:tab/>
      </w:r>
      <w:r w:rsidR="00205383" w:rsidRPr="00AD1E54">
        <w:rPr>
          <w:rFonts w:asciiTheme="minorHAnsi" w:hAnsiTheme="minorHAnsi" w:cs="Tahoma"/>
          <w:szCs w:val="24"/>
        </w:rPr>
        <w:tab/>
      </w:r>
      <w:r w:rsidR="00205383" w:rsidRPr="00AD1E54">
        <w:rPr>
          <w:rFonts w:asciiTheme="minorHAnsi" w:hAnsiTheme="minorHAnsi" w:cs="Tahoma"/>
          <w:szCs w:val="24"/>
        </w:rPr>
        <w:tab/>
      </w:r>
      <w:r w:rsidR="00205383" w:rsidRPr="00A75C8E">
        <w:rPr>
          <w:rFonts w:asciiTheme="minorHAnsi" w:hAnsiTheme="minorHAnsi" w:cs="Tahoma"/>
          <w:sz w:val="20"/>
          <w:szCs w:val="20"/>
        </w:rPr>
        <w:t>Il Dirigente Scolastico</w:t>
      </w:r>
    </w:p>
    <w:p w14:paraId="706B7261" w14:textId="650FF95C" w:rsidR="00FB47E8" w:rsidRDefault="00FB47E8" w:rsidP="00220295">
      <w:pPr>
        <w:rPr>
          <w:rFonts w:asciiTheme="minorHAnsi" w:hAnsiTheme="minorHAnsi" w:cs="Tahoma"/>
          <w:sz w:val="20"/>
          <w:szCs w:val="20"/>
        </w:rPr>
      </w:pPr>
    </w:p>
    <w:p w14:paraId="1DBFD491" w14:textId="77777777" w:rsidR="00F665DC" w:rsidRPr="00F665DC" w:rsidRDefault="00F665DC" w:rsidP="00F665DC">
      <w:pPr>
        <w:rPr>
          <w:rFonts w:asciiTheme="minorHAnsi" w:hAnsiTheme="minorHAnsi" w:cs="Tahoma"/>
          <w:sz w:val="20"/>
          <w:szCs w:val="20"/>
        </w:rPr>
      </w:pPr>
    </w:p>
    <w:p w14:paraId="3B9C81BC" w14:textId="77777777" w:rsidR="00F665DC" w:rsidRPr="00F665DC" w:rsidRDefault="00F665DC" w:rsidP="00F665DC">
      <w:pPr>
        <w:rPr>
          <w:rFonts w:asciiTheme="minorHAnsi" w:hAnsiTheme="minorHAnsi" w:cs="Tahoma"/>
          <w:sz w:val="20"/>
          <w:szCs w:val="20"/>
        </w:rPr>
      </w:pPr>
    </w:p>
    <w:p w14:paraId="27B0CAC0" w14:textId="445EF932" w:rsidR="00F665DC" w:rsidRPr="00F665DC" w:rsidRDefault="00F665DC" w:rsidP="00F665DC">
      <w:pPr>
        <w:tabs>
          <w:tab w:val="left" w:pos="6244"/>
        </w:tabs>
        <w:rPr>
          <w:rFonts w:asciiTheme="minorHAnsi" w:hAnsiTheme="minorHAnsi" w:cs="Tahoma"/>
          <w:sz w:val="20"/>
          <w:szCs w:val="20"/>
        </w:rPr>
      </w:pPr>
      <w:r>
        <w:rPr>
          <w:rFonts w:asciiTheme="minorHAnsi" w:hAnsiTheme="minorHAnsi" w:cs="Tahoma"/>
          <w:sz w:val="20"/>
          <w:szCs w:val="20"/>
        </w:rPr>
        <w:tab/>
      </w:r>
    </w:p>
    <w:sectPr w:rsidR="00F665DC" w:rsidRPr="00F665DC" w:rsidSect="002A5E8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/>
      <w:pgMar w:top="2552" w:right="1134" w:bottom="426" w:left="1134" w:header="540" w:footer="18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0BC30A" w14:textId="77777777" w:rsidR="000040ED" w:rsidRDefault="000040ED">
      <w:r>
        <w:separator/>
      </w:r>
    </w:p>
  </w:endnote>
  <w:endnote w:type="continuationSeparator" w:id="0">
    <w:p w14:paraId="3AB6720F" w14:textId="77777777" w:rsidR="000040ED" w:rsidRDefault="000040ED">
      <w:r>
        <w:continuationSeparator/>
      </w:r>
    </w:p>
  </w:endnote>
  <w:endnote w:type="continuationNotice" w:id="1">
    <w:p w14:paraId="04213D2D" w14:textId="77777777" w:rsidR="000040ED" w:rsidRDefault="000040E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8505E" w14:textId="77777777" w:rsidR="008140FF" w:rsidRDefault="008140F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E5212" w14:textId="765E8D0C" w:rsidR="00BD4449" w:rsidRDefault="008140FF" w:rsidP="00E011C7">
    <w:pPr>
      <w:pStyle w:val="Default"/>
      <w:jc w:val="center"/>
      <w:rPr>
        <w:rFonts w:asciiTheme="minorHAnsi" w:hAnsiTheme="minorHAnsi" w:cstheme="minorHAnsi"/>
        <w:sz w:val="18"/>
        <w:szCs w:val="18"/>
      </w:rPr>
    </w:pPr>
    <w:bookmarkStart w:id="0" w:name="_Hlk97029410"/>
    <w:r w:rsidRPr="008140FF">
      <w:rPr>
        <w:rFonts w:asciiTheme="minorHAnsi" w:hAnsiTheme="minorHAnsi" w:cstheme="minorHAnsi"/>
        <w:sz w:val="18"/>
        <w:szCs w:val="18"/>
      </w:rPr>
      <w:t>202302091439_Modello_Elenco_Alunni_Tutti_in_Campo</w:t>
    </w:r>
  </w:p>
  <w:p w14:paraId="7660088F" w14:textId="77777777" w:rsidR="00495F03" w:rsidRPr="00BD4449" w:rsidRDefault="00495F03" w:rsidP="00E011C7">
    <w:pPr>
      <w:pStyle w:val="Default"/>
      <w:jc w:val="center"/>
      <w:rPr>
        <w:rFonts w:asciiTheme="minorHAnsi" w:hAnsiTheme="minorHAnsi" w:cstheme="minorHAnsi"/>
        <w:sz w:val="18"/>
        <w:szCs w:val="18"/>
      </w:rPr>
    </w:pPr>
  </w:p>
  <w:bookmarkEnd w:id="0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198FF" w14:textId="77777777" w:rsidR="008140FF" w:rsidRDefault="008140F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041DE6" w14:textId="77777777" w:rsidR="000040ED" w:rsidRDefault="000040ED">
      <w:r>
        <w:separator/>
      </w:r>
    </w:p>
  </w:footnote>
  <w:footnote w:type="continuationSeparator" w:id="0">
    <w:p w14:paraId="6D45C931" w14:textId="77777777" w:rsidR="000040ED" w:rsidRDefault="000040ED">
      <w:r>
        <w:continuationSeparator/>
      </w:r>
    </w:p>
  </w:footnote>
  <w:footnote w:type="continuationNotice" w:id="1">
    <w:p w14:paraId="39F697A2" w14:textId="77777777" w:rsidR="000040ED" w:rsidRDefault="000040E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97921" w14:textId="77777777" w:rsidR="008140FF" w:rsidRDefault="008140F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6DB55" w14:textId="64D034A5" w:rsidR="00620DAC" w:rsidRDefault="00620DAC" w:rsidP="00620DAC">
    <w:pPr>
      <w:tabs>
        <w:tab w:val="left" w:pos="690"/>
        <w:tab w:val="center" w:pos="2050"/>
      </w:tabs>
      <w:rPr>
        <w:rFonts w:ascii="Monotype Corsiva" w:hAnsi="Monotype Corsiva" w:cs="Tahoma"/>
        <w:i/>
        <w:sz w:val="76"/>
        <w:szCs w:val="76"/>
      </w:rPr>
    </w:pPr>
    <w:r>
      <w:rPr>
        <w:rFonts w:ascii="Monotype Corsiva" w:hAnsi="Monotype Corsiva" w:cs="Tahoma"/>
        <w:i/>
        <w:sz w:val="76"/>
        <w:szCs w:val="76"/>
      </w:rPr>
      <w:tab/>
    </w:r>
    <w:r>
      <w:rPr>
        <w:rFonts w:ascii="Monotype Corsiva" w:hAnsi="Monotype Corsiva" w:cs="Tahoma"/>
        <w:i/>
        <w:sz w:val="76"/>
        <w:szCs w:val="76"/>
      </w:rPr>
      <w:tab/>
    </w:r>
    <w:r>
      <w:rPr>
        <w:noProof/>
      </w:rPr>
      <w:drawing>
        <wp:anchor distT="0" distB="0" distL="114300" distR="114300" simplePos="0" relativeHeight="251658240" behindDoc="0" locked="0" layoutInCell="1" allowOverlap="1" wp14:anchorId="5D572F84" wp14:editId="68F1DE85">
          <wp:simplePos x="0" y="0"/>
          <wp:positionH relativeFrom="column">
            <wp:posOffset>2718435</wp:posOffset>
          </wp:positionH>
          <wp:positionV relativeFrom="paragraph">
            <wp:posOffset>72390</wp:posOffset>
          </wp:positionV>
          <wp:extent cx="495300" cy="561975"/>
          <wp:effectExtent l="0" t="0" r="0" b="9525"/>
          <wp:wrapSquare wrapText="bothSides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561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634C2BB" w14:textId="7160E6DF" w:rsidR="00620DAC" w:rsidRPr="009F5B14" w:rsidRDefault="00620DAC" w:rsidP="00620DAC">
    <w:pPr>
      <w:spacing w:after="0" w:line="240" w:lineRule="auto"/>
      <w:jc w:val="center"/>
      <w:rPr>
        <w:rFonts w:ascii="Monotype Corsiva" w:hAnsi="Monotype Corsiva" w:cs="Tahoma"/>
        <w:i/>
        <w:sz w:val="60"/>
        <w:szCs w:val="60"/>
      </w:rPr>
    </w:pPr>
    <w:r w:rsidRPr="009F5B14">
      <w:rPr>
        <w:rFonts w:ascii="Monotype Corsiva" w:hAnsi="Monotype Corsiva" w:cs="Tahoma"/>
        <w:i/>
        <w:sz w:val="60"/>
        <w:szCs w:val="60"/>
      </w:rPr>
      <w:t>Ministero dell’Istruzione</w:t>
    </w:r>
    <w:r w:rsidR="005B5EFC" w:rsidRPr="009F5B14">
      <w:rPr>
        <w:rFonts w:ascii="Monotype Corsiva" w:hAnsi="Monotype Corsiva" w:cs="Tahoma"/>
        <w:i/>
        <w:sz w:val="60"/>
        <w:szCs w:val="60"/>
      </w:rPr>
      <w:t xml:space="preserve"> e del merito</w:t>
    </w:r>
  </w:p>
  <w:p w14:paraId="711F5918" w14:textId="3437A7BA" w:rsidR="00620DAC" w:rsidRPr="003D293D" w:rsidRDefault="00620DAC" w:rsidP="00620DAC">
    <w:pPr>
      <w:spacing w:after="0" w:line="240" w:lineRule="auto"/>
      <w:jc w:val="center"/>
      <w:rPr>
        <w:rFonts w:ascii="Monotype Corsiva" w:hAnsi="Monotype Corsiva" w:cs="Tahoma"/>
        <w:i/>
        <w:sz w:val="44"/>
        <w:szCs w:val="48"/>
      </w:rPr>
    </w:pPr>
    <w:r w:rsidRPr="003D293D">
      <w:rPr>
        <w:rFonts w:ascii="Monotype Corsiva" w:hAnsi="Monotype Corsiva" w:cs="Tahoma"/>
        <w:i/>
        <w:sz w:val="44"/>
        <w:szCs w:val="48"/>
      </w:rPr>
      <w:t>Ufficio Scolastico Regionale per le Marche</w:t>
    </w:r>
  </w:p>
  <w:p w14:paraId="38B9B18C" w14:textId="221A1A68" w:rsidR="00620DAC" w:rsidRDefault="00620DAC" w:rsidP="00620DAC">
    <w:pPr>
      <w:pStyle w:val="Intestazione"/>
      <w:jc w:val="center"/>
    </w:pPr>
    <w:r w:rsidRPr="007A6E4C">
      <w:rPr>
        <w:rFonts w:ascii="Arial" w:hAnsi="Arial" w:cs="Arial"/>
        <w:bCs/>
        <w:iCs/>
        <w:sz w:val="28"/>
        <w:szCs w:val="28"/>
      </w:rPr>
      <w:t>Direzione Generale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6E54E" w14:textId="77777777" w:rsidR="008140FF" w:rsidRDefault="008140F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Num3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06941775"/>
    <w:multiLevelType w:val="hybridMultilevel"/>
    <w:tmpl w:val="394ECFFA"/>
    <w:lvl w:ilvl="0" w:tplc="239EA734">
      <w:numFmt w:val="bullet"/>
      <w:lvlText w:val="-"/>
      <w:lvlJc w:val="left"/>
      <w:pPr>
        <w:ind w:left="1770" w:hanging="360"/>
      </w:pPr>
      <w:rPr>
        <w:rFonts w:ascii="Calibri" w:eastAsia="Calibri" w:hAnsi="Calibri" w:cs="Calibri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112B5C2D"/>
    <w:multiLevelType w:val="hybridMultilevel"/>
    <w:tmpl w:val="216A345C"/>
    <w:lvl w:ilvl="0" w:tplc="623ADB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497278A"/>
    <w:multiLevelType w:val="multilevel"/>
    <w:tmpl w:val="41E8EF9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" w15:restartNumberingAfterBreak="0">
    <w:nsid w:val="16E92D78"/>
    <w:multiLevelType w:val="hybridMultilevel"/>
    <w:tmpl w:val="F10CFFEC"/>
    <w:lvl w:ilvl="0" w:tplc="239EA734">
      <w:numFmt w:val="bullet"/>
      <w:lvlText w:val="-"/>
      <w:lvlJc w:val="left"/>
      <w:pPr>
        <w:ind w:left="1065" w:hanging="360"/>
      </w:pPr>
      <w:rPr>
        <w:rFonts w:ascii="Calibri" w:eastAsia="Calibri" w:hAnsi="Calibri" w:cs="Calibri" w:hint="default"/>
        <w:color w:val="000000"/>
      </w:rPr>
    </w:lvl>
    <w:lvl w:ilvl="1" w:tplc="0410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1E6E29FE"/>
    <w:multiLevelType w:val="hybridMultilevel"/>
    <w:tmpl w:val="241CA098"/>
    <w:lvl w:ilvl="0" w:tplc="4120FC14">
      <w:start w:val="25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42131EB"/>
    <w:multiLevelType w:val="multilevel"/>
    <w:tmpl w:val="617A0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80167A8"/>
    <w:multiLevelType w:val="hybridMultilevel"/>
    <w:tmpl w:val="F926AC7E"/>
    <w:lvl w:ilvl="0" w:tplc="3C96C174">
      <w:numFmt w:val="bullet"/>
      <w:lvlText w:val="-"/>
      <w:lvlJc w:val="left"/>
      <w:pPr>
        <w:ind w:left="1065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283A6BD0"/>
    <w:multiLevelType w:val="hybridMultilevel"/>
    <w:tmpl w:val="5A4C76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8F1B38"/>
    <w:multiLevelType w:val="multilevel"/>
    <w:tmpl w:val="C46AC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EA8008C"/>
    <w:multiLevelType w:val="hybridMultilevel"/>
    <w:tmpl w:val="BD7CD4E4"/>
    <w:lvl w:ilvl="0" w:tplc="364A19DE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5A75C25"/>
    <w:multiLevelType w:val="hybridMultilevel"/>
    <w:tmpl w:val="86D88DD4"/>
    <w:lvl w:ilvl="0" w:tplc="A576268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072735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88A350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16CE81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AFC93E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1BA247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24A011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62A780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8F81F4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FC6E3F"/>
    <w:multiLevelType w:val="hybridMultilevel"/>
    <w:tmpl w:val="F9E21E0E"/>
    <w:lvl w:ilvl="0" w:tplc="5D306CF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2269A7"/>
    <w:multiLevelType w:val="hybridMultilevel"/>
    <w:tmpl w:val="0DE6ADFA"/>
    <w:lvl w:ilvl="0" w:tplc="04100003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58EC1229"/>
    <w:multiLevelType w:val="hybridMultilevel"/>
    <w:tmpl w:val="AC6AD09C"/>
    <w:lvl w:ilvl="0" w:tplc="7C36C6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3948E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62D6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A626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E0F56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FEEB3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B2F7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E0D9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744C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42256"/>
    <w:multiLevelType w:val="hybridMultilevel"/>
    <w:tmpl w:val="4B22CFC8"/>
    <w:lvl w:ilvl="0" w:tplc="6E40FBEC">
      <w:start w:val="2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E7201B"/>
    <w:multiLevelType w:val="multilevel"/>
    <w:tmpl w:val="D7E4B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F1037C2"/>
    <w:multiLevelType w:val="hybridMultilevel"/>
    <w:tmpl w:val="6816743A"/>
    <w:lvl w:ilvl="0" w:tplc="239EA734">
      <w:numFmt w:val="bullet"/>
      <w:lvlText w:val="-"/>
      <w:lvlJc w:val="left"/>
      <w:pPr>
        <w:ind w:left="1065" w:hanging="360"/>
      </w:pPr>
      <w:rPr>
        <w:rFonts w:ascii="Calibri" w:eastAsia="Calibri" w:hAnsi="Calibri" w:cs="Calibri" w:hint="default"/>
        <w:color w:val="000000"/>
      </w:rPr>
    </w:lvl>
    <w:lvl w:ilvl="1" w:tplc="0410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8" w15:restartNumberingAfterBreak="0">
    <w:nsid w:val="66895299"/>
    <w:multiLevelType w:val="hybridMultilevel"/>
    <w:tmpl w:val="FA505344"/>
    <w:lvl w:ilvl="0" w:tplc="64B2670E">
      <w:numFmt w:val="bullet"/>
      <w:lvlText w:val="-"/>
      <w:lvlJc w:val="left"/>
      <w:pPr>
        <w:ind w:left="720" w:hanging="360"/>
      </w:p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F6707E"/>
    <w:multiLevelType w:val="hybridMultilevel"/>
    <w:tmpl w:val="6BCCE8D2"/>
    <w:lvl w:ilvl="0" w:tplc="6CF6B9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B5289E"/>
    <w:multiLevelType w:val="hybridMultilevel"/>
    <w:tmpl w:val="D31A0382"/>
    <w:lvl w:ilvl="0" w:tplc="0410000F">
      <w:start w:val="1"/>
      <w:numFmt w:val="decimal"/>
      <w:lvlText w:val="%1."/>
      <w:lvlJc w:val="left"/>
      <w:pPr>
        <w:ind w:left="765" w:hanging="360"/>
      </w:pPr>
    </w:lvl>
    <w:lvl w:ilvl="1" w:tplc="04100019" w:tentative="1">
      <w:start w:val="1"/>
      <w:numFmt w:val="lowerLetter"/>
      <w:lvlText w:val="%2."/>
      <w:lvlJc w:val="left"/>
      <w:pPr>
        <w:ind w:left="1485" w:hanging="360"/>
      </w:pPr>
    </w:lvl>
    <w:lvl w:ilvl="2" w:tplc="0410001B" w:tentative="1">
      <w:start w:val="1"/>
      <w:numFmt w:val="lowerRoman"/>
      <w:lvlText w:val="%3."/>
      <w:lvlJc w:val="right"/>
      <w:pPr>
        <w:ind w:left="2205" w:hanging="180"/>
      </w:pPr>
    </w:lvl>
    <w:lvl w:ilvl="3" w:tplc="0410000F" w:tentative="1">
      <w:start w:val="1"/>
      <w:numFmt w:val="decimal"/>
      <w:lvlText w:val="%4."/>
      <w:lvlJc w:val="left"/>
      <w:pPr>
        <w:ind w:left="2925" w:hanging="360"/>
      </w:pPr>
    </w:lvl>
    <w:lvl w:ilvl="4" w:tplc="04100019" w:tentative="1">
      <w:start w:val="1"/>
      <w:numFmt w:val="lowerLetter"/>
      <w:lvlText w:val="%5."/>
      <w:lvlJc w:val="left"/>
      <w:pPr>
        <w:ind w:left="3645" w:hanging="360"/>
      </w:pPr>
    </w:lvl>
    <w:lvl w:ilvl="5" w:tplc="0410001B" w:tentative="1">
      <w:start w:val="1"/>
      <w:numFmt w:val="lowerRoman"/>
      <w:lvlText w:val="%6."/>
      <w:lvlJc w:val="right"/>
      <w:pPr>
        <w:ind w:left="4365" w:hanging="180"/>
      </w:pPr>
    </w:lvl>
    <w:lvl w:ilvl="6" w:tplc="0410000F" w:tentative="1">
      <w:start w:val="1"/>
      <w:numFmt w:val="decimal"/>
      <w:lvlText w:val="%7."/>
      <w:lvlJc w:val="left"/>
      <w:pPr>
        <w:ind w:left="5085" w:hanging="360"/>
      </w:pPr>
    </w:lvl>
    <w:lvl w:ilvl="7" w:tplc="04100019" w:tentative="1">
      <w:start w:val="1"/>
      <w:numFmt w:val="lowerLetter"/>
      <w:lvlText w:val="%8."/>
      <w:lvlJc w:val="left"/>
      <w:pPr>
        <w:ind w:left="5805" w:hanging="360"/>
      </w:pPr>
    </w:lvl>
    <w:lvl w:ilvl="8" w:tplc="0410001B" w:tentative="1">
      <w:start w:val="1"/>
      <w:numFmt w:val="lowerRoman"/>
      <w:lvlText w:val="%9."/>
      <w:lvlJc w:val="right"/>
      <w:pPr>
        <w:ind w:left="6525" w:hanging="180"/>
      </w:pPr>
    </w:lvl>
  </w:abstractNum>
  <w:num w:numId="1" w16cid:durableId="1621451876">
    <w:abstractNumId w:val="18"/>
  </w:num>
  <w:num w:numId="2" w16cid:durableId="735784091">
    <w:abstractNumId w:val="7"/>
  </w:num>
  <w:num w:numId="3" w16cid:durableId="1875582938">
    <w:abstractNumId w:val="4"/>
  </w:num>
  <w:num w:numId="4" w16cid:durableId="1728606736">
    <w:abstractNumId w:val="14"/>
  </w:num>
  <w:num w:numId="5" w16cid:durableId="1235386077">
    <w:abstractNumId w:val="17"/>
  </w:num>
  <w:num w:numId="6" w16cid:durableId="1823427739">
    <w:abstractNumId w:val="3"/>
  </w:num>
  <w:num w:numId="7" w16cid:durableId="588999341">
    <w:abstractNumId w:val="1"/>
  </w:num>
  <w:num w:numId="8" w16cid:durableId="1185365319">
    <w:abstractNumId w:val="13"/>
  </w:num>
  <w:num w:numId="9" w16cid:durableId="1068577220">
    <w:abstractNumId w:val="9"/>
  </w:num>
  <w:num w:numId="10" w16cid:durableId="1087340286">
    <w:abstractNumId w:val="20"/>
  </w:num>
  <w:num w:numId="11" w16cid:durableId="678116951">
    <w:abstractNumId w:val="19"/>
  </w:num>
  <w:num w:numId="12" w16cid:durableId="1457721785">
    <w:abstractNumId w:val="2"/>
  </w:num>
  <w:num w:numId="13" w16cid:durableId="959914288">
    <w:abstractNumId w:val="8"/>
  </w:num>
  <w:num w:numId="14" w16cid:durableId="1456101934">
    <w:abstractNumId w:val="16"/>
  </w:num>
  <w:num w:numId="15" w16cid:durableId="534583468">
    <w:abstractNumId w:val="5"/>
  </w:num>
  <w:num w:numId="16" w16cid:durableId="295185867">
    <w:abstractNumId w:val="6"/>
  </w:num>
  <w:num w:numId="17" w16cid:durableId="782961313">
    <w:abstractNumId w:val="15"/>
  </w:num>
  <w:num w:numId="18" w16cid:durableId="1410426618">
    <w:abstractNumId w:val="10"/>
  </w:num>
  <w:num w:numId="19" w16cid:durableId="1908032277">
    <w:abstractNumId w:val="11"/>
  </w:num>
  <w:num w:numId="20" w16cid:durableId="68120314">
    <w:abstractNumId w:val="12"/>
  </w:num>
  <w:num w:numId="21" w16cid:durableId="1841384959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4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4B5"/>
    <w:rsid w:val="000014C0"/>
    <w:rsid w:val="00002DAF"/>
    <w:rsid w:val="0000367C"/>
    <w:rsid w:val="000040ED"/>
    <w:rsid w:val="000042E5"/>
    <w:rsid w:val="00004F45"/>
    <w:rsid w:val="000054FB"/>
    <w:rsid w:val="00007F5E"/>
    <w:rsid w:val="00010930"/>
    <w:rsid w:val="0001202F"/>
    <w:rsid w:val="00012E6F"/>
    <w:rsid w:val="000131C9"/>
    <w:rsid w:val="00015687"/>
    <w:rsid w:val="000157E5"/>
    <w:rsid w:val="00021EAB"/>
    <w:rsid w:val="00023442"/>
    <w:rsid w:val="00023958"/>
    <w:rsid w:val="00023DAD"/>
    <w:rsid w:val="00026241"/>
    <w:rsid w:val="00026285"/>
    <w:rsid w:val="000262E5"/>
    <w:rsid w:val="00026641"/>
    <w:rsid w:val="00027CBB"/>
    <w:rsid w:val="00030134"/>
    <w:rsid w:val="00030550"/>
    <w:rsid w:val="00032B2F"/>
    <w:rsid w:val="00032F71"/>
    <w:rsid w:val="00032FA0"/>
    <w:rsid w:val="0003377D"/>
    <w:rsid w:val="000344CA"/>
    <w:rsid w:val="00036B90"/>
    <w:rsid w:val="00036C15"/>
    <w:rsid w:val="00040334"/>
    <w:rsid w:val="0004034C"/>
    <w:rsid w:val="00040CA5"/>
    <w:rsid w:val="000413EE"/>
    <w:rsid w:val="00042FA4"/>
    <w:rsid w:val="00043B5F"/>
    <w:rsid w:val="000464BF"/>
    <w:rsid w:val="00051211"/>
    <w:rsid w:val="00052BDA"/>
    <w:rsid w:val="00052F0E"/>
    <w:rsid w:val="00054CC4"/>
    <w:rsid w:val="00056052"/>
    <w:rsid w:val="00056AA0"/>
    <w:rsid w:val="00060504"/>
    <w:rsid w:val="000624BA"/>
    <w:rsid w:val="0006305A"/>
    <w:rsid w:val="0006306C"/>
    <w:rsid w:val="00063E50"/>
    <w:rsid w:val="00064A74"/>
    <w:rsid w:val="00066802"/>
    <w:rsid w:val="00066B9F"/>
    <w:rsid w:val="00067128"/>
    <w:rsid w:val="000679BA"/>
    <w:rsid w:val="00070A08"/>
    <w:rsid w:val="00071ED6"/>
    <w:rsid w:val="00075251"/>
    <w:rsid w:val="00075504"/>
    <w:rsid w:val="00075AFA"/>
    <w:rsid w:val="000801AF"/>
    <w:rsid w:val="000819C6"/>
    <w:rsid w:val="00082480"/>
    <w:rsid w:val="00083B31"/>
    <w:rsid w:val="00083E4F"/>
    <w:rsid w:val="0008666C"/>
    <w:rsid w:val="000874D0"/>
    <w:rsid w:val="0008781A"/>
    <w:rsid w:val="00093C3D"/>
    <w:rsid w:val="000948FE"/>
    <w:rsid w:val="000A091B"/>
    <w:rsid w:val="000A17D7"/>
    <w:rsid w:val="000A4C83"/>
    <w:rsid w:val="000A4DC9"/>
    <w:rsid w:val="000A4E86"/>
    <w:rsid w:val="000A5D58"/>
    <w:rsid w:val="000A628B"/>
    <w:rsid w:val="000A7A08"/>
    <w:rsid w:val="000A7FDE"/>
    <w:rsid w:val="000B168A"/>
    <w:rsid w:val="000B2163"/>
    <w:rsid w:val="000B329E"/>
    <w:rsid w:val="000B35B7"/>
    <w:rsid w:val="000B394D"/>
    <w:rsid w:val="000B47DF"/>
    <w:rsid w:val="000B4CDB"/>
    <w:rsid w:val="000B5623"/>
    <w:rsid w:val="000B645F"/>
    <w:rsid w:val="000B7406"/>
    <w:rsid w:val="000C30F2"/>
    <w:rsid w:val="000C4078"/>
    <w:rsid w:val="000C42D3"/>
    <w:rsid w:val="000C4348"/>
    <w:rsid w:val="000C50AA"/>
    <w:rsid w:val="000C5E6A"/>
    <w:rsid w:val="000C7FBE"/>
    <w:rsid w:val="000D029F"/>
    <w:rsid w:val="000D34C8"/>
    <w:rsid w:val="000D3AE9"/>
    <w:rsid w:val="000D524E"/>
    <w:rsid w:val="000D5772"/>
    <w:rsid w:val="000D5861"/>
    <w:rsid w:val="000D6064"/>
    <w:rsid w:val="000D7D5C"/>
    <w:rsid w:val="000D7FF7"/>
    <w:rsid w:val="000E26D4"/>
    <w:rsid w:val="000E3A8E"/>
    <w:rsid w:val="000E4525"/>
    <w:rsid w:val="000E4BEB"/>
    <w:rsid w:val="000E4DF4"/>
    <w:rsid w:val="000E527F"/>
    <w:rsid w:val="000E5CCB"/>
    <w:rsid w:val="000E604A"/>
    <w:rsid w:val="000E631C"/>
    <w:rsid w:val="000E7899"/>
    <w:rsid w:val="000F254E"/>
    <w:rsid w:val="000F27D3"/>
    <w:rsid w:val="000F2B57"/>
    <w:rsid w:val="000F3ED6"/>
    <w:rsid w:val="000F53F0"/>
    <w:rsid w:val="000F6925"/>
    <w:rsid w:val="000F755D"/>
    <w:rsid w:val="000F7D0D"/>
    <w:rsid w:val="001007F3"/>
    <w:rsid w:val="0010096A"/>
    <w:rsid w:val="00100AAE"/>
    <w:rsid w:val="00101075"/>
    <w:rsid w:val="001028E4"/>
    <w:rsid w:val="00102938"/>
    <w:rsid w:val="00102F69"/>
    <w:rsid w:val="00105C2B"/>
    <w:rsid w:val="00107596"/>
    <w:rsid w:val="00111CB7"/>
    <w:rsid w:val="00113158"/>
    <w:rsid w:val="00113378"/>
    <w:rsid w:val="00113A04"/>
    <w:rsid w:val="001158A4"/>
    <w:rsid w:val="00115936"/>
    <w:rsid w:val="001169C1"/>
    <w:rsid w:val="00116E1C"/>
    <w:rsid w:val="001214AE"/>
    <w:rsid w:val="00121DFA"/>
    <w:rsid w:val="001224F2"/>
    <w:rsid w:val="001246DC"/>
    <w:rsid w:val="00125653"/>
    <w:rsid w:val="00126861"/>
    <w:rsid w:val="001269B5"/>
    <w:rsid w:val="0013077B"/>
    <w:rsid w:val="00130885"/>
    <w:rsid w:val="00130B2E"/>
    <w:rsid w:val="00131B1A"/>
    <w:rsid w:val="00132070"/>
    <w:rsid w:val="00132220"/>
    <w:rsid w:val="001328E3"/>
    <w:rsid w:val="001348DC"/>
    <w:rsid w:val="00136AAF"/>
    <w:rsid w:val="00136B49"/>
    <w:rsid w:val="00136E40"/>
    <w:rsid w:val="001378B4"/>
    <w:rsid w:val="00141692"/>
    <w:rsid w:val="001430DF"/>
    <w:rsid w:val="001446D9"/>
    <w:rsid w:val="0014471B"/>
    <w:rsid w:val="00144A01"/>
    <w:rsid w:val="001455E9"/>
    <w:rsid w:val="00146165"/>
    <w:rsid w:val="00146731"/>
    <w:rsid w:val="00153966"/>
    <w:rsid w:val="00154E94"/>
    <w:rsid w:val="0015520D"/>
    <w:rsid w:val="00155885"/>
    <w:rsid w:val="00157C48"/>
    <w:rsid w:val="00160E86"/>
    <w:rsid w:val="001618FB"/>
    <w:rsid w:val="00162A1B"/>
    <w:rsid w:val="00163DD4"/>
    <w:rsid w:val="00164485"/>
    <w:rsid w:val="00164A91"/>
    <w:rsid w:val="0016769B"/>
    <w:rsid w:val="001679B1"/>
    <w:rsid w:val="00167B6B"/>
    <w:rsid w:val="0017002E"/>
    <w:rsid w:val="00170600"/>
    <w:rsid w:val="001722E0"/>
    <w:rsid w:val="001730D1"/>
    <w:rsid w:val="00173842"/>
    <w:rsid w:val="00173963"/>
    <w:rsid w:val="00173984"/>
    <w:rsid w:val="00173F7F"/>
    <w:rsid w:val="0017449F"/>
    <w:rsid w:val="001745D9"/>
    <w:rsid w:val="001749F1"/>
    <w:rsid w:val="00174C07"/>
    <w:rsid w:val="0017552F"/>
    <w:rsid w:val="00176944"/>
    <w:rsid w:val="00181010"/>
    <w:rsid w:val="00182247"/>
    <w:rsid w:val="00182281"/>
    <w:rsid w:val="00182FB1"/>
    <w:rsid w:val="001838D0"/>
    <w:rsid w:val="001838D7"/>
    <w:rsid w:val="00183AF1"/>
    <w:rsid w:val="001847D7"/>
    <w:rsid w:val="00185D0F"/>
    <w:rsid w:val="00186051"/>
    <w:rsid w:val="001863A2"/>
    <w:rsid w:val="00193F84"/>
    <w:rsid w:val="001947C6"/>
    <w:rsid w:val="00195771"/>
    <w:rsid w:val="0019647A"/>
    <w:rsid w:val="0019718C"/>
    <w:rsid w:val="001A0EEE"/>
    <w:rsid w:val="001A1692"/>
    <w:rsid w:val="001A1970"/>
    <w:rsid w:val="001A2A31"/>
    <w:rsid w:val="001A2F34"/>
    <w:rsid w:val="001A3473"/>
    <w:rsid w:val="001A4B80"/>
    <w:rsid w:val="001B0A67"/>
    <w:rsid w:val="001B123A"/>
    <w:rsid w:val="001B2688"/>
    <w:rsid w:val="001B3D0F"/>
    <w:rsid w:val="001B6682"/>
    <w:rsid w:val="001B700C"/>
    <w:rsid w:val="001C2DEF"/>
    <w:rsid w:val="001C4858"/>
    <w:rsid w:val="001C6855"/>
    <w:rsid w:val="001C7260"/>
    <w:rsid w:val="001D1D34"/>
    <w:rsid w:val="001D3169"/>
    <w:rsid w:val="001D6E8E"/>
    <w:rsid w:val="001D75DE"/>
    <w:rsid w:val="001E0D02"/>
    <w:rsid w:val="001E210B"/>
    <w:rsid w:val="001E7B81"/>
    <w:rsid w:val="001F1960"/>
    <w:rsid w:val="001F1B50"/>
    <w:rsid w:val="001F308F"/>
    <w:rsid w:val="001F3101"/>
    <w:rsid w:val="001F4EFB"/>
    <w:rsid w:val="001F6207"/>
    <w:rsid w:val="001F7118"/>
    <w:rsid w:val="001F72BA"/>
    <w:rsid w:val="001F7CAC"/>
    <w:rsid w:val="001F7F22"/>
    <w:rsid w:val="00200288"/>
    <w:rsid w:val="00203FB3"/>
    <w:rsid w:val="002051CF"/>
    <w:rsid w:val="00205383"/>
    <w:rsid w:val="002061DB"/>
    <w:rsid w:val="0020648B"/>
    <w:rsid w:val="00206FAA"/>
    <w:rsid w:val="00207266"/>
    <w:rsid w:val="00211158"/>
    <w:rsid w:val="002113B2"/>
    <w:rsid w:val="002118C9"/>
    <w:rsid w:val="002141B4"/>
    <w:rsid w:val="00214FDB"/>
    <w:rsid w:val="00216E51"/>
    <w:rsid w:val="002177FF"/>
    <w:rsid w:val="00217F26"/>
    <w:rsid w:val="00217FF9"/>
    <w:rsid w:val="00220295"/>
    <w:rsid w:val="002206FA"/>
    <w:rsid w:val="00221656"/>
    <w:rsid w:val="00222AFE"/>
    <w:rsid w:val="00222DAD"/>
    <w:rsid w:val="0022393D"/>
    <w:rsid w:val="002245E0"/>
    <w:rsid w:val="00224E63"/>
    <w:rsid w:val="00225314"/>
    <w:rsid w:val="00230063"/>
    <w:rsid w:val="00230F80"/>
    <w:rsid w:val="002321BB"/>
    <w:rsid w:val="00235D3E"/>
    <w:rsid w:val="00236156"/>
    <w:rsid w:val="00236628"/>
    <w:rsid w:val="00241414"/>
    <w:rsid w:val="00241B57"/>
    <w:rsid w:val="0024245F"/>
    <w:rsid w:val="00243C32"/>
    <w:rsid w:val="0024454B"/>
    <w:rsid w:val="00245CC6"/>
    <w:rsid w:val="00245FA6"/>
    <w:rsid w:val="00245FFB"/>
    <w:rsid w:val="00246041"/>
    <w:rsid w:val="0024707F"/>
    <w:rsid w:val="00250FEA"/>
    <w:rsid w:val="00251865"/>
    <w:rsid w:val="002526E8"/>
    <w:rsid w:val="00252B16"/>
    <w:rsid w:val="0025411A"/>
    <w:rsid w:val="0025445D"/>
    <w:rsid w:val="00254EB1"/>
    <w:rsid w:val="002560A4"/>
    <w:rsid w:val="00257619"/>
    <w:rsid w:val="00261887"/>
    <w:rsid w:val="00261B52"/>
    <w:rsid w:val="00263C4D"/>
    <w:rsid w:val="0026547B"/>
    <w:rsid w:val="0026629E"/>
    <w:rsid w:val="002704D2"/>
    <w:rsid w:val="00272A8D"/>
    <w:rsid w:val="00272D88"/>
    <w:rsid w:val="002744B4"/>
    <w:rsid w:val="0027467C"/>
    <w:rsid w:val="00275A4C"/>
    <w:rsid w:val="00276456"/>
    <w:rsid w:val="00277333"/>
    <w:rsid w:val="00277D69"/>
    <w:rsid w:val="00281429"/>
    <w:rsid w:val="0028150D"/>
    <w:rsid w:val="00281BEC"/>
    <w:rsid w:val="00282080"/>
    <w:rsid w:val="002858E2"/>
    <w:rsid w:val="002875DB"/>
    <w:rsid w:val="002903E7"/>
    <w:rsid w:val="00291646"/>
    <w:rsid w:val="00291E30"/>
    <w:rsid w:val="00292893"/>
    <w:rsid w:val="002951C7"/>
    <w:rsid w:val="00295322"/>
    <w:rsid w:val="00295BA8"/>
    <w:rsid w:val="00297037"/>
    <w:rsid w:val="002976EF"/>
    <w:rsid w:val="00297A64"/>
    <w:rsid w:val="002A2A80"/>
    <w:rsid w:val="002A2B13"/>
    <w:rsid w:val="002A2E88"/>
    <w:rsid w:val="002A4BBA"/>
    <w:rsid w:val="002A5E8A"/>
    <w:rsid w:val="002A6F8E"/>
    <w:rsid w:val="002A781D"/>
    <w:rsid w:val="002B2855"/>
    <w:rsid w:val="002B2A70"/>
    <w:rsid w:val="002B2B4C"/>
    <w:rsid w:val="002B3328"/>
    <w:rsid w:val="002B485C"/>
    <w:rsid w:val="002B4D56"/>
    <w:rsid w:val="002B5BBF"/>
    <w:rsid w:val="002B662C"/>
    <w:rsid w:val="002B7D71"/>
    <w:rsid w:val="002C4E61"/>
    <w:rsid w:val="002C5D4B"/>
    <w:rsid w:val="002C73EC"/>
    <w:rsid w:val="002C7CD7"/>
    <w:rsid w:val="002D47EC"/>
    <w:rsid w:val="002D4BC8"/>
    <w:rsid w:val="002D7554"/>
    <w:rsid w:val="002E016E"/>
    <w:rsid w:val="002E1FFE"/>
    <w:rsid w:val="002E259B"/>
    <w:rsid w:val="002E3620"/>
    <w:rsid w:val="002E58DB"/>
    <w:rsid w:val="002E59D0"/>
    <w:rsid w:val="002E5EC0"/>
    <w:rsid w:val="002E60A2"/>
    <w:rsid w:val="002E6ABE"/>
    <w:rsid w:val="002E6B55"/>
    <w:rsid w:val="002E6CB5"/>
    <w:rsid w:val="002E7E32"/>
    <w:rsid w:val="002F3245"/>
    <w:rsid w:val="002F33B0"/>
    <w:rsid w:val="002F42EE"/>
    <w:rsid w:val="002F503F"/>
    <w:rsid w:val="002F5A47"/>
    <w:rsid w:val="002F68AA"/>
    <w:rsid w:val="002F7345"/>
    <w:rsid w:val="002F7991"/>
    <w:rsid w:val="003000B5"/>
    <w:rsid w:val="003017A7"/>
    <w:rsid w:val="00302068"/>
    <w:rsid w:val="00303F33"/>
    <w:rsid w:val="00305E43"/>
    <w:rsid w:val="0030638C"/>
    <w:rsid w:val="003109A1"/>
    <w:rsid w:val="00310F5D"/>
    <w:rsid w:val="003136D6"/>
    <w:rsid w:val="00313A5C"/>
    <w:rsid w:val="00314592"/>
    <w:rsid w:val="00314A37"/>
    <w:rsid w:val="00315355"/>
    <w:rsid w:val="00315367"/>
    <w:rsid w:val="0031677B"/>
    <w:rsid w:val="00317A99"/>
    <w:rsid w:val="00317DAA"/>
    <w:rsid w:val="00321C7E"/>
    <w:rsid w:val="003226A0"/>
    <w:rsid w:val="003228F9"/>
    <w:rsid w:val="00323BC7"/>
    <w:rsid w:val="003253E2"/>
    <w:rsid w:val="00325BF3"/>
    <w:rsid w:val="00327678"/>
    <w:rsid w:val="0032780C"/>
    <w:rsid w:val="00332291"/>
    <w:rsid w:val="003326B2"/>
    <w:rsid w:val="00332DC3"/>
    <w:rsid w:val="003340AF"/>
    <w:rsid w:val="0033665E"/>
    <w:rsid w:val="00337379"/>
    <w:rsid w:val="00337E13"/>
    <w:rsid w:val="003407F4"/>
    <w:rsid w:val="0034135B"/>
    <w:rsid w:val="003417B5"/>
    <w:rsid w:val="003417CD"/>
    <w:rsid w:val="00341F32"/>
    <w:rsid w:val="00342B5F"/>
    <w:rsid w:val="0034379D"/>
    <w:rsid w:val="00344702"/>
    <w:rsid w:val="00346FC7"/>
    <w:rsid w:val="00350091"/>
    <w:rsid w:val="00351EDA"/>
    <w:rsid w:val="003526F1"/>
    <w:rsid w:val="003529B4"/>
    <w:rsid w:val="00353AC3"/>
    <w:rsid w:val="003563AC"/>
    <w:rsid w:val="0035641D"/>
    <w:rsid w:val="00356A25"/>
    <w:rsid w:val="00356D93"/>
    <w:rsid w:val="003579C0"/>
    <w:rsid w:val="003601B3"/>
    <w:rsid w:val="0036097E"/>
    <w:rsid w:val="003611FD"/>
    <w:rsid w:val="00361A95"/>
    <w:rsid w:val="003624E1"/>
    <w:rsid w:val="003629D7"/>
    <w:rsid w:val="00362E09"/>
    <w:rsid w:val="003637A7"/>
    <w:rsid w:val="003643F1"/>
    <w:rsid w:val="00364CD5"/>
    <w:rsid w:val="00365C38"/>
    <w:rsid w:val="003678F4"/>
    <w:rsid w:val="00367F25"/>
    <w:rsid w:val="00370CAB"/>
    <w:rsid w:val="00373BD4"/>
    <w:rsid w:val="00373FA7"/>
    <w:rsid w:val="00375EF3"/>
    <w:rsid w:val="00376237"/>
    <w:rsid w:val="003778BC"/>
    <w:rsid w:val="0038023D"/>
    <w:rsid w:val="00381D06"/>
    <w:rsid w:val="00385D0F"/>
    <w:rsid w:val="00387FC6"/>
    <w:rsid w:val="003924A2"/>
    <w:rsid w:val="00392514"/>
    <w:rsid w:val="0039263C"/>
    <w:rsid w:val="00392B4B"/>
    <w:rsid w:val="003933BE"/>
    <w:rsid w:val="00394C22"/>
    <w:rsid w:val="003A0198"/>
    <w:rsid w:val="003A053D"/>
    <w:rsid w:val="003A3C53"/>
    <w:rsid w:val="003A4D9D"/>
    <w:rsid w:val="003A4F97"/>
    <w:rsid w:val="003A51D9"/>
    <w:rsid w:val="003A6727"/>
    <w:rsid w:val="003A7BAF"/>
    <w:rsid w:val="003A7F0D"/>
    <w:rsid w:val="003B014E"/>
    <w:rsid w:val="003B234B"/>
    <w:rsid w:val="003B3274"/>
    <w:rsid w:val="003B6F2A"/>
    <w:rsid w:val="003B7DFF"/>
    <w:rsid w:val="003C097D"/>
    <w:rsid w:val="003C0A84"/>
    <w:rsid w:val="003C0BD3"/>
    <w:rsid w:val="003C1F1D"/>
    <w:rsid w:val="003C506A"/>
    <w:rsid w:val="003C5D4F"/>
    <w:rsid w:val="003C6528"/>
    <w:rsid w:val="003C6DDE"/>
    <w:rsid w:val="003C7125"/>
    <w:rsid w:val="003C7299"/>
    <w:rsid w:val="003D0EC2"/>
    <w:rsid w:val="003D1EC8"/>
    <w:rsid w:val="003D2201"/>
    <w:rsid w:val="003D293D"/>
    <w:rsid w:val="003D3825"/>
    <w:rsid w:val="003D555A"/>
    <w:rsid w:val="003E254D"/>
    <w:rsid w:val="003E4FE8"/>
    <w:rsid w:val="003F45F2"/>
    <w:rsid w:val="003F513A"/>
    <w:rsid w:val="003F5CDC"/>
    <w:rsid w:val="003F6626"/>
    <w:rsid w:val="003F67C3"/>
    <w:rsid w:val="003F7982"/>
    <w:rsid w:val="00401599"/>
    <w:rsid w:val="00403088"/>
    <w:rsid w:val="00403F4F"/>
    <w:rsid w:val="00404CA2"/>
    <w:rsid w:val="00406241"/>
    <w:rsid w:val="00406B17"/>
    <w:rsid w:val="004101CB"/>
    <w:rsid w:val="0041122C"/>
    <w:rsid w:val="00413D9F"/>
    <w:rsid w:val="00414840"/>
    <w:rsid w:val="004165D7"/>
    <w:rsid w:val="004167B7"/>
    <w:rsid w:val="00417492"/>
    <w:rsid w:val="00417BBA"/>
    <w:rsid w:val="00417CA1"/>
    <w:rsid w:val="004201B0"/>
    <w:rsid w:val="004202A9"/>
    <w:rsid w:val="00421B0C"/>
    <w:rsid w:val="00423A37"/>
    <w:rsid w:val="00424600"/>
    <w:rsid w:val="00427C7F"/>
    <w:rsid w:val="00427EFC"/>
    <w:rsid w:val="00431A31"/>
    <w:rsid w:val="00431C86"/>
    <w:rsid w:val="00432456"/>
    <w:rsid w:val="00435932"/>
    <w:rsid w:val="00440C60"/>
    <w:rsid w:val="00441368"/>
    <w:rsid w:val="00443DBE"/>
    <w:rsid w:val="00445E1E"/>
    <w:rsid w:val="004475DF"/>
    <w:rsid w:val="004503DC"/>
    <w:rsid w:val="004503F2"/>
    <w:rsid w:val="00450758"/>
    <w:rsid w:val="00450830"/>
    <w:rsid w:val="00450C8C"/>
    <w:rsid w:val="0045122A"/>
    <w:rsid w:val="00451782"/>
    <w:rsid w:val="00451B49"/>
    <w:rsid w:val="004529B0"/>
    <w:rsid w:val="00452AE6"/>
    <w:rsid w:val="00452C3F"/>
    <w:rsid w:val="0045353A"/>
    <w:rsid w:val="00453ADB"/>
    <w:rsid w:val="00454407"/>
    <w:rsid w:val="0045473E"/>
    <w:rsid w:val="00454EED"/>
    <w:rsid w:val="00456363"/>
    <w:rsid w:val="00456EF7"/>
    <w:rsid w:val="00461198"/>
    <w:rsid w:val="00462FF1"/>
    <w:rsid w:val="00463208"/>
    <w:rsid w:val="00466070"/>
    <w:rsid w:val="00470B3B"/>
    <w:rsid w:val="00470F33"/>
    <w:rsid w:val="00471C61"/>
    <w:rsid w:val="0047283F"/>
    <w:rsid w:val="00472FB4"/>
    <w:rsid w:val="00473003"/>
    <w:rsid w:val="00473266"/>
    <w:rsid w:val="00473D8F"/>
    <w:rsid w:val="004751D3"/>
    <w:rsid w:val="00475D26"/>
    <w:rsid w:val="00475E6A"/>
    <w:rsid w:val="00480F45"/>
    <w:rsid w:val="00481BC3"/>
    <w:rsid w:val="00482F83"/>
    <w:rsid w:val="0048376B"/>
    <w:rsid w:val="00483E9E"/>
    <w:rsid w:val="00484AA9"/>
    <w:rsid w:val="0048583B"/>
    <w:rsid w:val="00486728"/>
    <w:rsid w:val="00487EF7"/>
    <w:rsid w:val="00490715"/>
    <w:rsid w:val="00490BA4"/>
    <w:rsid w:val="00491748"/>
    <w:rsid w:val="00491D6E"/>
    <w:rsid w:val="00492925"/>
    <w:rsid w:val="00492B18"/>
    <w:rsid w:val="0049453C"/>
    <w:rsid w:val="00494E18"/>
    <w:rsid w:val="00495F03"/>
    <w:rsid w:val="00497DF4"/>
    <w:rsid w:val="004A0180"/>
    <w:rsid w:val="004A0B3F"/>
    <w:rsid w:val="004A0BFB"/>
    <w:rsid w:val="004A0FBB"/>
    <w:rsid w:val="004A1C77"/>
    <w:rsid w:val="004A2A8C"/>
    <w:rsid w:val="004A2E3D"/>
    <w:rsid w:val="004A39B8"/>
    <w:rsid w:val="004A4CDF"/>
    <w:rsid w:val="004A551A"/>
    <w:rsid w:val="004A57D6"/>
    <w:rsid w:val="004B03A7"/>
    <w:rsid w:val="004B20CF"/>
    <w:rsid w:val="004B22E6"/>
    <w:rsid w:val="004B2422"/>
    <w:rsid w:val="004B33C7"/>
    <w:rsid w:val="004B5982"/>
    <w:rsid w:val="004B59D2"/>
    <w:rsid w:val="004C06D0"/>
    <w:rsid w:val="004C19B1"/>
    <w:rsid w:val="004C4298"/>
    <w:rsid w:val="004C4DDF"/>
    <w:rsid w:val="004C5A00"/>
    <w:rsid w:val="004C7329"/>
    <w:rsid w:val="004D4149"/>
    <w:rsid w:val="004D7D8E"/>
    <w:rsid w:val="004E0ACC"/>
    <w:rsid w:val="004E3102"/>
    <w:rsid w:val="004E3F3D"/>
    <w:rsid w:val="004E463A"/>
    <w:rsid w:val="004E493F"/>
    <w:rsid w:val="004E7CAC"/>
    <w:rsid w:val="004F007D"/>
    <w:rsid w:val="004F0778"/>
    <w:rsid w:val="004F42AD"/>
    <w:rsid w:val="004F4716"/>
    <w:rsid w:val="004F4B36"/>
    <w:rsid w:val="004F6007"/>
    <w:rsid w:val="004F7FEB"/>
    <w:rsid w:val="00500ED4"/>
    <w:rsid w:val="00501697"/>
    <w:rsid w:val="00501E64"/>
    <w:rsid w:val="00504A71"/>
    <w:rsid w:val="005058E4"/>
    <w:rsid w:val="0050642F"/>
    <w:rsid w:val="00511B5D"/>
    <w:rsid w:val="005121E2"/>
    <w:rsid w:val="00514B1B"/>
    <w:rsid w:val="00514DFE"/>
    <w:rsid w:val="00514EF8"/>
    <w:rsid w:val="005160E6"/>
    <w:rsid w:val="0051754B"/>
    <w:rsid w:val="005200CD"/>
    <w:rsid w:val="005206E1"/>
    <w:rsid w:val="00520889"/>
    <w:rsid w:val="00522224"/>
    <w:rsid w:val="00522BFD"/>
    <w:rsid w:val="00523893"/>
    <w:rsid w:val="00527FC3"/>
    <w:rsid w:val="0053138E"/>
    <w:rsid w:val="0053198C"/>
    <w:rsid w:val="00532F12"/>
    <w:rsid w:val="00534997"/>
    <w:rsid w:val="00535714"/>
    <w:rsid w:val="005359E9"/>
    <w:rsid w:val="005411E4"/>
    <w:rsid w:val="00541423"/>
    <w:rsid w:val="00542D1E"/>
    <w:rsid w:val="00544E48"/>
    <w:rsid w:val="00547387"/>
    <w:rsid w:val="005538E3"/>
    <w:rsid w:val="00553B84"/>
    <w:rsid w:val="00554460"/>
    <w:rsid w:val="00554786"/>
    <w:rsid w:val="00554CB8"/>
    <w:rsid w:val="0055671E"/>
    <w:rsid w:val="00557BD3"/>
    <w:rsid w:val="0056071E"/>
    <w:rsid w:val="005607F3"/>
    <w:rsid w:val="00561531"/>
    <w:rsid w:val="005615A7"/>
    <w:rsid w:val="00561718"/>
    <w:rsid w:val="00561742"/>
    <w:rsid w:val="00562FD8"/>
    <w:rsid w:val="005632AB"/>
    <w:rsid w:val="00563BBF"/>
    <w:rsid w:val="00565FAD"/>
    <w:rsid w:val="00566A43"/>
    <w:rsid w:val="005718DF"/>
    <w:rsid w:val="00572F91"/>
    <w:rsid w:val="00573D48"/>
    <w:rsid w:val="00574077"/>
    <w:rsid w:val="00574C12"/>
    <w:rsid w:val="00575745"/>
    <w:rsid w:val="005757E7"/>
    <w:rsid w:val="00575CBD"/>
    <w:rsid w:val="005765F6"/>
    <w:rsid w:val="0057758E"/>
    <w:rsid w:val="005800C1"/>
    <w:rsid w:val="00580D5E"/>
    <w:rsid w:val="00584892"/>
    <w:rsid w:val="005848DE"/>
    <w:rsid w:val="00586262"/>
    <w:rsid w:val="00586341"/>
    <w:rsid w:val="0058675F"/>
    <w:rsid w:val="00591082"/>
    <w:rsid w:val="00591607"/>
    <w:rsid w:val="00592276"/>
    <w:rsid w:val="00596506"/>
    <w:rsid w:val="00596E34"/>
    <w:rsid w:val="005A303C"/>
    <w:rsid w:val="005B10A4"/>
    <w:rsid w:val="005B1769"/>
    <w:rsid w:val="005B208E"/>
    <w:rsid w:val="005B2206"/>
    <w:rsid w:val="005B24E1"/>
    <w:rsid w:val="005B3441"/>
    <w:rsid w:val="005B3E76"/>
    <w:rsid w:val="005B40DF"/>
    <w:rsid w:val="005B5EFC"/>
    <w:rsid w:val="005C2198"/>
    <w:rsid w:val="005C4AA0"/>
    <w:rsid w:val="005C6449"/>
    <w:rsid w:val="005C7050"/>
    <w:rsid w:val="005C771B"/>
    <w:rsid w:val="005D0EF5"/>
    <w:rsid w:val="005D3140"/>
    <w:rsid w:val="005D4013"/>
    <w:rsid w:val="005D59E6"/>
    <w:rsid w:val="005D5F19"/>
    <w:rsid w:val="005E0DC4"/>
    <w:rsid w:val="005E1771"/>
    <w:rsid w:val="005E6608"/>
    <w:rsid w:val="005E71AB"/>
    <w:rsid w:val="005E72F2"/>
    <w:rsid w:val="005E7A63"/>
    <w:rsid w:val="005E7EC6"/>
    <w:rsid w:val="005F1142"/>
    <w:rsid w:val="005F114C"/>
    <w:rsid w:val="005F4DDB"/>
    <w:rsid w:val="005F4F9C"/>
    <w:rsid w:val="005F6493"/>
    <w:rsid w:val="005F64E8"/>
    <w:rsid w:val="005F6B12"/>
    <w:rsid w:val="005F7D52"/>
    <w:rsid w:val="00600B6E"/>
    <w:rsid w:val="00600F60"/>
    <w:rsid w:val="0060176F"/>
    <w:rsid w:val="0060328A"/>
    <w:rsid w:val="00603BD6"/>
    <w:rsid w:val="00604678"/>
    <w:rsid w:val="00604AA6"/>
    <w:rsid w:val="00604BA6"/>
    <w:rsid w:val="00604C6A"/>
    <w:rsid w:val="00604DE2"/>
    <w:rsid w:val="00607006"/>
    <w:rsid w:val="006133F0"/>
    <w:rsid w:val="006138B0"/>
    <w:rsid w:val="00614398"/>
    <w:rsid w:val="00617F2F"/>
    <w:rsid w:val="006200D8"/>
    <w:rsid w:val="00620DAC"/>
    <w:rsid w:val="00622388"/>
    <w:rsid w:val="00623E1F"/>
    <w:rsid w:val="00630883"/>
    <w:rsid w:val="00630FC1"/>
    <w:rsid w:val="0063156F"/>
    <w:rsid w:val="00632CA7"/>
    <w:rsid w:val="006333D2"/>
    <w:rsid w:val="00633461"/>
    <w:rsid w:val="006335CA"/>
    <w:rsid w:val="00633D98"/>
    <w:rsid w:val="0063408F"/>
    <w:rsid w:val="00634307"/>
    <w:rsid w:val="0063515F"/>
    <w:rsid w:val="00636898"/>
    <w:rsid w:val="00636E2A"/>
    <w:rsid w:val="006376AE"/>
    <w:rsid w:val="0063773F"/>
    <w:rsid w:val="00637821"/>
    <w:rsid w:val="00640464"/>
    <w:rsid w:val="00640FC1"/>
    <w:rsid w:val="006422ED"/>
    <w:rsid w:val="006431D6"/>
    <w:rsid w:val="00645906"/>
    <w:rsid w:val="006528F2"/>
    <w:rsid w:val="00654548"/>
    <w:rsid w:val="00654AB1"/>
    <w:rsid w:val="00656120"/>
    <w:rsid w:val="006561C8"/>
    <w:rsid w:val="00657F47"/>
    <w:rsid w:val="00660AF3"/>
    <w:rsid w:val="0066114A"/>
    <w:rsid w:val="00663732"/>
    <w:rsid w:val="00664C1B"/>
    <w:rsid w:val="00664DCA"/>
    <w:rsid w:val="00664F9E"/>
    <w:rsid w:val="00665AF9"/>
    <w:rsid w:val="00666EFF"/>
    <w:rsid w:val="006672CD"/>
    <w:rsid w:val="00670B72"/>
    <w:rsid w:val="006714C5"/>
    <w:rsid w:val="00671BB3"/>
    <w:rsid w:val="00673347"/>
    <w:rsid w:val="00673B08"/>
    <w:rsid w:val="006747DB"/>
    <w:rsid w:val="00677843"/>
    <w:rsid w:val="00677DD4"/>
    <w:rsid w:val="006816EF"/>
    <w:rsid w:val="00684F50"/>
    <w:rsid w:val="00685566"/>
    <w:rsid w:val="0068649B"/>
    <w:rsid w:val="006866E3"/>
    <w:rsid w:val="00690471"/>
    <w:rsid w:val="00692367"/>
    <w:rsid w:val="00692591"/>
    <w:rsid w:val="00693F38"/>
    <w:rsid w:val="006A0B3C"/>
    <w:rsid w:val="006A1528"/>
    <w:rsid w:val="006A4FE4"/>
    <w:rsid w:val="006A5682"/>
    <w:rsid w:val="006A682A"/>
    <w:rsid w:val="006A6E50"/>
    <w:rsid w:val="006A7DC5"/>
    <w:rsid w:val="006B1E63"/>
    <w:rsid w:val="006B34B4"/>
    <w:rsid w:val="006B442C"/>
    <w:rsid w:val="006B4519"/>
    <w:rsid w:val="006B5757"/>
    <w:rsid w:val="006B7100"/>
    <w:rsid w:val="006B737A"/>
    <w:rsid w:val="006B7D35"/>
    <w:rsid w:val="006B7F70"/>
    <w:rsid w:val="006C0293"/>
    <w:rsid w:val="006C10BD"/>
    <w:rsid w:val="006C2873"/>
    <w:rsid w:val="006C3DC1"/>
    <w:rsid w:val="006C43BD"/>
    <w:rsid w:val="006C4D4A"/>
    <w:rsid w:val="006C6A54"/>
    <w:rsid w:val="006C6B3C"/>
    <w:rsid w:val="006C7FEB"/>
    <w:rsid w:val="006D1762"/>
    <w:rsid w:val="006D1783"/>
    <w:rsid w:val="006D1831"/>
    <w:rsid w:val="006D1926"/>
    <w:rsid w:val="006D24A4"/>
    <w:rsid w:val="006D33EB"/>
    <w:rsid w:val="006D3463"/>
    <w:rsid w:val="006D4120"/>
    <w:rsid w:val="006D44B5"/>
    <w:rsid w:val="006D48C2"/>
    <w:rsid w:val="006D57D6"/>
    <w:rsid w:val="006D658E"/>
    <w:rsid w:val="006D6C8B"/>
    <w:rsid w:val="006D773F"/>
    <w:rsid w:val="006D783C"/>
    <w:rsid w:val="006E2AC7"/>
    <w:rsid w:val="006E2E09"/>
    <w:rsid w:val="006E3656"/>
    <w:rsid w:val="006E3D03"/>
    <w:rsid w:val="006E4A3F"/>
    <w:rsid w:val="006E6DE3"/>
    <w:rsid w:val="006E6F49"/>
    <w:rsid w:val="006E74B9"/>
    <w:rsid w:val="006F06AA"/>
    <w:rsid w:val="006F06BA"/>
    <w:rsid w:val="006F3D5E"/>
    <w:rsid w:val="006F42E8"/>
    <w:rsid w:val="006F467F"/>
    <w:rsid w:val="006F5BD1"/>
    <w:rsid w:val="006F6C95"/>
    <w:rsid w:val="006F6FCF"/>
    <w:rsid w:val="006F7DAE"/>
    <w:rsid w:val="006F7DDA"/>
    <w:rsid w:val="007013D8"/>
    <w:rsid w:val="00701615"/>
    <w:rsid w:val="00703816"/>
    <w:rsid w:val="00705AC2"/>
    <w:rsid w:val="00707345"/>
    <w:rsid w:val="00711EEC"/>
    <w:rsid w:val="00712DAB"/>
    <w:rsid w:val="0071306E"/>
    <w:rsid w:val="00714BA4"/>
    <w:rsid w:val="00715C18"/>
    <w:rsid w:val="007174C5"/>
    <w:rsid w:val="007179C8"/>
    <w:rsid w:val="00717A99"/>
    <w:rsid w:val="00717D06"/>
    <w:rsid w:val="007209AE"/>
    <w:rsid w:val="00721344"/>
    <w:rsid w:val="00721A14"/>
    <w:rsid w:val="00721D04"/>
    <w:rsid w:val="007228EE"/>
    <w:rsid w:val="00722E9C"/>
    <w:rsid w:val="00724377"/>
    <w:rsid w:val="007243CC"/>
    <w:rsid w:val="00724E71"/>
    <w:rsid w:val="00724ED5"/>
    <w:rsid w:val="00725996"/>
    <w:rsid w:val="0072599F"/>
    <w:rsid w:val="00725F57"/>
    <w:rsid w:val="00726CCA"/>
    <w:rsid w:val="00726F70"/>
    <w:rsid w:val="00727102"/>
    <w:rsid w:val="00727D8E"/>
    <w:rsid w:val="00727E48"/>
    <w:rsid w:val="007308CD"/>
    <w:rsid w:val="00731C06"/>
    <w:rsid w:val="0073270F"/>
    <w:rsid w:val="00733171"/>
    <w:rsid w:val="00734817"/>
    <w:rsid w:val="00737223"/>
    <w:rsid w:val="007372B1"/>
    <w:rsid w:val="0073796F"/>
    <w:rsid w:val="00740266"/>
    <w:rsid w:val="007405A0"/>
    <w:rsid w:val="00740CDD"/>
    <w:rsid w:val="00742352"/>
    <w:rsid w:val="00744095"/>
    <w:rsid w:val="007454DB"/>
    <w:rsid w:val="00745698"/>
    <w:rsid w:val="00745989"/>
    <w:rsid w:val="00746248"/>
    <w:rsid w:val="00752A0D"/>
    <w:rsid w:val="00752BFA"/>
    <w:rsid w:val="00752EC4"/>
    <w:rsid w:val="00753E39"/>
    <w:rsid w:val="00754F08"/>
    <w:rsid w:val="007551B5"/>
    <w:rsid w:val="0076095B"/>
    <w:rsid w:val="00760C54"/>
    <w:rsid w:val="0076197E"/>
    <w:rsid w:val="00761E18"/>
    <w:rsid w:val="00761FD2"/>
    <w:rsid w:val="00762121"/>
    <w:rsid w:val="00762637"/>
    <w:rsid w:val="00763B27"/>
    <w:rsid w:val="00764176"/>
    <w:rsid w:val="00765F11"/>
    <w:rsid w:val="007664A2"/>
    <w:rsid w:val="007666EF"/>
    <w:rsid w:val="00770338"/>
    <w:rsid w:val="00774664"/>
    <w:rsid w:val="00776AB6"/>
    <w:rsid w:val="0077792E"/>
    <w:rsid w:val="00777A20"/>
    <w:rsid w:val="00781714"/>
    <w:rsid w:val="007817D2"/>
    <w:rsid w:val="00782B9C"/>
    <w:rsid w:val="0078565C"/>
    <w:rsid w:val="00786389"/>
    <w:rsid w:val="00787314"/>
    <w:rsid w:val="00787533"/>
    <w:rsid w:val="00791DAE"/>
    <w:rsid w:val="007933D1"/>
    <w:rsid w:val="007941D5"/>
    <w:rsid w:val="007944CC"/>
    <w:rsid w:val="0079486E"/>
    <w:rsid w:val="00794EDF"/>
    <w:rsid w:val="00795999"/>
    <w:rsid w:val="00796238"/>
    <w:rsid w:val="007973A6"/>
    <w:rsid w:val="007977C9"/>
    <w:rsid w:val="007A0D2B"/>
    <w:rsid w:val="007A2455"/>
    <w:rsid w:val="007A2CE1"/>
    <w:rsid w:val="007A3586"/>
    <w:rsid w:val="007A4426"/>
    <w:rsid w:val="007A4503"/>
    <w:rsid w:val="007A5103"/>
    <w:rsid w:val="007A5D44"/>
    <w:rsid w:val="007A6E4C"/>
    <w:rsid w:val="007B489C"/>
    <w:rsid w:val="007B6ED6"/>
    <w:rsid w:val="007B7783"/>
    <w:rsid w:val="007C0D73"/>
    <w:rsid w:val="007C2E65"/>
    <w:rsid w:val="007C327D"/>
    <w:rsid w:val="007C34C1"/>
    <w:rsid w:val="007C4923"/>
    <w:rsid w:val="007C4A5E"/>
    <w:rsid w:val="007C7C81"/>
    <w:rsid w:val="007D0051"/>
    <w:rsid w:val="007D0697"/>
    <w:rsid w:val="007D12BB"/>
    <w:rsid w:val="007D158C"/>
    <w:rsid w:val="007D1FFC"/>
    <w:rsid w:val="007D2C12"/>
    <w:rsid w:val="007D316E"/>
    <w:rsid w:val="007D35AF"/>
    <w:rsid w:val="007D39BB"/>
    <w:rsid w:val="007D3CE8"/>
    <w:rsid w:val="007D59D6"/>
    <w:rsid w:val="007D5C77"/>
    <w:rsid w:val="007D7FAF"/>
    <w:rsid w:val="007E0307"/>
    <w:rsid w:val="007E0F98"/>
    <w:rsid w:val="007E1CB3"/>
    <w:rsid w:val="007E1FDD"/>
    <w:rsid w:val="007E2257"/>
    <w:rsid w:val="007E3E4B"/>
    <w:rsid w:val="007E4ED2"/>
    <w:rsid w:val="007E5C3D"/>
    <w:rsid w:val="007E723E"/>
    <w:rsid w:val="007F3587"/>
    <w:rsid w:val="007F398F"/>
    <w:rsid w:val="007F5DDE"/>
    <w:rsid w:val="008019EE"/>
    <w:rsid w:val="00804325"/>
    <w:rsid w:val="00804D80"/>
    <w:rsid w:val="00804E10"/>
    <w:rsid w:val="00804E8E"/>
    <w:rsid w:val="00805F27"/>
    <w:rsid w:val="00806B81"/>
    <w:rsid w:val="00811D90"/>
    <w:rsid w:val="008140FF"/>
    <w:rsid w:val="008143F2"/>
    <w:rsid w:val="0081546E"/>
    <w:rsid w:val="00815819"/>
    <w:rsid w:val="00815D59"/>
    <w:rsid w:val="00816A5C"/>
    <w:rsid w:val="00816EC0"/>
    <w:rsid w:val="00820087"/>
    <w:rsid w:val="00820A02"/>
    <w:rsid w:val="00821F31"/>
    <w:rsid w:val="008222B3"/>
    <w:rsid w:val="008230A6"/>
    <w:rsid w:val="00824566"/>
    <w:rsid w:val="008246AF"/>
    <w:rsid w:val="008249EB"/>
    <w:rsid w:val="0082500F"/>
    <w:rsid w:val="00826C6E"/>
    <w:rsid w:val="008277EE"/>
    <w:rsid w:val="00830EDD"/>
    <w:rsid w:val="00831430"/>
    <w:rsid w:val="00832BE7"/>
    <w:rsid w:val="00834AFF"/>
    <w:rsid w:val="0083550F"/>
    <w:rsid w:val="008355EE"/>
    <w:rsid w:val="00836DA0"/>
    <w:rsid w:val="0083770C"/>
    <w:rsid w:val="00840103"/>
    <w:rsid w:val="0084026A"/>
    <w:rsid w:val="00841628"/>
    <w:rsid w:val="00841956"/>
    <w:rsid w:val="0085580A"/>
    <w:rsid w:val="008561D7"/>
    <w:rsid w:val="00856D0E"/>
    <w:rsid w:val="008575DF"/>
    <w:rsid w:val="008602A3"/>
    <w:rsid w:val="00861015"/>
    <w:rsid w:val="00861B9A"/>
    <w:rsid w:val="00862F69"/>
    <w:rsid w:val="00863538"/>
    <w:rsid w:val="0087070D"/>
    <w:rsid w:val="00870AA2"/>
    <w:rsid w:val="00871AE2"/>
    <w:rsid w:val="00874CE7"/>
    <w:rsid w:val="00877127"/>
    <w:rsid w:val="00877930"/>
    <w:rsid w:val="008839DD"/>
    <w:rsid w:val="00883AFD"/>
    <w:rsid w:val="00884C63"/>
    <w:rsid w:val="008857CC"/>
    <w:rsid w:val="008868E6"/>
    <w:rsid w:val="00886DD2"/>
    <w:rsid w:val="008870F5"/>
    <w:rsid w:val="00890245"/>
    <w:rsid w:val="0089043E"/>
    <w:rsid w:val="008904EA"/>
    <w:rsid w:val="0089065A"/>
    <w:rsid w:val="0089332E"/>
    <w:rsid w:val="008937CE"/>
    <w:rsid w:val="00894C5D"/>
    <w:rsid w:val="00895423"/>
    <w:rsid w:val="00896450"/>
    <w:rsid w:val="00897E5E"/>
    <w:rsid w:val="008A0A78"/>
    <w:rsid w:val="008A0B83"/>
    <w:rsid w:val="008A1C0D"/>
    <w:rsid w:val="008A247C"/>
    <w:rsid w:val="008A353B"/>
    <w:rsid w:val="008A3704"/>
    <w:rsid w:val="008A3DC9"/>
    <w:rsid w:val="008A659D"/>
    <w:rsid w:val="008A6991"/>
    <w:rsid w:val="008A6AE1"/>
    <w:rsid w:val="008A6F56"/>
    <w:rsid w:val="008A710B"/>
    <w:rsid w:val="008B03D6"/>
    <w:rsid w:val="008B08A5"/>
    <w:rsid w:val="008B2531"/>
    <w:rsid w:val="008B3B9D"/>
    <w:rsid w:val="008B4793"/>
    <w:rsid w:val="008B4F3D"/>
    <w:rsid w:val="008B51EA"/>
    <w:rsid w:val="008B62EC"/>
    <w:rsid w:val="008C0C54"/>
    <w:rsid w:val="008C1532"/>
    <w:rsid w:val="008C18E5"/>
    <w:rsid w:val="008C1A1C"/>
    <w:rsid w:val="008C29DC"/>
    <w:rsid w:val="008C2C71"/>
    <w:rsid w:val="008C2CBE"/>
    <w:rsid w:val="008C339F"/>
    <w:rsid w:val="008C5CA0"/>
    <w:rsid w:val="008C7E60"/>
    <w:rsid w:val="008D027B"/>
    <w:rsid w:val="008D11BB"/>
    <w:rsid w:val="008D3905"/>
    <w:rsid w:val="008D7DC6"/>
    <w:rsid w:val="008D7DDA"/>
    <w:rsid w:val="008D7FF3"/>
    <w:rsid w:val="008E016A"/>
    <w:rsid w:val="008E4551"/>
    <w:rsid w:val="008E5574"/>
    <w:rsid w:val="008E6766"/>
    <w:rsid w:val="008F123A"/>
    <w:rsid w:val="008F2771"/>
    <w:rsid w:val="008F3EEA"/>
    <w:rsid w:val="008F49E6"/>
    <w:rsid w:val="008F55B4"/>
    <w:rsid w:val="008F65A0"/>
    <w:rsid w:val="008F6AF0"/>
    <w:rsid w:val="00902163"/>
    <w:rsid w:val="009028B6"/>
    <w:rsid w:val="00902ADB"/>
    <w:rsid w:val="00902B94"/>
    <w:rsid w:val="00904609"/>
    <w:rsid w:val="00906E8D"/>
    <w:rsid w:val="00907B5D"/>
    <w:rsid w:val="0091034B"/>
    <w:rsid w:val="00911809"/>
    <w:rsid w:val="00911C75"/>
    <w:rsid w:val="00912093"/>
    <w:rsid w:val="00912804"/>
    <w:rsid w:val="00912B2E"/>
    <w:rsid w:val="009136F9"/>
    <w:rsid w:val="0091584D"/>
    <w:rsid w:val="00920AB1"/>
    <w:rsid w:val="00921D94"/>
    <w:rsid w:val="00922130"/>
    <w:rsid w:val="00922EB1"/>
    <w:rsid w:val="0092321B"/>
    <w:rsid w:val="00924CC3"/>
    <w:rsid w:val="00924ED2"/>
    <w:rsid w:val="0092649F"/>
    <w:rsid w:val="00930404"/>
    <w:rsid w:val="00930455"/>
    <w:rsid w:val="009306F1"/>
    <w:rsid w:val="0093277C"/>
    <w:rsid w:val="0093289A"/>
    <w:rsid w:val="00933859"/>
    <w:rsid w:val="0093547D"/>
    <w:rsid w:val="009355AA"/>
    <w:rsid w:val="00935F66"/>
    <w:rsid w:val="009365E2"/>
    <w:rsid w:val="009374AD"/>
    <w:rsid w:val="00940581"/>
    <w:rsid w:val="00940812"/>
    <w:rsid w:val="00940D4E"/>
    <w:rsid w:val="00941B36"/>
    <w:rsid w:val="00944CBD"/>
    <w:rsid w:val="00944E76"/>
    <w:rsid w:val="009453B4"/>
    <w:rsid w:val="00946E4E"/>
    <w:rsid w:val="009515E4"/>
    <w:rsid w:val="00951932"/>
    <w:rsid w:val="009519C9"/>
    <w:rsid w:val="00952391"/>
    <w:rsid w:val="00954A1D"/>
    <w:rsid w:val="00954D38"/>
    <w:rsid w:val="00955E55"/>
    <w:rsid w:val="00956FE9"/>
    <w:rsid w:val="00957E6E"/>
    <w:rsid w:val="00962AF6"/>
    <w:rsid w:val="0096320D"/>
    <w:rsid w:val="0096381B"/>
    <w:rsid w:val="00966056"/>
    <w:rsid w:val="00966844"/>
    <w:rsid w:val="00967609"/>
    <w:rsid w:val="009704A1"/>
    <w:rsid w:val="00975251"/>
    <w:rsid w:val="00975F76"/>
    <w:rsid w:val="00976785"/>
    <w:rsid w:val="00976D7A"/>
    <w:rsid w:val="00977ADE"/>
    <w:rsid w:val="00982FF9"/>
    <w:rsid w:val="0098374A"/>
    <w:rsid w:val="009842F5"/>
    <w:rsid w:val="00985712"/>
    <w:rsid w:val="00985C10"/>
    <w:rsid w:val="009902DE"/>
    <w:rsid w:val="009A270E"/>
    <w:rsid w:val="009A3394"/>
    <w:rsid w:val="009A397F"/>
    <w:rsid w:val="009A3A01"/>
    <w:rsid w:val="009A5AAC"/>
    <w:rsid w:val="009A64C1"/>
    <w:rsid w:val="009A6620"/>
    <w:rsid w:val="009A7310"/>
    <w:rsid w:val="009A781B"/>
    <w:rsid w:val="009B5D87"/>
    <w:rsid w:val="009B6078"/>
    <w:rsid w:val="009C0890"/>
    <w:rsid w:val="009C146F"/>
    <w:rsid w:val="009C1C67"/>
    <w:rsid w:val="009C31B5"/>
    <w:rsid w:val="009C35EC"/>
    <w:rsid w:val="009C3DD5"/>
    <w:rsid w:val="009C3E9A"/>
    <w:rsid w:val="009C4245"/>
    <w:rsid w:val="009C433C"/>
    <w:rsid w:val="009C61B1"/>
    <w:rsid w:val="009C7020"/>
    <w:rsid w:val="009D1161"/>
    <w:rsid w:val="009D2592"/>
    <w:rsid w:val="009D27E2"/>
    <w:rsid w:val="009D356A"/>
    <w:rsid w:val="009D3689"/>
    <w:rsid w:val="009D3FDF"/>
    <w:rsid w:val="009D5958"/>
    <w:rsid w:val="009D7EE4"/>
    <w:rsid w:val="009E287C"/>
    <w:rsid w:val="009E4A02"/>
    <w:rsid w:val="009E4CC8"/>
    <w:rsid w:val="009E5CEC"/>
    <w:rsid w:val="009E6034"/>
    <w:rsid w:val="009E6F0B"/>
    <w:rsid w:val="009F2AA6"/>
    <w:rsid w:val="009F46DC"/>
    <w:rsid w:val="009F5B14"/>
    <w:rsid w:val="009F69AE"/>
    <w:rsid w:val="009F7789"/>
    <w:rsid w:val="00A00857"/>
    <w:rsid w:val="00A01CC6"/>
    <w:rsid w:val="00A02458"/>
    <w:rsid w:val="00A02BD1"/>
    <w:rsid w:val="00A041D2"/>
    <w:rsid w:val="00A04A1A"/>
    <w:rsid w:val="00A04AC6"/>
    <w:rsid w:val="00A06051"/>
    <w:rsid w:val="00A100C2"/>
    <w:rsid w:val="00A111E2"/>
    <w:rsid w:val="00A122E4"/>
    <w:rsid w:val="00A12861"/>
    <w:rsid w:val="00A16A20"/>
    <w:rsid w:val="00A16DEF"/>
    <w:rsid w:val="00A206F4"/>
    <w:rsid w:val="00A22E0B"/>
    <w:rsid w:val="00A231B5"/>
    <w:rsid w:val="00A235E0"/>
    <w:rsid w:val="00A245A6"/>
    <w:rsid w:val="00A246F9"/>
    <w:rsid w:val="00A32C50"/>
    <w:rsid w:val="00A3503F"/>
    <w:rsid w:val="00A358A3"/>
    <w:rsid w:val="00A35E4D"/>
    <w:rsid w:val="00A36084"/>
    <w:rsid w:val="00A36E63"/>
    <w:rsid w:val="00A4024D"/>
    <w:rsid w:val="00A42891"/>
    <w:rsid w:val="00A43358"/>
    <w:rsid w:val="00A43512"/>
    <w:rsid w:val="00A435B3"/>
    <w:rsid w:val="00A43AC6"/>
    <w:rsid w:val="00A43D45"/>
    <w:rsid w:val="00A453C0"/>
    <w:rsid w:val="00A454F7"/>
    <w:rsid w:val="00A45D43"/>
    <w:rsid w:val="00A46858"/>
    <w:rsid w:val="00A47769"/>
    <w:rsid w:val="00A47C54"/>
    <w:rsid w:val="00A50259"/>
    <w:rsid w:val="00A523D6"/>
    <w:rsid w:val="00A53BCA"/>
    <w:rsid w:val="00A542E5"/>
    <w:rsid w:val="00A5440F"/>
    <w:rsid w:val="00A54A82"/>
    <w:rsid w:val="00A55EBA"/>
    <w:rsid w:val="00A578C1"/>
    <w:rsid w:val="00A600B4"/>
    <w:rsid w:val="00A6177E"/>
    <w:rsid w:val="00A63E26"/>
    <w:rsid w:val="00A653C3"/>
    <w:rsid w:val="00A6585A"/>
    <w:rsid w:val="00A65A72"/>
    <w:rsid w:val="00A674B6"/>
    <w:rsid w:val="00A67815"/>
    <w:rsid w:val="00A67B5D"/>
    <w:rsid w:val="00A704E1"/>
    <w:rsid w:val="00A7082C"/>
    <w:rsid w:val="00A73CE0"/>
    <w:rsid w:val="00A74F91"/>
    <w:rsid w:val="00A75C8E"/>
    <w:rsid w:val="00A76063"/>
    <w:rsid w:val="00A7686F"/>
    <w:rsid w:val="00A76BF7"/>
    <w:rsid w:val="00A77D3C"/>
    <w:rsid w:val="00A77E64"/>
    <w:rsid w:val="00A83E86"/>
    <w:rsid w:val="00A85B00"/>
    <w:rsid w:val="00A87DC6"/>
    <w:rsid w:val="00A91718"/>
    <w:rsid w:val="00A91CCF"/>
    <w:rsid w:val="00A93866"/>
    <w:rsid w:val="00A94270"/>
    <w:rsid w:val="00A960EF"/>
    <w:rsid w:val="00A96783"/>
    <w:rsid w:val="00A96A08"/>
    <w:rsid w:val="00A97E74"/>
    <w:rsid w:val="00AA0850"/>
    <w:rsid w:val="00AA3FDC"/>
    <w:rsid w:val="00AA4361"/>
    <w:rsid w:val="00AA538A"/>
    <w:rsid w:val="00AA6018"/>
    <w:rsid w:val="00AA7A72"/>
    <w:rsid w:val="00AB1487"/>
    <w:rsid w:val="00AB24DA"/>
    <w:rsid w:val="00AB2E11"/>
    <w:rsid w:val="00AB3520"/>
    <w:rsid w:val="00AB4136"/>
    <w:rsid w:val="00AB4329"/>
    <w:rsid w:val="00AB4772"/>
    <w:rsid w:val="00AB48F2"/>
    <w:rsid w:val="00AB4D5C"/>
    <w:rsid w:val="00AC149C"/>
    <w:rsid w:val="00AC1F42"/>
    <w:rsid w:val="00AC4403"/>
    <w:rsid w:val="00AC4ED9"/>
    <w:rsid w:val="00AC555C"/>
    <w:rsid w:val="00AC60FA"/>
    <w:rsid w:val="00AC63AB"/>
    <w:rsid w:val="00AD06CE"/>
    <w:rsid w:val="00AD0870"/>
    <w:rsid w:val="00AD0FA0"/>
    <w:rsid w:val="00AD2DCA"/>
    <w:rsid w:val="00AD447A"/>
    <w:rsid w:val="00AD5411"/>
    <w:rsid w:val="00AE215B"/>
    <w:rsid w:val="00AE3042"/>
    <w:rsid w:val="00AE3DE8"/>
    <w:rsid w:val="00AE61F8"/>
    <w:rsid w:val="00AE7483"/>
    <w:rsid w:val="00AE7487"/>
    <w:rsid w:val="00AE7489"/>
    <w:rsid w:val="00AE7A8F"/>
    <w:rsid w:val="00AE7C37"/>
    <w:rsid w:val="00AE7C8D"/>
    <w:rsid w:val="00AF215A"/>
    <w:rsid w:val="00AF2F49"/>
    <w:rsid w:val="00AF2FA6"/>
    <w:rsid w:val="00AF302A"/>
    <w:rsid w:val="00AF4F5B"/>
    <w:rsid w:val="00AF5928"/>
    <w:rsid w:val="00AF6824"/>
    <w:rsid w:val="00B00312"/>
    <w:rsid w:val="00B00DA1"/>
    <w:rsid w:val="00B0121D"/>
    <w:rsid w:val="00B0201B"/>
    <w:rsid w:val="00B035D9"/>
    <w:rsid w:val="00B041D4"/>
    <w:rsid w:val="00B049DB"/>
    <w:rsid w:val="00B04A61"/>
    <w:rsid w:val="00B0768F"/>
    <w:rsid w:val="00B07F85"/>
    <w:rsid w:val="00B12D64"/>
    <w:rsid w:val="00B12DD3"/>
    <w:rsid w:val="00B1612F"/>
    <w:rsid w:val="00B20973"/>
    <w:rsid w:val="00B21568"/>
    <w:rsid w:val="00B22275"/>
    <w:rsid w:val="00B2301D"/>
    <w:rsid w:val="00B23538"/>
    <w:rsid w:val="00B23F06"/>
    <w:rsid w:val="00B268C2"/>
    <w:rsid w:val="00B26F99"/>
    <w:rsid w:val="00B27047"/>
    <w:rsid w:val="00B27BBE"/>
    <w:rsid w:val="00B30ACC"/>
    <w:rsid w:val="00B3127F"/>
    <w:rsid w:val="00B3336A"/>
    <w:rsid w:val="00B344D8"/>
    <w:rsid w:val="00B34504"/>
    <w:rsid w:val="00B34DB9"/>
    <w:rsid w:val="00B35072"/>
    <w:rsid w:val="00B35945"/>
    <w:rsid w:val="00B35B0A"/>
    <w:rsid w:val="00B36CE5"/>
    <w:rsid w:val="00B36E29"/>
    <w:rsid w:val="00B372B0"/>
    <w:rsid w:val="00B37CDB"/>
    <w:rsid w:val="00B41DBB"/>
    <w:rsid w:val="00B43DDF"/>
    <w:rsid w:val="00B44026"/>
    <w:rsid w:val="00B44110"/>
    <w:rsid w:val="00B46769"/>
    <w:rsid w:val="00B476BC"/>
    <w:rsid w:val="00B47F75"/>
    <w:rsid w:val="00B50B3C"/>
    <w:rsid w:val="00B5298D"/>
    <w:rsid w:val="00B53653"/>
    <w:rsid w:val="00B53BCD"/>
    <w:rsid w:val="00B56F01"/>
    <w:rsid w:val="00B57D1C"/>
    <w:rsid w:val="00B607AD"/>
    <w:rsid w:val="00B60F2D"/>
    <w:rsid w:val="00B61367"/>
    <w:rsid w:val="00B62D84"/>
    <w:rsid w:val="00B631C9"/>
    <w:rsid w:val="00B67844"/>
    <w:rsid w:val="00B700F4"/>
    <w:rsid w:val="00B7040F"/>
    <w:rsid w:val="00B70978"/>
    <w:rsid w:val="00B70D59"/>
    <w:rsid w:val="00B71B32"/>
    <w:rsid w:val="00B73D40"/>
    <w:rsid w:val="00B7421A"/>
    <w:rsid w:val="00B74A29"/>
    <w:rsid w:val="00B74CC1"/>
    <w:rsid w:val="00B76F91"/>
    <w:rsid w:val="00B7736C"/>
    <w:rsid w:val="00B80470"/>
    <w:rsid w:val="00B82523"/>
    <w:rsid w:val="00B839BD"/>
    <w:rsid w:val="00B84B52"/>
    <w:rsid w:val="00B868A1"/>
    <w:rsid w:val="00B87F52"/>
    <w:rsid w:val="00B91972"/>
    <w:rsid w:val="00B93C4D"/>
    <w:rsid w:val="00B960EA"/>
    <w:rsid w:val="00B975CA"/>
    <w:rsid w:val="00BA03F6"/>
    <w:rsid w:val="00BA1624"/>
    <w:rsid w:val="00BA2CF7"/>
    <w:rsid w:val="00BA3097"/>
    <w:rsid w:val="00BA3FD3"/>
    <w:rsid w:val="00BA4C0A"/>
    <w:rsid w:val="00BA5560"/>
    <w:rsid w:val="00BA6A02"/>
    <w:rsid w:val="00BA7571"/>
    <w:rsid w:val="00BA7BAD"/>
    <w:rsid w:val="00BB08A6"/>
    <w:rsid w:val="00BB0EDB"/>
    <w:rsid w:val="00BB12D2"/>
    <w:rsid w:val="00BB1464"/>
    <w:rsid w:val="00BB1ED8"/>
    <w:rsid w:val="00BB289B"/>
    <w:rsid w:val="00BB2D09"/>
    <w:rsid w:val="00BB389E"/>
    <w:rsid w:val="00BB4374"/>
    <w:rsid w:val="00BC2202"/>
    <w:rsid w:val="00BC27B2"/>
    <w:rsid w:val="00BC64D0"/>
    <w:rsid w:val="00BC67F6"/>
    <w:rsid w:val="00BD141C"/>
    <w:rsid w:val="00BD3CDC"/>
    <w:rsid w:val="00BD4449"/>
    <w:rsid w:val="00BD4B74"/>
    <w:rsid w:val="00BD5B80"/>
    <w:rsid w:val="00BD61BE"/>
    <w:rsid w:val="00BD7C4D"/>
    <w:rsid w:val="00BE396F"/>
    <w:rsid w:val="00BE3D28"/>
    <w:rsid w:val="00BE56F2"/>
    <w:rsid w:val="00BE5B66"/>
    <w:rsid w:val="00BE6EA5"/>
    <w:rsid w:val="00BE7961"/>
    <w:rsid w:val="00BF1160"/>
    <w:rsid w:val="00BF1319"/>
    <w:rsid w:val="00BF16E5"/>
    <w:rsid w:val="00BF1912"/>
    <w:rsid w:val="00BF192C"/>
    <w:rsid w:val="00BF1DFC"/>
    <w:rsid w:val="00BF3ECD"/>
    <w:rsid w:val="00BF4A44"/>
    <w:rsid w:val="00BF5861"/>
    <w:rsid w:val="00BF58B5"/>
    <w:rsid w:val="00BF7F39"/>
    <w:rsid w:val="00C00111"/>
    <w:rsid w:val="00C0151E"/>
    <w:rsid w:val="00C01CB3"/>
    <w:rsid w:val="00C02DCE"/>
    <w:rsid w:val="00C033CE"/>
    <w:rsid w:val="00C0379B"/>
    <w:rsid w:val="00C04A42"/>
    <w:rsid w:val="00C051ED"/>
    <w:rsid w:val="00C0567C"/>
    <w:rsid w:val="00C0753B"/>
    <w:rsid w:val="00C07E5B"/>
    <w:rsid w:val="00C1353E"/>
    <w:rsid w:val="00C16930"/>
    <w:rsid w:val="00C176A5"/>
    <w:rsid w:val="00C22B31"/>
    <w:rsid w:val="00C23583"/>
    <w:rsid w:val="00C25D08"/>
    <w:rsid w:val="00C26412"/>
    <w:rsid w:val="00C2731F"/>
    <w:rsid w:val="00C27B44"/>
    <w:rsid w:val="00C31455"/>
    <w:rsid w:val="00C31683"/>
    <w:rsid w:val="00C31FC1"/>
    <w:rsid w:val="00C32205"/>
    <w:rsid w:val="00C32269"/>
    <w:rsid w:val="00C32C86"/>
    <w:rsid w:val="00C33B1E"/>
    <w:rsid w:val="00C341D9"/>
    <w:rsid w:val="00C346E9"/>
    <w:rsid w:val="00C34C8C"/>
    <w:rsid w:val="00C35494"/>
    <w:rsid w:val="00C36292"/>
    <w:rsid w:val="00C4026B"/>
    <w:rsid w:val="00C40311"/>
    <w:rsid w:val="00C40812"/>
    <w:rsid w:val="00C41B79"/>
    <w:rsid w:val="00C42873"/>
    <w:rsid w:val="00C450ED"/>
    <w:rsid w:val="00C45304"/>
    <w:rsid w:val="00C45F5B"/>
    <w:rsid w:val="00C46262"/>
    <w:rsid w:val="00C46937"/>
    <w:rsid w:val="00C506CB"/>
    <w:rsid w:val="00C51028"/>
    <w:rsid w:val="00C51D80"/>
    <w:rsid w:val="00C52E3A"/>
    <w:rsid w:val="00C52EEF"/>
    <w:rsid w:val="00C53192"/>
    <w:rsid w:val="00C533D5"/>
    <w:rsid w:val="00C53BCC"/>
    <w:rsid w:val="00C54AE8"/>
    <w:rsid w:val="00C5555B"/>
    <w:rsid w:val="00C562EE"/>
    <w:rsid w:val="00C56B6B"/>
    <w:rsid w:val="00C61A2A"/>
    <w:rsid w:val="00C6264A"/>
    <w:rsid w:val="00C63E83"/>
    <w:rsid w:val="00C64330"/>
    <w:rsid w:val="00C6537E"/>
    <w:rsid w:val="00C65432"/>
    <w:rsid w:val="00C7441D"/>
    <w:rsid w:val="00C75CA5"/>
    <w:rsid w:val="00C76796"/>
    <w:rsid w:val="00C768A4"/>
    <w:rsid w:val="00C775EB"/>
    <w:rsid w:val="00C779D4"/>
    <w:rsid w:val="00C80EB1"/>
    <w:rsid w:val="00C83861"/>
    <w:rsid w:val="00C87691"/>
    <w:rsid w:val="00C91FC9"/>
    <w:rsid w:val="00C923CC"/>
    <w:rsid w:val="00C923DF"/>
    <w:rsid w:val="00C943B4"/>
    <w:rsid w:val="00C94D47"/>
    <w:rsid w:val="00C95854"/>
    <w:rsid w:val="00C95EEF"/>
    <w:rsid w:val="00C96948"/>
    <w:rsid w:val="00CA0098"/>
    <w:rsid w:val="00CA0272"/>
    <w:rsid w:val="00CA1429"/>
    <w:rsid w:val="00CA1AC6"/>
    <w:rsid w:val="00CA24A4"/>
    <w:rsid w:val="00CA3ADB"/>
    <w:rsid w:val="00CA4514"/>
    <w:rsid w:val="00CA5D80"/>
    <w:rsid w:val="00CA6580"/>
    <w:rsid w:val="00CA7072"/>
    <w:rsid w:val="00CA7DC8"/>
    <w:rsid w:val="00CB168F"/>
    <w:rsid w:val="00CB245B"/>
    <w:rsid w:val="00CB4FF2"/>
    <w:rsid w:val="00CB55D8"/>
    <w:rsid w:val="00CC0763"/>
    <w:rsid w:val="00CC1946"/>
    <w:rsid w:val="00CC1AB2"/>
    <w:rsid w:val="00CC1DE0"/>
    <w:rsid w:val="00CC1E14"/>
    <w:rsid w:val="00CC3529"/>
    <w:rsid w:val="00CC38BF"/>
    <w:rsid w:val="00CC3909"/>
    <w:rsid w:val="00CC40FF"/>
    <w:rsid w:val="00CC4764"/>
    <w:rsid w:val="00CC4A37"/>
    <w:rsid w:val="00CC4CC3"/>
    <w:rsid w:val="00CC76BA"/>
    <w:rsid w:val="00CD2359"/>
    <w:rsid w:val="00CD5303"/>
    <w:rsid w:val="00CD634A"/>
    <w:rsid w:val="00CE0245"/>
    <w:rsid w:val="00CE1C32"/>
    <w:rsid w:val="00CE332A"/>
    <w:rsid w:val="00CE43AC"/>
    <w:rsid w:val="00CE4AC1"/>
    <w:rsid w:val="00CF01A2"/>
    <w:rsid w:val="00CF306E"/>
    <w:rsid w:val="00CF398A"/>
    <w:rsid w:val="00CF3EA7"/>
    <w:rsid w:val="00CF4ED3"/>
    <w:rsid w:val="00CF4F6C"/>
    <w:rsid w:val="00CF5183"/>
    <w:rsid w:val="00CF58F3"/>
    <w:rsid w:val="00CF62BD"/>
    <w:rsid w:val="00D00A25"/>
    <w:rsid w:val="00D01B55"/>
    <w:rsid w:val="00D02DCF"/>
    <w:rsid w:val="00D03449"/>
    <w:rsid w:val="00D03866"/>
    <w:rsid w:val="00D03EAB"/>
    <w:rsid w:val="00D0480D"/>
    <w:rsid w:val="00D04D47"/>
    <w:rsid w:val="00D06DB8"/>
    <w:rsid w:val="00D10FCE"/>
    <w:rsid w:val="00D11DB4"/>
    <w:rsid w:val="00D122DA"/>
    <w:rsid w:val="00D20A7C"/>
    <w:rsid w:val="00D22D41"/>
    <w:rsid w:val="00D2320A"/>
    <w:rsid w:val="00D245ED"/>
    <w:rsid w:val="00D24AA1"/>
    <w:rsid w:val="00D250DD"/>
    <w:rsid w:val="00D25A68"/>
    <w:rsid w:val="00D260FD"/>
    <w:rsid w:val="00D26FC5"/>
    <w:rsid w:val="00D27A36"/>
    <w:rsid w:val="00D310BE"/>
    <w:rsid w:val="00D343C6"/>
    <w:rsid w:val="00D37CAE"/>
    <w:rsid w:val="00D41E1A"/>
    <w:rsid w:val="00D436D9"/>
    <w:rsid w:val="00D43BB3"/>
    <w:rsid w:val="00D43E20"/>
    <w:rsid w:val="00D45010"/>
    <w:rsid w:val="00D453D9"/>
    <w:rsid w:val="00D45EFB"/>
    <w:rsid w:val="00D46B12"/>
    <w:rsid w:val="00D47385"/>
    <w:rsid w:val="00D47DC6"/>
    <w:rsid w:val="00D517DB"/>
    <w:rsid w:val="00D52922"/>
    <w:rsid w:val="00D531C0"/>
    <w:rsid w:val="00D53627"/>
    <w:rsid w:val="00D53F21"/>
    <w:rsid w:val="00D54FD0"/>
    <w:rsid w:val="00D55FA9"/>
    <w:rsid w:val="00D56CB5"/>
    <w:rsid w:val="00D5779D"/>
    <w:rsid w:val="00D60CF1"/>
    <w:rsid w:val="00D613AC"/>
    <w:rsid w:val="00D61573"/>
    <w:rsid w:val="00D6199C"/>
    <w:rsid w:val="00D62AB0"/>
    <w:rsid w:val="00D62B26"/>
    <w:rsid w:val="00D651D3"/>
    <w:rsid w:val="00D67E26"/>
    <w:rsid w:val="00D7006C"/>
    <w:rsid w:val="00D708DA"/>
    <w:rsid w:val="00D70B9C"/>
    <w:rsid w:val="00D70E11"/>
    <w:rsid w:val="00D71BEA"/>
    <w:rsid w:val="00D73711"/>
    <w:rsid w:val="00D742D7"/>
    <w:rsid w:val="00D74604"/>
    <w:rsid w:val="00D760AB"/>
    <w:rsid w:val="00D77EC9"/>
    <w:rsid w:val="00D801E4"/>
    <w:rsid w:val="00D80939"/>
    <w:rsid w:val="00D80AE9"/>
    <w:rsid w:val="00D8194C"/>
    <w:rsid w:val="00D83D5C"/>
    <w:rsid w:val="00D8637A"/>
    <w:rsid w:val="00D876A3"/>
    <w:rsid w:val="00D877B5"/>
    <w:rsid w:val="00D92CE4"/>
    <w:rsid w:val="00D93D35"/>
    <w:rsid w:val="00D945E5"/>
    <w:rsid w:val="00D95336"/>
    <w:rsid w:val="00D95D8D"/>
    <w:rsid w:val="00D9635B"/>
    <w:rsid w:val="00DA1059"/>
    <w:rsid w:val="00DA1731"/>
    <w:rsid w:val="00DA25C0"/>
    <w:rsid w:val="00DA2702"/>
    <w:rsid w:val="00DA39EA"/>
    <w:rsid w:val="00DA3B08"/>
    <w:rsid w:val="00DA6B79"/>
    <w:rsid w:val="00DA7D43"/>
    <w:rsid w:val="00DB087E"/>
    <w:rsid w:val="00DB1A07"/>
    <w:rsid w:val="00DB22F2"/>
    <w:rsid w:val="00DB3141"/>
    <w:rsid w:val="00DB33D6"/>
    <w:rsid w:val="00DB38BD"/>
    <w:rsid w:val="00DB44E4"/>
    <w:rsid w:val="00DB5D70"/>
    <w:rsid w:val="00DB69C5"/>
    <w:rsid w:val="00DB743C"/>
    <w:rsid w:val="00DC1B98"/>
    <w:rsid w:val="00DC41AA"/>
    <w:rsid w:val="00DC5D52"/>
    <w:rsid w:val="00DC683C"/>
    <w:rsid w:val="00DC7D53"/>
    <w:rsid w:val="00DD1DAC"/>
    <w:rsid w:val="00DD41A2"/>
    <w:rsid w:val="00DD52A1"/>
    <w:rsid w:val="00DD54FF"/>
    <w:rsid w:val="00DD56CD"/>
    <w:rsid w:val="00DD65ED"/>
    <w:rsid w:val="00DD68ED"/>
    <w:rsid w:val="00DD7D39"/>
    <w:rsid w:val="00DE02AB"/>
    <w:rsid w:val="00DE1955"/>
    <w:rsid w:val="00DE1C55"/>
    <w:rsid w:val="00DE1F9A"/>
    <w:rsid w:val="00DE21A8"/>
    <w:rsid w:val="00DE23D8"/>
    <w:rsid w:val="00DE25E9"/>
    <w:rsid w:val="00DE5303"/>
    <w:rsid w:val="00DE6857"/>
    <w:rsid w:val="00DE71BB"/>
    <w:rsid w:val="00DF06D5"/>
    <w:rsid w:val="00DF1FBE"/>
    <w:rsid w:val="00DF261E"/>
    <w:rsid w:val="00DF2A4E"/>
    <w:rsid w:val="00DF3B36"/>
    <w:rsid w:val="00DF45AF"/>
    <w:rsid w:val="00DF5C59"/>
    <w:rsid w:val="00DF6504"/>
    <w:rsid w:val="00E011C7"/>
    <w:rsid w:val="00E01487"/>
    <w:rsid w:val="00E033A6"/>
    <w:rsid w:val="00E04C1E"/>
    <w:rsid w:val="00E06829"/>
    <w:rsid w:val="00E06E56"/>
    <w:rsid w:val="00E10D1B"/>
    <w:rsid w:val="00E10DCE"/>
    <w:rsid w:val="00E122C8"/>
    <w:rsid w:val="00E13356"/>
    <w:rsid w:val="00E1496B"/>
    <w:rsid w:val="00E1633D"/>
    <w:rsid w:val="00E201D9"/>
    <w:rsid w:val="00E206E1"/>
    <w:rsid w:val="00E2077F"/>
    <w:rsid w:val="00E220C8"/>
    <w:rsid w:val="00E22EC5"/>
    <w:rsid w:val="00E238B7"/>
    <w:rsid w:val="00E24254"/>
    <w:rsid w:val="00E242C1"/>
    <w:rsid w:val="00E2638B"/>
    <w:rsid w:val="00E3282A"/>
    <w:rsid w:val="00E345E1"/>
    <w:rsid w:val="00E373DC"/>
    <w:rsid w:val="00E375E9"/>
    <w:rsid w:val="00E37910"/>
    <w:rsid w:val="00E37B54"/>
    <w:rsid w:val="00E40DC5"/>
    <w:rsid w:val="00E413E8"/>
    <w:rsid w:val="00E42106"/>
    <w:rsid w:val="00E42512"/>
    <w:rsid w:val="00E43A06"/>
    <w:rsid w:val="00E445DC"/>
    <w:rsid w:val="00E45D87"/>
    <w:rsid w:val="00E461E7"/>
    <w:rsid w:val="00E467C8"/>
    <w:rsid w:val="00E46E45"/>
    <w:rsid w:val="00E506C8"/>
    <w:rsid w:val="00E51F6A"/>
    <w:rsid w:val="00E5359A"/>
    <w:rsid w:val="00E56C39"/>
    <w:rsid w:val="00E601AA"/>
    <w:rsid w:val="00E60C0A"/>
    <w:rsid w:val="00E6137F"/>
    <w:rsid w:val="00E613A1"/>
    <w:rsid w:val="00E614BC"/>
    <w:rsid w:val="00E61EF4"/>
    <w:rsid w:val="00E64E71"/>
    <w:rsid w:val="00E65239"/>
    <w:rsid w:val="00E66990"/>
    <w:rsid w:val="00E66BA4"/>
    <w:rsid w:val="00E6783D"/>
    <w:rsid w:val="00E71FB7"/>
    <w:rsid w:val="00E75EEB"/>
    <w:rsid w:val="00E813CB"/>
    <w:rsid w:val="00E81D6B"/>
    <w:rsid w:val="00E83A75"/>
    <w:rsid w:val="00E85460"/>
    <w:rsid w:val="00E858CD"/>
    <w:rsid w:val="00E87527"/>
    <w:rsid w:val="00E90B61"/>
    <w:rsid w:val="00E91CF8"/>
    <w:rsid w:val="00E925B2"/>
    <w:rsid w:val="00E95FDA"/>
    <w:rsid w:val="00E9617C"/>
    <w:rsid w:val="00E9623B"/>
    <w:rsid w:val="00E976FB"/>
    <w:rsid w:val="00E97B41"/>
    <w:rsid w:val="00EA0072"/>
    <w:rsid w:val="00EA0165"/>
    <w:rsid w:val="00EA03A0"/>
    <w:rsid w:val="00EA088C"/>
    <w:rsid w:val="00EA6537"/>
    <w:rsid w:val="00EA6E29"/>
    <w:rsid w:val="00EB03C0"/>
    <w:rsid w:val="00EB04EE"/>
    <w:rsid w:val="00EB2AC9"/>
    <w:rsid w:val="00EB3068"/>
    <w:rsid w:val="00EB41F9"/>
    <w:rsid w:val="00EB619F"/>
    <w:rsid w:val="00EC6F88"/>
    <w:rsid w:val="00EC72CA"/>
    <w:rsid w:val="00EC7C66"/>
    <w:rsid w:val="00ED019A"/>
    <w:rsid w:val="00ED021E"/>
    <w:rsid w:val="00ED1AF5"/>
    <w:rsid w:val="00ED4610"/>
    <w:rsid w:val="00ED4BF2"/>
    <w:rsid w:val="00ED4DCA"/>
    <w:rsid w:val="00ED5D40"/>
    <w:rsid w:val="00ED5ECD"/>
    <w:rsid w:val="00ED6328"/>
    <w:rsid w:val="00ED6AB3"/>
    <w:rsid w:val="00ED6D38"/>
    <w:rsid w:val="00EE0F34"/>
    <w:rsid w:val="00EE0F4F"/>
    <w:rsid w:val="00EE1E9D"/>
    <w:rsid w:val="00EE2C11"/>
    <w:rsid w:val="00EE3248"/>
    <w:rsid w:val="00EE35AC"/>
    <w:rsid w:val="00EE384F"/>
    <w:rsid w:val="00EE3C6E"/>
    <w:rsid w:val="00EE5FAE"/>
    <w:rsid w:val="00EE6CF5"/>
    <w:rsid w:val="00EE748F"/>
    <w:rsid w:val="00EE7960"/>
    <w:rsid w:val="00EE7A40"/>
    <w:rsid w:val="00EE7DDE"/>
    <w:rsid w:val="00EF0819"/>
    <w:rsid w:val="00EF21BE"/>
    <w:rsid w:val="00EF220A"/>
    <w:rsid w:val="00EF37A9"/>
    <w:rsid w:val="00EF5C83"/>
    <w:rsid w:val="00F0217D"/>
    <w:rsid w:val="00F04315"/>
    <w:rsid w:val="00F0445C"/>
    <w:rsid w:val="00F057EF"/>
    <w:rsid w:val="00F07B48"/>
    <w:rsid w:val="00F11780"/>
    <w:rsid w:val="00F12660"/>
    <w:rsid w:val="00F129B3"/>
    <w:rsid w:val="00F12CE3"/>
    <w:rsid w:val="00F1627B"/>
    <w:rsid w:val="00F22D22"/>
    <w:rsid w:val="00F2435A"/>
    <w:rsid w:val="00F266FD"/>
    <w:rsid w:val="00F26A33"/>
    <w:rsid w:val="00F319C7"/>
    <w:rsid w:val="00F35113"/>
    <w:rsid w:val="00F3525F"/>
    <w:rsid w:val="00F4069D"/>
    <w:rsid w:val="00F4347F"/>
    <w:rsid w:val="00F4370C"/>
    <w:rsid w:val="00F441F0"/>
    <w:rsid w:val="00F44D8A"/>
    <w:rsid w:val="00F451FD"/>
    <w:rsid w:val="00F455A5"/>
    <w:rsid w:val="00F45F30"/>
    <w:rsid w:val="00F460AB"/>
    <w:rsid w:val="00F46D0C"/>
    <w:rsid w:val="00F50464"/>
    <w:rsid w:val="00F51E4C"/>
    <w:rsid w:val="00F52D4F"/>
    <w:rsid w:val="00F54AFF"/>
    <w:rsid w:val="00F553BB"/>
    <w:rsid w:val="00F56BEA"/>
    <w:rsid w:val="00F60475"/>
    <w:rsid w:val="00F619BA"/>
    <w:rsid w:val="00F6237C"/>
    <w:rsid w:val="00F62553"/>
    <w:rsid w:val="00F633B3"/>
    <w:rsid w:val="00F642EB"/>
    <w:rsid w:val="00F6462B"/>
    <w:rsid w:val="00F64893"/>
    <w:rsid w:val="00F64EA3"/>
    <w:rsid w:val="00F658DB"/>
    <w:rsid w:val="00F665DC"/>
    <w:rsid w:val="00F700FF"/>
    <w:rsid w:val="00F70ECB"/>
    <w:rsid w:val="00F71048"/>
    <w:rsid w:val="00F7145C"/>
    <w:rsid w:val="00F71D29"/>
    <w:rsid w:val="00F73FB7"/>
    <w:rsid w:val="00F741B4"/>
    <w:rsid w:val="00F7578C"/>
    <w:rsid w:val="00F75CB7"/>
    <w:rsid w:val="00F76708"/>
    <w:rsid w:val="00F768C1"/>
    <w:rsid w:val="00F778B9"/>
    <w:rsid w:val="00F77915"/>
    <w:rsid w:val="00F77E06"/>
    <w:rsid w:val="00F83114"/>
    <w:rsid w:val="00F83357"/>
    <w:rsid w:val="00F83B69"/>
    <w:rsid w:val="00F83D6D"/>
    <w:rsid w:val="00F83D8E"/>
    <w:rsid w:val="00F84004"/>
    <w:rsid w:val="00F840B8"/>
    <w:rsid w:val="00F85CDB"/>
    <w:rsid w:val="00F8707A"/>
    <w:rsid w:val="00F90769"/>
    <w:rsid w:val="00F932B8"/>
    <w:rsid w:val="00F939E3"/>
    <w:rsid w:val="00F93D45"/>
    <w:rsid w:val="00F94528"/>
    <w:rsid w:val="00F946B6"/>
    <w:rsid w:val="00F9483B"/>
    <w:rsid w:val="00F951FD"/>
    <w:rsid w:val="00F9641B"/>
    <w:rsid w:val="00F9687B"/>
    <w:rsid w:val="00FA0E76"/>
    <w:rsid w:val="00FA132A"/>
    <w:rsid w:val="00FA2971"/>
    <w:rsid w:val="00FA50F9"/>
    <w:rsid w:val="00FA7932"/>
    <w:rsid w:val="00FB1ADE"/>
    <w:rsid w:val="00FB28F9"/>
    <w:rsid w:val="00FB3C14"/>
    <w:rsid w:val="00FB473D"/>
    <w:rsid w:val="00FB47E8"/>
    <w:rsid w:val="00FB51C5"/>
    <w:rsid w:val="00FB761C"/>
    <w:rsid w:val="00FB7B92"/>
    <w:rsid w:val="00FC0832"/>
    <w:rsid w:val="00FC08F3"/>
    <w:rsid w:val="00FC1CCA"/>
    <w:rsid w:val="00FC1E67"/>
    <w:rsid w:val="00FC29DB"/>
    <w:rsid w:val="00FC2E54"/>
    <w:rsid w:val="00FC38BC"/>
    <w:rsid w:val="00FC4186"/>
    <w:rsid w:val="00FC4661"/>
    <w:rsid w:val="00FC7E9F"/>
    <w:rsid w:val="00FD19A2"/>
    <w:rsid w:val="00FD2DCA"/>
    <w:rsid w:val="00FD2FAA"/>
    <w:rsid w:val="00FD7B51"/>
    <w:rsid w:val="00FE1950"/>
    <w:rsid w:val="00FE23AA"/>
    <w:rsid w:val="00FE304F"/>
    <w:rsid w:val="00FE3EB6"/>
    <w:rsid w:val="00FE4A26"/>
    <w:rsid w:val="00FE4BA8"/>
    <w:rsid w:val="00FE6DEE"/>
    <w:rsid w:val="00FE724E"/>
    <w:rsid w:val="00FE7795"/>
    <w:rsid w:val="00FE7AB0"/>
    <w:rsid w:val="00FF07E5"/>
    <w:rsid w:val="00FF10AD"/>
    <w:rsid w:val="00FF15FC"/>
    <w:rsid w:val="00FF26CB"/>
    <w:rsid w:val="00FF3A92"/>
    <w:rsid w:val="00FF3C7B"/>
    <w:rsid w:val="00FF3FCB"/>
    <w:rsid w:val="00FF406A"/>
    <w:rsid w:val="00FF47B8"/>
    <w:rsid w:val="00FF5FB7"/>
    <w:rsid w:val="00FF6535"/>
    <w:rsid w:val="00FF7332"/>
    <w:rsid w:val="00FF796A"/>
    <w:rsid w:val="0253EC6E"/>
    <w:rsid w:val="35A8C820"/>
    <w:rsid w:val="4EE9D8C0"/>
    <w:rsid w:val="5186483A"/>
    <w:rsid w:val="5208C121"/>
    <w:rsid w:val="5C722E20"/>
    <w:rsid w:val="61EA7EDB"/>
    <w:rsid w:val="6333D10D"/>
    <w:rsid w:val="6B5CE844"/>
    <w:rsid w:val="76FDF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1B33CAD"/>
  <w15:docId w15:val="{FEF52270-B3F2-4D31-93BD-8C0565C00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D44B5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5">
    <w:name w:val="heading 5"/>
    <w:basedOn w:val="Normale"/>
    <w:next w:val="Normale"/>
    <w:link w:val="Titolo5Carattere"/>
    <w:unhideWhenUsed/>
    <w:qFormat/>
    <w:rsid w:val="003E4FE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</w:pPr>
    <w:rPr>
      <w:sz w:val="28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spacing w:after="120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</w:pPr>
    <w:rPr>
      <w:bCs/>
      <w:sz w:val="20"/>
    </w:rPr>
  </w:style>
  <w:style w:type="table" w:styleId="Grigliatabella">
    <w:name w:val="Table Grid"/>
    <w:basedOn w:val="Tabellanormale"/>
    <w:uiPriority w:val="59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E7C37"/>
    <w:pPr>
      <w:ind w:left="720"/>
      <w:contextualSpacing/>
    </w:pPr>
    <w:rPr>
      <w:rFonts w:eastAsia="Calibri"/>
    </w:rPr>
  </w:style>
  <w:style w:type="table" w:customStyle="1" w:styleId="Grigliatabella1">
    <w:name w:val="Griglia tabella1"/>
    <w:basedOn w:val="Tabellanormale"/>
    <w:next w:val="Grigliatabella"/>
    <w:uiPriority w:val="59"/>
    <w:rsid w:val="00427C7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D24A4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paragraph" w:customStyle="1" w:styleId="oggetto">
    <w:name w:val="oggetto"/>
    <w:basedOn w:val="Normale"/>
    <w:rsid w:val="00162A1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styleId="Enfasigrassetto">
    <w:name w:val="Strong"/>
    <w:qFormat/>
    <w:rsid w:val="00162A1B"/>
    <w:rPr>
      <w:b/>
      <w:bCs/>
    </w:rPr>
  </w:style>
  <w:style w:type="character" w:styleId="Enfasicorsivo">
    <w:name w:val="Emphasis"/>
    <w:qFormat/>
    <w:rsid w:val="00162A1B"/>
    <w:rPr>
      <w:i/>
      <w:iCs/>
    </w:rPr>
  </w:style>
  <w:style w:type="paragraph" w:styleId="Rientrocorpodeltesto3">
    <w:name w:val="Body Text Indent 3"/>
    <w:basedOn w:val="Normale"/>
    <w:link w:val="Rientrocorpodeltesto3Carattere"/>
    <w:rsid w:val="00BA5560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rsid w:val="00BA5560"/>
    <w:rPr>
      <w:rFonts w:ascii="Calibri" w:hAnsi="Calibri"/>
      <w:sz w:val="16"/>
      <w:szCs w:val="16"/>
      <w:lang w:eastAsia="en-US"/>
    </w:rPr>
  </w:style>
  <w:style w:type="character" w:customStyle="1" w:styleId="PidipaginaCarattere">
    <w:name w:val="Piè di pagina Carattere"/>
    <w:link w:val="Pidipagina"/>
    <w:uiPriority w:val="99"/>
    <w:locked/>
    <w:rsid w:val="0063515F"/>
    <w:rPr>
      <w:rFonts w:ascii="Calibri" w:hAnsi="Calibri"/>
      <w:sz w:val="22"/>
      <w:szCs w:val="22"/>
      <w:lang w:eastAsia="en-US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01599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semiHidden/>
    <w:unhideWhenUsed/>
    <w:rsid w:val="00886DD2"/>
    <w:rPr>
      <w:color w:val="800080" w:themeColor="followedHyperlink"/>
      <w:u w:val="single"/>
    </w:rPr>
  </w:style>
  <w:style w:type="paragraph" w:customStyle="1" w:styleId="paragraph">
    <w:name w:val="paragraph"/>
    <w:basedOn w:val="Normale"/>
    <w:rsid w:val="00E413E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E413E8"/>
  </w:style>
  <w:style w:type="character" w:customStyle="1" w:styleId="contextualspellingandgrammarerror">
    <w:name w:val="contextualspellingandgrammarerror"/>
    <w:basedOn w:val="Carpredefinitoparagrafo"/>
    <w:rsid w:val="00E413E8"/>
  </w:style>
  <w:style w:type="character" w:customStyle="1" w:styleId="eop">
    <w:name w:val="eop"/>
    <w:basedOn w:val="Carpredefinitoparagrafo"/>
    <w:rsid w:val="00E413E8"/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862F69"/>
    <w:rPr>
      <w:color w:val="605E5C"/>
      <w:shd w:val="clear" w:color="auto" w:fill="E1DFDD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9515E4"/>
    <w:rPr>
      <w:color w:val="605E5C"/>
      <w:shd w:val="clear" w:color="auto" w:fill="E1DFDD"/>
    </w:rPr>
  </w:style>
  <w:style w:type="character" w:customStyle="1" w:styleId="Titolo5Carattere">
    <w:name w:val="Titolo 5 Carattere"/>
    <w:basedOn w:val="Carpredefinitoparagrafo"/>
    <w:link w:val="Titolo5"/>
    <w:rsid w:val="003E4FE8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fwb">
    <w:name w:val="fwb"/>
    <w:basedOn w:val="Carpredefinitoparagrafo"/>
    <w:rsid w:val="003E4FE8"/>
  </w:style>
  <w:style w:type="character" w:customStyle="1" w:styleId="apple-converted-space">
    <w:name w:val="apple-converted-space"/>
    <w:basedOn w:val="Carpredefinitoparagrafo"/>
    <w:rsid w:val="00D83D5C"/>
  </w:style>
  <w:style w:type="character" w:styleId="Menzionenonrisolta">
    <w:name w:val="Unresolved Mention"/>
    <w:basedOn w:val="Carpredefinitoparagrafo"/>
    <w:uiPriority w:val="99"/>
    <w:semiHidden/>
    <w:unhideWhenUsed/>
    <w:rsid w:val="00475E6A"/>
    <w:rPr>
      <w:color w:val="605E5C"/>
      <w:shd w:val="clear" w:color="auto" w:fill="E1DFDD"/>
    </w:rPr>
  </w:style>
  <w:style w:type="paragraph" w:customStyle="1" w:styleId="Rientrocorpodeltesto31">
    <w:name w:val="Rientro corpo del testo 31"/>
    <w:basedOn w:val="Normale"/>
    <w:rsid w:val="003924A2"/>
    <w:pPr>
      <w:suppressAutoHyphens/>
      <w:spacing w:after="0" w:line="240" w:lineRule="auto"/>
      <w:ind w:left="-567" w:firstLine="567"/>
    </w:pPr>
    <w:rPr>
      <w:rFonts w:ascii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86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48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85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084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6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3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28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21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0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27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177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5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7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04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31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10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4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5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4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05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09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733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26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54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89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651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74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68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89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18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42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8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2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88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828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0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277357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57821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6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13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92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97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88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00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69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70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95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19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24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19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56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5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6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6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6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66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3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30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27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4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939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538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91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23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53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804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69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84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76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84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84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13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4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48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05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92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75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070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957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31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95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8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8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1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6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3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2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52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41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97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65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77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5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90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IANCARLO\Dati%20applicazioni\Microsoft\Modelli\CARTA%20INTESTATA_16012015_segr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5C648007C956940803B43AFD2F0A4C5" ma:contentTypeVersion="6" ma:contentTypeDescription="Creare un nuovo documento." ma:contentTypeScope="" ma:versionID="3f139af5b133509b97f44c746674e35a">
  <xsd:schema xmlns:xsd="http://www.w3.org/2001/XMLSchema" xmlns:xs="http://www.w3.org/2001/XMLSchema" xmlns:p="http://schemas.microsoft.com/office/2006/metadata/properties" xmlns:ns2="2e870956-cc48-4942-b387-4afb18aec7f5" xmlns:ns3="fc1d4d4b-ab4c-4aa5-bc90-83d5fc3f3a59" targetNamespace="http://schemas.microsoft.com/office/2006/metadata/properties" ma:root="true" ma:fieldsID="122ba0be123d9ddd9c73b4acd0787167" ns2:_="" ns3:_="">
    <xsd:import namespace="2e870956-cc48-4942-b387-4afb18aec7f5"/>
    <xsd:import namespace="fc1d4d4b-ab4c-4aa5-bc90-83d5fc3f3a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870956-cc48-4942-b387-4afb18aec7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1d4d4b-ab4c-4aa5-bc90-83d5fc3f3a5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410433-C4DF-4293-88F9-D46722D80E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ECAD3D-39F8-45FD-8858-2D73B6D89C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870956-cc48-4942-b387-4afb18aec7f5"/>
    <ds:schemaRef ds:uri="fc1d4d4b-ab4c-4aa5-bc90-83d5fc3f3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FDDA2DB-2294-406B-A44C-FD4BF5951E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FC0B0E7-47C4-45C3-AE89-62BAC0F49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INTESTATA_16012015_segr</Template>
  <TotalTime>1</TotalTime>
  <Pages>1</Pages>
  <Words>277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Ministero Pubblica Istruzione</Company>
  <LinksUpToDate>false</LinksUpToDate>
  <CharactersWithSpaces>1968</CharactersWithSpaces>
  <SharedDoc>false</SharedDoc>
  <HLinks>
    <vt:vector size="132" baseType="variant">
      <vt:variant>
        <vt:i4>6946919</vt:i4>
      </vt:variant>
      <vt:variant>
        <vt:i4>51</vt:i4>
      </vt:variant>
      <vt:variant>
        <vt:i4>0</vt:i4>
      </vt:variant>
      <vt:variant>
        <vt:i4>5</vt:i4>
      </vt:variant>
      <vt:variant>
        <vt:lpwstr>https://forms.gle/ue9kmnYavvfvEfoS7</vt:lpwstr>
      </vt:variant>
      <vt:variant>
        <vt:lpwstr/>
      </vt:variant>
      <vt:variant>
        <vt:i4>5308482</vt:i4>
      </vt:variant>
      <vt:variant>
        <vt:i4>48</vt:i4>
      </vt:variant>
      <vt:variant>
        <vt:i4>0</vt:i4>
      </vt:variant>
      <vt:variant>
        <vt:i4>5</vt:i4>
      </vt:variant>
      <vt:variant>
        <vt:lpwstr>https://giovanile.federciclismo.it/it/section/sicuri-in-bicicletta/b711cde0-9873-4142-a51b-28703ede650d/</vt:lpwstr>
      </vt:variant>
      <vt:variant>
        <vt:lpwstr/>
      </vt:variant>
      <vt:variant>
        <vt:i4>589845</vt:i4>
      </vt:variant>
      <vt:variant>
        <vt:i4>45</vt:i4>
      </vt:variant>
      <vt:variant>
        <vt:i4>0</vt:i4>
      </vt:variant>
      <vt:variant>
        <vt:i4>5</vt:i4>
      </vt:variant>
      <vt:variant>
        <vt:lpwstr>https://www.educazionedigitale.it/edustrada/offerta-formativa</vt:lpwstr>
      </vt:variant>
      <vt:variant>
        <vt:lpwstr/>
      </vt:variant>
      <vt:variant>
        <vt:i4>2555996</vt:i4>
      </vt:variant>
      <vt:variant>
        <vt:i4>42</vt:i4>
      </vt:variant>
      <vt:variant>
        <vt:i4>0</vt:i4>
      </vt:variant>
      <vt:variant>
        <vt:i4>5</vt:i4>
      </vt:variant>
      <vt:variant>
        <vt:lpwstr>mailto:luciano.belardinelli@istruzione.it</vt:lpwstr>
      </vt:variant>
      <vt:variant>
        <vt:lpwstr/>
      </vt:variant>
      <vt:variant>
        <vt:i4>5505121</vt:i4>
      </vt:variant>
      <vt:variant>
        <vt:i4>39</vt:i4>
      </vt:variant>
      <vt:variant>
        <vt:i4>0</vt:i4>
      </vt:variant>
      <vt:variant>
        <vt:i4>5</vt:i4>
      </vt:variant>
      <vt:variant>
        <vt:lpwstr>mailto:rita.scocchera1@istruzione.it</vt:lpwstr>
      </vt:variant>
      <vt:variant>
        <vt:lpwstr/>
      </vt:variant>
      <vt:variant>
        <vt:i4>6815744</vt:i4>
      </vt:variant>
      <vt:variant>
        <vt:i4>36</vt:i4>
      </vt:variant>
      <vt:variant>
        <vt:i4>0</vt:i4>
      </vt:variant>
      <vt:variant>
        <vt:i4>5</vt:i4>
      </vt:variant>
      <vt:variant>
        <vt:lpwstr>mailto:edfisicamarche.pu@istruzione.it</vt:lpwstr>
      </vt:variant>
      <vt:variant>
        <vt:lpwstr/>
      </vt:variant>
      <vt:variant>
        <vt:i4>8257565</vt:i4>
      </vt:variant>
      <vt:variant>
        <vt:i4>33</vt:i4>
      </vt:variant>
      <vt:variant>
        <vt:i4>0</vt:i4>
      </vt:variant>
      <vt:variant>
        <vt:i4>5</vt:i4>
      </vt:variant>
      <vt:variant>
        <vt:lpwstr>mailto:edfisicamarche.mc@istruzione.it</vt:lpwstr>
      </vt:variant>
      <vt:variant>
        <vt:lpwstr/>
      </vt:variant>
      <vt:variant>
        <vt:i4>7143441</vt:i4>
      </vt:variant>
      <vt:variant>
        <vt:i4>30</vt:i4>
      </vt:variant>
      <vt:variant>
        <vt:i4>0</vt:i4>
      </vt:variant>
      <vt:variant>
        <vt:i4>5</vt:i4>
      </vt:variant>
      <vt:variant>
        <vt:lpwstr>mailto:edfisicamarche.ap@istruzione.it</vt:lpwstr>
      </vt:variant>
      <vt:variant>
        <vt:lpwstr/>
      </vt:variant>
      <vt:variant>
        <vt:i4>7536657</vt:i4>
      </vt:variant>
      <vt:variant>
        <vt:i4>27</vt:i4>
      </vt:variant>
      <vt:variant>
        <vt:i4>0</vt:i4>
      </vt:variant>
      <vt:variant>
        <vt:i4>5</vt:i4>
      </vt:variant>
      <vt:variant>
        <vt:lpwstr>mailto:edfisicamarche.an@istruzione.it</vt:lpwstr>
      </vt:variant>
      <vt:variant>
        <vt:lpwstr/>
      </vt:variant>
      <vt:variant>
        <vt:i4>2097163</vt:i4>
      </vt:variant>
      <vt:variant>
        <vt:i4>24</vt:i4>
      </vt:variant>
      <vt:variant>
        <vt:i4>0</vt:i4>
      </vt:variant>
      <vt:variant>
        <vt:i4>5</vt:i4>
      </vt:variant>
      <vt:variant>
        <vt:lpwstr>mailto:matteocantarini76@gmail.com</vt:lpwstr>
      </vt:variant>
      <vt:variant>
        <vt:lpwstr/>
      </vt:variant>
      <vt:variant>
        <vt:i4>7864413</vt:i4>
      </vt:variant>
      <vt:variant>
        <vt:i4>21</vt:i4>
      </vt:variant>
      <vt:variant>
        <vt:i4>0</vt:i4>
      </vt:variant>
      <vt:variant>
        <vt:i4>5</vt:i4>
      </vt:variant>
      <vt:variant>
        <vt:lpwstr>mailto:caneyuko@gmail.com</vt:lpwstr>
      </vt:variant>
      <vt:variant>
        <vt:lpwstr/>
      </vt:variant>
      <vt:variant>
        <vt:i4>4915234</vt:i4>
      </vt:variant>
      <vt:variant>
        <vt:i4>18</vt:i4>
      </vt:variant>
      <vt:variant>
        <vt:i4>0</vt:i4>
      </vt:variant>
      <vt:variant>
        <vt:i4>5</vt:i4>
      </vt:variant>
      <vt:variant>
        <vt:lpwstr>mailto:massimovalle.mv@gmail.com</vt:lpwstr>
      </vt:variant>
      <vt:variant>
        <vt:lpwstr/>
      </vt:variant>
      <vt:variant>
        <vt:i4>4915313</vt:i4>
      </vt:variant>
      <vt:variant>
        <vt:i4>15</vt:i4>
      </vt:variant>
      <vt:variant>
        <vt:i4>0</vt:i4>
      </vt:variant>
      <vt:variant>
        <vt:i4>5</vt:i4>
      </vt:variant>
      <vt:variant>
        <vt:lpwstr>http://pesaroeurbino@federciclismo.it</vt:lpwstr>
      </vt:variant>
      <vt:variant>
        <vt:lpwstr/>
      </vt:variant>
      <vt:variant>
        <vt:i4>7602254</vt:i4>
      </vt:variant>
      <vt:variant>
        <vt:i4>12</vt:i4>
      </vt:variant>
      <vt:variant>
        <vt:i4>0</vt:i4>
      </vt:variant>
      <vt:variant>
        <vt:i4>5</vt:i4>
      </vt:variant>
      <vt:variant>
        <vt:lpwstr>mailto:macerata@federciclismo.it</vt:lpwstr>
      </vt:variant>
      <vt:variant>
        <vt:lpwstr/>
      </vt:variant>
      <vt:variant>
        <vt:i4>7274588</vt:i4>
      </vt:variant>
      <vt:variant>
        <vt:i4>9</vt:i4>
      </vt:variant>
      <vt:variant>
        <vt:i4>0</vt:i4>
      </vt:variant>
      <vt:variant>
        <vt:i4>5</vt:i4>
      </vt:variant>
      <vt:variant>
        <vt:lpwstr>mailto:ascolipiceno@federciclismo.it</vt:lpwstr>
      </vt:variant>
      <vt:variant>
        <vt:lpwstr/>
      </vt:variant>
      <vt:variant>
        <vt:i4>1048618</vt:i4>
      </vt:variant>
      <vt:variant>
        <vt:i4>6</vt:i4>
      </vt:variant>
      <vt:variant>
        <vt:i4>0</vt:i4>
      </vt:variant>
      <vt:variant>
        <vt:i4>5</vt:i4>
      </vt:variant>
      <vt:variant>
        <vt:lpwstr>mailto:ancona@federciclismo.it</vt:lpwstr>
      </vt:variant>
      <vt:variant>
        <vt:lpwstr/>
      </vt:variant>
      <vt:variant>
        <vt:i4>6815755</vt:i4>
      </vt:variant>
      <vt:variant>
        <vt:i4>3</vt:i4>
      </vt:variant>
      <vt:variant>
        <vt:i4>0</vt:i4>
      </vt:variant>
      <vt:variant>
        <vt:i4>5</vt:i4>
      </vt:variant>
      <vt:variant>
        <vt:lpwstr>mailto:l.secchi@federciclismo.it</vt:lpwstr>
      </vt:variant>
      <vt:variant>
        <vt:lpwstr/>
      </vt:variant>
      <vt:variant>
        <vt:i4>720941</vt:i4>
      </vt:variant>
      <vt:variant>
        <vt:i4>0</vt:i4>
      </vt:variant>
      <vt:variant>
        <vt:i4>0</vt:i4>
      </vt:variant>
      <vt:variant>
        <vt:i4>5</vt:i4>
      </vt:variant>
      <vt:variant>
        <vt:lpwstr>mailto:marche@federciclismo.it</vt:lpwstr>
      </vt:variant>
      <vt:variant>
        <vt:lpwstr/>
      </vt:variant>
      <vt:variant>
        <vt:i4>4521986</vt:i4>
      </vt:variant>
      <vt:variant>
        <vt:i4>9</vt:i4>
      </vt:variant>
      <vt:variant>
        <vt:i4>0</vt:i4>
      </vt:variant>
      <vt:variant>
        <vt:i4>5</vt:i4>
      </vt:variant>
      <vt:variant>
        <vt:lpwstr>http://www.marche.istruzione.it/</vt:lpwstr>
      </vt:variant>
      <vt:variant>
        <vt:lpwstr/>
      </vt:variant>
      <vt:variant>
        <vt:i4>6619195</vt:i4>
      </vt:variant>
      <vt:variant>
        <vt:i4>6</vt:i4>
      </vt:variant>
      <vt:variant>
        <vt:i4>0</vt:i4>
      </vt:variant>
      <vt:variant>
        <vt:i4>5</vt:i4>
      </vt:variant>
      <vt:variant>
        <vt:lpwstr>D:\Users\mim2671\AppData\Local\direzione-marche@istruzione.it</vt:lpwstr>
      </vt:variant>
      <vt:variant>
        <vt:lpwstr/>
      </vt:variant>
      <vt:variant>
        <vt:i4>5832730</vt:i4>
      </vt:variant>
      <vt:variant>
        <vt:i4>3</vt:i4>
      </vt:variant>
      <vt:variant>
        <vt:i4>0</vt:i4>
      </vt:variant>
      <vt:variant>
        <vt:i4>5</vt:i4>
      </vt:variant>
      <vt:variant>
        <vt:lpwstr>D:\Users\mim2671\AppData\Local\drma@postacert.istruzione.it</vt:lpwstr>
      </vt:variant>
      <vt:variant>
        <vt:lpwstr/>
      </vt:variant>
      <vt:variant>
        <vt:i4>6094967</vt:i4>
      </vt:variant>
      <vt:variant>
        <vt:i4>0</vt:i4>
      </vt:variant>
      <vt:variant>
        <vt:i4>0</vt:i4>
      </vt:variant>
      <vt:variant>
        <vt:i4>5</vt:i4>
      </vt:variant>
      <vt:variant>
        <vt:lpwstr>mailto:edifisicamarche@istruzione.it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subject/>
  <dc:creator>Margherita Rigillo</dc:creator>
  <cp:keywords/>
  <cp:lastModifiedBy>Marco Petrini</cp:lastModifiedBy>
  <cp:revision>3</cp:revision>
  <cp:lastPrinted>2021-05-24T07:29:00Z</cp:lastPrinted>
  <dcterms:created xsi:type="dcterms:W3CDTF">2023-02-09T13:39:00Z</dcterms:created>
  <dcterms:modified xsi:type="dcterms:W3CDTF">2023-02-09T13:40:00Z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0x010100A5C648007C956940803B43AFD2F0A4C5</vt:lpwstr>
  </property>
</Properties>
</file>