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78AB2"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3CCA6A90" w14:textId="77777777" w:rsidTr="00C76FB9">
        <w:tc>
          <w:tcPr>
            <w:tcW w:w="1963" w:type="dxa"/>
            <w:tcBorders>
              <w:top w:val="nil"/>
              <w:left w:val="nil"/>
              <w:bottom w:val="nil"/>
              <w:right w:val="nil"/>
            </w:tcBorders>
            <w:shd w:val="clear" w:color="auto" w:fill="auto"/>
          </w:tcPr>
          <w:p w14:paraId="3840C4C0"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27C8DDC8"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5FF107F0" w14:textId="77777777" w:rsidR="00AC178B" w:rsidRPr="00B43B87" w:rsidRDefault="009B4D95" w:rsidP="00EB2682">
            <w:pPr>
              <w:jc w:val="both"/>
              <w:rPr>
                <w:rFonts w:ascii="Calibri" w:hAnsi="Calibri"/>
                <w:b/>
              </w:rPr>
            </w:pPr>
            <w:r>
              <w:rPr>
                <w:rFonts w:ascii="Calibri" w:hAnsi="Calibri"/>
                <w:b/>
              </w:rPr>
              <w:t xml:space="preserve">DICHIARAZIONE DI DISPONIBILITÀ AD ASSUMERE UN </w:t>
            </w:r>
            <w:r w:rsidRPr="00B43B87">
              <w:rPr>
                <w:rFonts w:ascii="Calibri" w:hAnsi="Calibri"/>
                <w:b/>
              </w:rPr>
              <w:t>INCARICO AGGIUNTIVO DI REGGENZA</w:t>
            </w:r>
            <w:r w:rsidR="00805D66">
              <w:rPr>
                <w:rFonts w:ascii="Calibri" w:hAnsi="Calibri"/>
                <w:b/>
              </w:rPr>
              <w:t xml:space="preserve"> ANNUALE </w:t>
            </w:r>
            <w:r w:rsidR="00530739">
              <w:rPr>
                <w:rFonts w:ascii="Calibri" w:hAnsi="Calibri"/>
                <w:b/>
              </w:rPr>
              <w:t>O TEMPORANEA PER L’ANNO SCOLASTICO 202</w:t>
            </w:r>
            <w:r w:rsidR="00DD3B02">
              <w:rPr>
                <w:rFonts w:ascii="Calibri" w:hAnsi="Calibri"/>
                <w:b/>
              </w:rPr>
              <w:t>3</w:t>
            </w:r>
            <w:r w:rsidR="00530739">
              <w:rPr>
                <w:rFonts w:ascii="Calibri" w:hAnsi="Calibri"/>
                <w:b/>
              </w:rPr>
              <w:t>/202</w:t>
            </w:r>
            <w:r w:rsidR="00DD3B02">
              <w:rPr>
                <w:rFonts w:ascii="Calibri" w:hAnsi="Calibri"/>
                <w:b/>
              </w:rPr>
              <w:t>4</w:t>
            </w:r>
          </w:p>
        </w:tc>
      </w:tr>
    </w:tbl>
    <w:p w14:paraId="3C66F120"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2FB852E5" w14:textId="77777777" w:rsidTr="00D159A8">
        <w:tc>
          <w:tcPr>
            <w:tcW w:w="4644" w:type="dxa"/>
            <w:shd w:val="clear" w:color="auto" w:fill="auto"/>
          </w:tcPr>
          <w:p w14:paraId="543D3828"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4BA04713" w14:textId="77777777" w:rsidR="006F6370" w:rsidRPr="00B43B87" w:rsidRDefault="006F6370" w:rsidP="006161A8">
            <w:pPr>
              <w:rPr>
                <w:rFonts w:ascii="Calibri" w:hAnsi="Calibri"/>
                <w:b/>
              </w:rPr>
            </w:pPr>
            <w:r w:rsidRPr="00B43B87">
              <w:rPr>
                <w:rFonts w:ascii="Calibri" w:hAnsi="Calibri"/>
                <w:b/>
              </w:rPr>
              <w:t>Direttore Generale</w:t>
            </w:r>
          </w:p>
          <w:p w14:paraId="5ED376FF" w14:textId="77777777" w:rsidR="006F6370" w:rsidRPr="00B43B87" w:rsidRDefault="006F6370" w:rsidP="006161A8">
            <w:pPr>
              <w:rPr>
                <w:rFonts w:ascii="Calibri" w:hAnsi="Calibri"/>
                <w:b/>
              </w:rPr>
            </w:pPr>
            <w:r w:rsidRPr="00B43B87">
              <w:rPr>
                <w:rFonts w:ascii="Calibri" w:hAnsi="Calibri"/>
                <w:b/>
              </w:rPr>
              <w:t xml:space="preserve">dell’Ufficio </w:t>
            </w:r>
            <w:r w:rsidR="001E7F7A" w:rsidRPr="00B43B87">
              <w:rPr>
                <w:rFonts w:ascii="Calibri" w:hAnsi="Calibri"/>
                <w:b/>
              </w:rPr>
              <w:t>s</w:t>
            </w:r>
            <w:r w:rsidRPr="00B43B87">
              <w:rPr>
                <w:rFonts w:ascii="Calibri" w:hAnsi="Calibri"/>
                <w:b/>
              </w:rPr>
              <w:t xml:space="preserve">colastico </w:t>
            </w:r>
            <w:r w:rsidR="001E7F7A" w:rsidRPr="00B43B87">
              <w:rPr>
                <w:rFonts w:ascii="Calibri" w:hAnsi="Calibri"/>
                <w:b/>
              </w:rPr>
              <w:t>r</w:t>
            </w:r>
            <w:r w:rsidRPr="00B43B87">
              <w:rPr>
                <w:rFonts w:ascii="Calibri" w:hAnsi="Calibri"/>
                <w:b/>
              </w:rPr>
              <w:t>egionale per le Marche</w:t>
            </w:r>
          </w:p>
          <w:p w14:paraId="7188FF55"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26F5CA37" w14:textId="77777777" w:rsidTr="00D159A8">
        <w:tc>
          <w:tcPr>
            <w:tcW w:w="4644" w:type="dxa"/>
            <w:shd w:val="clear" w:color="auto" w:fill="auto"/>
          </w:tcPr>
          <w:p w14:paraId="4D50EE23" w14:textId="77777777" w:rsidR="00B43B87" w:rsidRPr="00B43B87" w:rsidRDefault="00B43B87" w:rsidP="00D159A8">
            <w:pPr>
              <w:jc w:val="right"/>
              <w:rPr>
                <w:rFonts w:ascii="Calibri" w:hAnsi="Calibri"/>
                <w:b/>
              </w:rPr>
            </w:pPr>
          </w:p>
        </w:tc>
        <w:tc>
          <w:tcPr>
            <w:tcW w:w="5210" w:type="dxa"/>
            <w:shd w:val="clear" w:color="auto" w:fill="auto"/>
          </w:tcPr>
          <w:p w14:paraId="34CC917A" w14:textId="77777777" w:rsidR="00B43B87" w:rsidRPr="00B43B87" w:rsidRDefault="00000000" w:rsidP="006161A8">
            <w:pPr>
              <w:rPr>
                <w:rFonts w:ascii="Calibri" w:hAnsi="Calibri"/>
                <w:b/>
              </w:rPr>
            </w:pPr>
            <w:hyperlink r:id="rId7" w:history="1">
              <w:r w:rsidR="00B43B87" w:rsidRPr="00B90EA0">
                <w:rPr>
                  <w:rStyle w:val="Collegamentoipertestuale"/>
                  <w:rFonts w:ascii="Calibri" w:hAnsi="Calibri"/>
                  <w:b/>
                </w:rPr>
                <w:t>drma@postacert.istruzione.it</w:t>
              </w:r>
            </w:hyperlink>
            <w:r w:rsidR="00B43B87">
              <w:rPr>
                <w:rFonts w:ascii="Calibri" w:hAnsi="Calibri"/>
                <w:b/>
              </w:rPr>
              <w:t xml:space="preserve"> </w:t>
            </w:r>
          </w:p>
        </w:tc>
      </w:tr>
    </w:tbl>
    <w:p w14:paraId="3E5B721A" w14:textId="77777777" w:rsidR="006F6370" w:rsidRDefault="006F6370" w:rsidP="006F6370">
      <w:pPr>
        <w:rPr>
          <w:rFonts w:ascii="Calibri" w:hAnsi="Calibri"/>
        </w:rPr>
      </w:pPr>
    </w:p>
    <w:p w14:paraId="55352C48"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7F8F9A35" w14:textId="77777777" w:rsidTr="00D159A8">
        <w:tc>
          <w:tcPr>
            <w:tcW w:w="1242" w:type="dxa"/>
            <w:shd w:val="clear" w:color="auto" w:fill="auto"/>
          </w:tcPr>
          <w:p w14:paraId="73F0A204"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718467D0" w14:textId="77777777" w:rsidR="006F6370" w:rsidRPr="00B43B87" w:rsidRDefault="00624ED7" w:rsidP="00EB2682">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88112E">
              <w:rPr>
                <w:rFonts w:ascii="Calibri" w:hAnsi="Calibri"/>
                <w:b/>
              </w:rPr>
              <w:t xml:space="preserve">temporanea </w:t>
            </w:r>
            <w:r w:rsidR="0041250A">
              <w:rPr>
                <w:rFonts w:ascii="Calibri" w:hAnsi="Calibri"/>
                <w:b/>
              </w:rPr>
              <w:t>anno scolastico 20</w:t>
            </w:r>
            <w:r w:rsidR="00530739">
              <w:rPr>
                <w:rFonts w:ascii="Calibri" w:hAnsi="Calibri"/>
                <w:b/>
              </w:rPr>
              <w:t>2</w:t>
            </w:r>
            <w:r w:rsidR="00DD3B02">
              <w:rPr>
                <w:rFonts w:ascii="Calibri" w:hAnsi="Calibri"/>
                <w:b/>
              </w:rPr>
              <w:t>3</w:t>
            </w:r>
            <w:r w:rsidR="0041250A">
              <w:rPr>
                <w:rFonts w:ascii="Calibri" w:hAnsi="Calibri"/>
                <w:b/>
              </w:rPr>
              <w:t>/20</w:t>
            </w:r>
            <w:r w:rsidR="00805D66">
              <w:rPr>
                <w:rFonts w:ascii="Calibri" w:hAnsi="Calibri"/>
                <w:b/>
              </w:rPr>
              <w:t>2</w:t>
            </w:r>
            <w:r w:rsidR="00DD3B02">
              <w:rPr>
                <w:rFonts w:ascii="Calibri" w:hAnsi="Calibri"/>
                <w:b/>
              </w:rPr>
              <w:t>4</w:t>
            </w:r>
            <w:r w:rsidR="005F6482">
              <w:rPr>
                <w:rFonts w:ascii="Calibri" w:hAnsi="Calibri"/>
                <w:b/>
              </w:rPr>
              <w:t xml:space="preserve"> </w:t>
            </w:r>
            <w:r w:rsidR="0088112E">
              <w:rPr>
                <w:rFonts w:ascii="Calibri" w:hAnsi="Calibri"/>
                <w:b/>
              </w:rPr>
              <w:t>Liceo Classico “Annibal Caro” di Fermo</w:t>
            </w:r>
            <w:r w:rsidR="00805D66">
              <w:rPr>
                <w:rFonts w:ascii="Calibri" w:hAnsi="Calibri"/>
                <w:b/>
              </w:rPr>
              <w:t>.</w:t>
            </w:r>
          </w:p>
        </w:tc>
      </w:tr>
    </w:tbl>
    <w:p w14:paraId="431BE900" w14:textId="77777777" w:rsidR="006F6370" w:rsidRDefault="006F6370" w:rsidP="006F6370">
      <w:pPr>
        <w:jc w:val="center"/>
      </w:pPr>
    </w:p>
    <w:p w14:paraId="20C687AF" w14:textId="77777777" w:rsidR="00291B6B" w:rsidRPr="00EF6627" w:rsidRDefault="00291B6B" w:rsidP="006F6370">
      <w:pPr>
        <w:jc w:val="center"/>
      </w:pPr>
    </w:p>
    <w:p w14:paraId="7B500083"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4730ADC8"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14D086E7" w14:textId="77777777">
        <w:trPr>
          <w:trHeight w:val="325"/>
        </w:trPr>
        <w:tc>
          <w:tcPr>
            <w:tcW w:w="3047" w:type="dxa"/>
            <w:tcBorders>
              <w:top w:val="nil"/>
              <w:left w:val="nil"/>
              <w:bottom w:val="nil"/>
              <w:right w:val="nil"/>
            </w:tcBorders>
          </w:tcPr>
          <w:p w14:paraId="3187A5CD"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3BF082A3"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2ADD20B1" w14:textId="77777777">
        <w:trPr>
          <w:trHeight w:val="323"/>
        </w:trPr>
        <w:tc>
          <w:tcPr>
            <w:tcW w:w="3047" w:type="dxa"/>
            <w:tcBorders>
              <w:top w:val="nil"/>
              <w:left w:val="nil"/>
              <w:bottom w:val="nil"/>
              <w:right w:val="nil"/>
            </w:tcBorders>
          </w:tcPr>
          <w:p w14:paraId="1ED3FDAC"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45B77A56" w14:textId="77777777" w:rsidR="006F6370" w:rsidRPr="00B43B87" w:rsidRDefault="006F6370" w:rsidP="006161A8">
            <w:pPr>
              <w:rPr>
                <w:rFonts w:ascii="Calibri" w:hAnsi="Calibri"/>
              </w:rPr>
            </w:pPr>
          </w:p>
        </w:tc>
      </w:tr>
      <w:tr w:rsidR="006F6370" w:rsidRPr="006F3ADA" w14:paraId="51A38EA9" w14:textId="77777777">
        <w:trPr>
          <w:trHeight w:val="323"/>
        </w:trPr>
        <w:tc>
          <w:tcPr>
            <w:tcW w:w="3047" w:type="dxa"/>
            <w:tcBorders>
              <w:top w:val="nil"/>
              <w:left w:val="nil"/>
              <w:bottom w:val="nil"/>
              <w:right w:val="nil"/>
            </w:tcBorders>
          </w:tcPr>
          <w:p w14:paraId="003BEBEA"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15D619AC" w14:textId="77777777" w:rsidR="006F6370" w:rsidRPr="00B43B87" w:rsidRDefault="006F6370" w:rsidP="006161A8">
            <w:pPr>
              <w:rPr>
                <w:rFonts w:ascii="Calibri" w:hAnsi="Calibri"/>
              </w:rPr>
            </w:pPr>
          </w:p>
        </w:tc>
      </w:tr>
      <w:tr w:rsidR="006F6370" w:rsidRPr="006F3ADA" w14:paraId="1EDE7E19" w14:textId="77777777">
        <w:trPr>
          <w:trHeight w:val="323"/>
        </w:trPr>
        <w:tc>
          <w:tcPr>
            <w:tcW w:w="3047" w:type="dxa"/>
            <w:tcBorders>
              <w:top w:val="nil"/>
              <w:left w:val="nil"/>
              <w:bottom w:val="nil"/>
              <w:right w:val="nil"/>
            </w:tcBorders>
          </w:tcPr>
          <w:p w14:paraId="0AA4D3ED"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7062F1AD" w14:textId="77777777" w:rsidR="006F6370" w:rsidRPr="00B43B87" w:rsidRDefault="006F6370" w:rsidP="006161A8">
            <w:pPr>
              <w:rPr>
                <w:rFonts w:ascii="Calibri" w:hAnsi="Calibri"/>
              </w:rPr>
            </w:pPr>
          </w:p>
        </w:tc>
      </w:tr>
      <w:tr w:rsidR="006F6370" w:rsidRPr="006F3ADA" w14:paraId="14F61AB2" w14:textId="77777777">
        <w:trPr>
          <w:trHeight w:val="323"/>
        </w:trPr>
        <w:tc>
          <w:tcPr>
            <w:tcW w:w="3047" w:type="dxa"/>
            <w:tcBorders>
              <w:top w:val="nil"/>
              <w:left w:val="nil"/>
              <w:bottom w:val="nil"/>
              <w:right w:val="nil"/>
            </w:tcBorders>
          </w:tcPr>
          <w:p w14:paraId="58984F7C"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662E300C"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763F4EC2" w14:textId="77777777">
        <w:trPr>
          <w:trHeight w:val="323"/>
        </w:trPr>
        <w:tc>
          <w:tcPr>
            <w:tcW w:w="3047" w:type="dxa"/>
            <w:tcBorders>
              <w:top w:val="nil"/>
              <w:left w:val="nil"/>
              <w:bottom w:val="nil"/>
              <w:right w:val="nil"/>
            </w:tcBorders>
          </w:tcPr>
          <w:p w14:paraId="406AEC71"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60FD735B"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4D6F8DD0" w14:textId="77777777">
        <w:trPr>
          <w:trHeight w:val="323"/>
        </w:trPr>
        <w:tc>
          <w:tcPr>
            <w:tcW w:w="3047" w:type="dxa"/>
            <w:tcBorders>
              <w:top w:val="nil"/>
              <w:left w:val="nil"/>
              <w:bottom w:val="nil"/>
              <w:right w:val="nil"/>
            </w:tcBorders>
          </w:tcPr>
          <w:p w14:paraId="75BD6D79" w14:textId="77777777" w:rsidR="006F6370" w:rsidRPr="00B43B87" w:rsidRDefault="006F6370" w:rsidP="006161A8">
            <w:pPr>
              <w:rPr>
                <w:rFonts w:ascii="Calibri" w:hAnsi="Calibri"/>
                <w:sz w:val="20"/>
              </w:rPr>
            </w:pPr>
            <w:r w:rsidRPr="00B43B87">
              <w:rPr>
                <w:rFonts w:ascii="Calibri" w:hAnsi="Calibri"/>
                <w:sz w:val="20"/>
              </w:rPr>
              <w:t>e-mail privata:</w:t>
            </w:r>
          </w:p>
          <w:p w14:paraId="7F1DA4AD"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2F438C71" w14:textId="77777777" w:rsidR="006F6370" w:rsidRPr="00B43B87" w:rsidRDefault="006F6370" w:rsidP="006161A8">
            <w:pPr>
              <w:rPr>
                <w:rFonts w:ascii="Calibri" w:hAnsi="Calibri"/>
              </w:rPr>
            </w:pPr>
          </w:p>
        </w:tc>
      </w:tr>
      <w:tr w:rsidR="00292BBB" w:rsidRPr="006F3ADA" w14:paraId="3249159A" w14:textId="77777777">
        <w:trPr>
          <w:trHeight w:val="323"/>
        </w:trPr>
        <w:tc>
          <w:tcPr>
            <w:tcW w:w="3047" w:type="dxa"/>
            <w:tcBorders>
              <w:top w:val="nil"/>
              <w:left w:val="nil"/>
              <w:bottom w:val="nil"/>
              <w:right w:val="nil"/>
            </w:tcBorders>
          </w:tcPr>
          <w:p w14:paraId="4BA03855"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5C9DF190" w14:textId="77777777" w:rsidR="00292BBB" w:rsidRPr="00B43B87" w:rsidRDefault="00292BBB" w:rsidP="006161A8">
            <w:pPr>
              <w:rPr>
                <w:rFonts w:ascii="Calibri" w:hAnsi="Calibri"/>
              </w:rPr>
            </w:pPr>
          </w:p>
        </w:tc>
      </w:tr>
      <w:tr w:rsidR="00292BBB" w:rsidRPr="006F3ADA" w14:paraId="373032F0" w14:textId="77777777">
        <w:trPr>
          <w:trHeight w:val="323"/>
        </w:trPr>
        <w:tc>
          <w:tcPr>
            <w:tcW w:w="3047" w:type="dxa"/>
            <w:tcBorders>
              <w:top w:val="nil"/>
              <w:left w:val="nil"/>
              <w:bottom w:val="nil"/>
              <w:right w:val="nil"/>
            </w:tcBorders>
          </w:tcPr>
          <w:p w14:paraId="38CE8B30"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66BE8CE6" w14:textId="77777777" w:rsidR="00292BBB" w:rsidRPr="00B43B87" w:rsidRDefault="00292BBB" w:rsidP="006161A8">
            <w:pPr>
              <w:rPr>
                <w:rFonts w:ascii="Calibri" w:hAnsi="Calibri"/>
              </w:rPr>
            </w:pPr>
          </w:p>
        </w:tc>
      </w:tr>
    </w:tbl>
    <w:p w14:paraId="4F1F03CB"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549FD086" w14:textId="77777777">
        <w:trPr>
          <w:trHeight w:val="362"/>
        </w:trPr>
        <w:tc>
          <w:tcPr>
            <w:tcW w:w="1418" w:type="dxa"/>
            <w:tcBorders>
              <w:top w:val="nil"/>
              <w:left w:val="nil"/>
              <w:bottom w:val="nil"/>
              <w:right w:val="single" w:sz="6" w:space="0" w:color="auto"/>
            </w:tcBorders>
          </w:tcPr>
          <w:p w14:paraId="73E15E15"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27E3359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8B429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3873E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66EE652"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786AE6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4DDA4B8"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60517F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C76030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65EED4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C166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075EA5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6AB62E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7FEB95F"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21A4FD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676059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8C1F9FA" w14:textId="77777777" w:rsidR="006F6370" w:rsidRPr="006F3ADA" w:rsidRDefault="006F6370" w:rsidP="006161A8">
            <w:pPr>
              <w:rPr>
                <w:sz w:val="20"/>
              </w:rPr>
            </w:pPr>
          </w:p>
        </w:tc>
      </w:tr>
    </w:tbl>
    <w:p w14:paraId="120F8351" w14:textId="77777777" w:rsidR="006F6370" w:rsidRPr="006F3ADA" w:rsidRDefault="006F6370" w:rsidP="006F6370">
      <w:pPr>
        <w:rPr>
          <w:sz w:val="20"/>
        </w:rPr>
      </w:pPr>
    </w:p>
    <w:p w14:paraId="782D7DB5"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043C8D4E" w14:textId="77777777" w:rsidR="006F6370" w:rsidRPr="00B43B87" w:rsidRDefault="006F6370" w:rsidP="006F6370">
      <w:pPr>
        <w:rPr>
          <w:rFonts w:ascii="Calibri" w:hAnsi="Calibri"/>
          <w:bCs/>
        </w:rPr>
      </w:pPr>
    </w:p>
    <w:p w14:paraId="2205A940"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4E3AD3C4"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08D8971E" w14:textId="77777777">
        <w:trPr>
          <w:trHeight w:val="244"/>
        </w:trPr>
        <w:tc>
          <w:tcPr>
            <w:tcW w:w="2551" w:type="dxa"/>
            <w:tcBorders>
              <w:top w:val="nil"/>
              <w:left w:val="nil"/>
              <w:bottom w:val="nil"/>
              <w:right w:val="single" w:sz="6" w:space="0" w:color="auto"/>
            </w:tcBorders>
          </w:tcPr>
          <w:p w14:paraId="41DAE609" w14:textId="77777777" w:rsidR="006F6370" w:rsidRPr="00B43B87" w:rsidRDefault="006F6370" w:rsidP="006161A8">
            <w:pPr>
              <w:rPr>
                <w:rFonts w:ascii="Calibri" w:hAnsi="Calibri"/>
              </w:rPr>
            </w:pPr>
            <w:r w:rsidRPr="00B43B87">
              <w:rPr>
                <w:rFonts w:ascii="Calibri" w:hAnsi="Calibri"/>
              </w:rPr>
              <w:t xml:space="preserve">Codice scuola </w:t>
            </w:r>
          </w:p>
          <w:p w14:paraId="05B7CD5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74CABC3"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5366440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54CF233"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3F45BB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06EE5AE"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096DFD29"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5B95C32B"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1B6D2815"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45A770D7"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43A0BF52" w14:textId="77777777" w:rsidR="006F6370" w:rsidRPr="00B43B87" w:rsidRDefault="006F6370" w:rsidP="006161A8">
            <w:pPr>
              <w:rPr>
                <w:rFonts w:ascii="Calibri" w:hAnsi="Calibri"/>
              </w:rPr>
            </w:pPr>
          </w:p>
        </w:tc>
      </w:tr>
    </w:tbl>
    <w:p w14:paraId="782A03B5" w14:textId="77777777" w:rsidR="00D735EE" w:rsidRPr="00B43B87" w:rsidRDefault="00D735EE" w:rsidP="00296876">
      <w:pPr>
        <w:pStyle w:val="Stile"/>
        <w:spacing w:line="235" w:lineRule="exact"/>
        <w:ind w:left="4"/>
        <w:rPr>
          <w:rFonts w:ascii="Calibri" w:hAnsi="Calibri" w:cs="Times New Roman"/>
          <w:lang w:bidi="he-IL"/>
        </w:rPr>
      </w:pPr>
    </w:p>
    <w:p w14:paraId="7EDD1E3A" w14:textId="77777777" w:rsidR="006F6370" w:rsidRPr="00B43B87" w:rsidRDefault="006F6370" w:rsidP="00296876">
      <w:pPr>
        <w:pStyle w:val="Stile"/>
        <w:spacing w:line="235" w:lineRule="exact"/>
        <w:ind w:left="4"/>
        <w:rPr>
          <w:rFonts w:ascii="Calibri" w:hAnsi="Calibri" w:cs="Times New Roman"/>
          <w:lang w:bidi="he-IL"/>
        </w:rPr>
      </w:pPr>
    </w:p>
    <w:p w14:paraId="03DD916F"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6620F443" w14:textId="77777777" w:rsidR="00485C32" w:rsidRPr="00B43B87" w:rsidRDefault="00485C32" w:rsidP="00EF6627">
      <w:pPr>
        <w:pStyle w:val="Stile"/>
        <w:spacing w:line="235" w:lineRule="exact"/>
        <w:ind w:left="4"/>
        <w:jc w:val="center"/>
        <w:rPr>
          <w:rFonts w:ascii="Calibri" w:hAnsi="Calibri" w:cs="Times New Roman"/>
          <w:b/>
          <w:lang w:bidi="he-IL"/>
        </w:rPr>
      </w:pPr>
    </w:p>
    <w:p w14:paraId="19479D3D" w14:textId="77777777" w:rsidR="00805D66"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88112E">
        <w:rPr>
          <w:rFonts w:ascii="Calibri" w:hAnsi="Calibri" w:cs="Times New Roman"/>
          <w:lang w:bidi="he-IL"/>
        </w:rPr>
        <w:t xml:space="preserve">temporanea </w:t>
      </w:r>
      <w:r w:rsidR="00805D66">
        <w:rPr>
          <w:rFonts w:ascii="Calibri" w:hAnsi="Calibri" w:cs="Times New Roman"/>
          <w:lang w:bidi="he-IL"/>
        </w:rPr>
        <w:t>della seguente Istituzione</w:t>
      </w:r>
      <w:r w:rsidR="005F6482">
        <w:rPr>
          <w:rFonts w:ascii="Calibri" w:hAnsi="Calibri" w:cs="Times New Roman"/>
          <w:lang w:bidi="he-IL"/>
        </w:rPr>
        <w:t xml:space="preserve"> </w:t>
      </w:r>
      <w:r w:rsidR="00805D66">
        <w:rPr>
          <w:rFonts w:ascii="Calibri" w:hAnsi="Calibri" w:cs="Times New Roman"/>
          <w:lang w:bidi="he-IL"/>
        </w:rPr>
        <w:t>scolastica:</w:t>
      </w:r>
    </w:p>
    <w:p w14:paraId="6B67DA0A" w14:textId="77777777" w:rsidR="00805D66" w:rsidRPr="005F6482" w:rsidRDefault="0088112E" w:rsidP="0088112E">
      <w:pPr>
        <w:pStyle w:val="Testodelblocco"/>
        <w:tabs>
          <w:tab w:val="right" w:pos="9540"/>
        </w:tabs>
        <w:ind w:left="0" w:right="0"/>
        <w:rPr>
          <w:rFonts w:ascii="Calibri" w:hAnsi="Calibri"/>
          <w:b/>
          <w:bCs/>
          <w:sz w:val="24"/>
        </w:rPr>
      </w:pPr>
      <w:r>
        <w:rPr>
          <w:rFonts w:ascii="Calibri" w:hAnsi="Calibri"/>
          <w:b/>
          <w:bCs/>
          <w:sz w:val="24"/>
        </w:rPr>
        <w:t>LICEO CLASSICO “ANNIBAL CARO” DI FERMO</w:t>
      </w:r>
    </w:p>
    <w:p w14:paraId="0A24AA45" w14:textId="77777777" w:rsidR="00805D66" w:rsidRDefault="00805D66" w:rsidP="0017084B">
      <w:pPr>
        <w:pStyle w:val="Testodelblocco"/>
        <w:tabs>
          <w:tab w:val="right" w:pos="9540"/>
        </w:tabs>
        <w:ind w:left="0" w:right="0" w:firstLine="851"/>
        <w:rPr>
          <w:rFonts w:ascii="Calibri" w:hAnsi="Calibri"/>
          <w:sz w:val="24"/>
        </w:rPr>
      </w:pPr>
    </w:p>
    <w:p w14:paraId="3BA4DDA0" w14:textId="77777777" w:rsidR="00805D66" w:rsidRDefault="00805D66" w:rsidP="0017084B">
      <w:pPr>
        <w:pStyle w:val="Testodelblocco"/>
        <w:tabs>
          <w:tab w:val="right" w:pos="9540"/>
        </w:tabs>
        <w:ind w:left="0" w:right="0" w:firstLine="851"/>
        <w:rPr>
          <w:rFonts w:ascii="Calibri" w:hAnsi="Calibri"/>
          <w:sz w:val="24"/>
        </w:rPr>
      </w:pPr>
    </w:p>
    <w:p w14:paraId="3ED724AF" w14:textId="77777777" w:rsidR="00805D66" w:rsidRDefault="00805D66" w:rsidP="0017084B">
      <w:pPr>
        <w:pStyle w:val="Testodelblocco"/>
        <w:tabs>
          <w:tab w:val="right" w:pos="9540"/>
        </w:tabs>
        <w:ind w:left="0" w:right="0" w:firstLine="851"/>
        <w:rPr>
          <w:rFonts w:ascii="Calibri" w:hAnsi="Calibri"/>
          <w:sz w:val="24"/>
        </w:rPr>
      </w:pPr>
    </w:p>
    <w:p w14:paraId="5EA71415"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lastRenderedPageBreak/>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4ABA408C"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Pr="00B43B87">
        <w:rPr>
          <w:rFonts w:ascii="Calibri" w:hAnsi="Calibri"/>
          <w:sz w:val="24"/>
        </w:rPr>
        <w:t xml:space="preserve"> </w:t>
      </w:r>
      <w:r w:rsidR="00E00AF7">
        <w:rPr>
          <w:rFonts w:ascii="Calibri" w:hAnsi="Calibri"/>
          <w:sz w:val="24"/>
        </w:rPr>
        <w:t>al</w:t>
      </w:r>
      <w:r w:rsidRPr="00B43B87">
        <w:rPr>
          <w:rFonts w:ascii="Calibri" w:hAnsi="Calibri"/>
          <w:sz w:val="24"/>
        </w:rPr>
        <w:t>l’affidamento d</w:t>
      </w:r>
      <w:r>
        <w:rPr>
          <w:rFonts w:ascii="Calibri" w:hAnsi="Calibri"/>
          <w:sz w:val="24"/>
        </w:rPr>
        <w:t>ell’incarico aggiuntivo di reggenza.</w:t>
      </w:r>
    </w:p>
    <w:p w14:paraId="664B094F"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r>
        <w:rPr>
          <w:rStyle w:val="Rimandonotaapidipagina"/>
          <w:rFonts w:ascii="Calibri" w:hAnsi="Calibri"/>
          <w:sz w:val="24"/>
          <w:szCs w:val="24"/>
        </w:rPr>
        <w:footnoteReference w:id="1"/>
      </w:r>
      <w:r w:rsidRPr="00B43B87">
        <w:rPr>
          <w:rFonts w:ascii="Calibri" w:hAnsi="Calibri"/>
          <w:sz w:val="24"/>
          <w:szCs w:val="24"/>
        </w:rPr>
        <w:t>.</w:t>
      </w:r>
    </w:p>
    <w:p w14:paraId="67B0FC5B" w14:textId="77777777" w:rsidR="0017084B" w:rsidRPr="00B43B87" w:rsidRDefault="0017084B" w:rsidP="0017084B">
      <w:pPr>
        <w:pStyle w:val="Testodelblocco"/>
        <w:tabs>
          <w:tab w:val="right" w:pos="9540"/>
        </w:tabs>
        <w:ind w:left="0" w:right="0" w:firstLine="851"/>
        <w:rPr>
          <w:rFonts w:ascii="Calibri" w:hAnsi="Calibri"/>
          <w:sz w:val="24"/>
        </w:rPr>
      </w:pPr>
    </w:p>
    <w:p w14:paraId="0BCE150A"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7C09DC46"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215459C0" w14:textId="77777777" w:rsidR="0017084B" w:rsidRPr="00B43B87" w:rsidRDefault="0017084B" w:rsidP="0017084B">
      <w:pPr>
        <w:rPr>
          <w:rFonts w:ascii="Calibri" w:hAnsi="Calibri"/>
        </w:rPr>
      </w:pPr>
      <w:r w:rsidRPr="00B43B87">
        <w:rPr>
          <w:rFonts w:ascii="Calibri" w:hAnsi="Calibri"/>
        </w:rPr>
        <w:t xml:space="preserve">                                        </w:t>
      </w:r>
    </w:p>
    <w:p w14:paraId="3C03D904"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458C851E" w14:textId="77777777" w:rsidTr="00807E54">
        <w:tc>
          <w:tcPr>
            <w:tcW w:w="4605" w:type="dxa"/>
            <w:shd w:val="clear" w:color="auto" w:fill="auto"/>
          </w:tcPr>
          <w:p w14:paraId="7AA9461E"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4AF3DAAB" w14:textId="77777777" w:rsidR="0017084B" w:rsidRPr="00B43B87" w:rsidRDefault="0017084B" w:rsidP="00807E54">
            <w:pPr>
              <w:jc w:val="center"/>
              <w:rPr>
                <w:rFonts w:ascii="Calibri" w:hAnsi="Calibri"/>
              </w:rPr>
            </w:pPr>
            <w:r w:rsidRPr="00B43B87">
              <w:rPr>
                <w:rFonts w:ascii="Calibri" w:hAnsi="Calibri"/>
              </w:rPr>
              <w:t>IL DIRIGENTE SCOLASTICO</w:t>
            </w:r>
          </w:p>
          <w:p w14:paraId="0818B003" w14:textId="77777777" w:rsidR="0017084B" w:rsidRPr="00B43B87" w:rsidRDefault="0017084B" w:rsidP="00807E54">
            <w:pPr>
              <w:jc w:val="center"/>
              <w:rPr>
                <w:rFonts w:ascii="Calibri" w:hAnsi="Calibri"/>
              </w:rPr>
            </w:pPr>
          </w:p>
          <w:p w14:paraId="3625070E" w14:textId="77777777" w:rsidR="0017084B" w:rsidRPr="00B43B87" w:rsidRDefault="0017084B" w:rsidP="00807E54">
            <w:pPr>
              <w:jc w:val="center"/>
              <w:rPr>
                <w:rFonts w:ascii="Calibri" w:hAnsi="Calibri"/>
                <w:b/>
              </w:rPr>
            </w:pPr>
            <w:r w:rsidRPr="00B43B87">
              <w:rPr>
                <w:rFonts w:ascii="Calibri" w:hAnsi="Calibri"/>
              </w:rPr>
              <w:t>firma digitale</w:t>
            </w:r>
          </w:p>
        </w:tc>
      </w:tr>
    </w:tbl>
    <w:p w14:paraId="3ADBB25B" w14:textId="77777777" w:rsidR="0017084B" w:rsidRDefault="0017084B" w:rsidP="0017084B">
      <w:pPr>
        <w:jc w:val="both"/>
        <w:rPr>
          <w:rFonts w:ascii="Calibri" w:hAnsi="Calibri"/>
          <w:b/>
          <w:sz w:val="28"/>
          <w:szCs w:val="28"/>
        </w:rPr>
      </w:pPr>
    </w:p>
    <w:p w14:paraId="19561A76" w14:textId="77777777" w:rsidR="005F40AC" w:rsidRPr="00FD3CDB" w:rsidRDefault="0017084B" w:rsidP="005F40AC">
      <w:pPr>
        <w:jc w:val="center"/>
        <w:rPr>
          <w:rFonts w:ascii="Calibri" w:hAnsi="Calibri" w:cs="Verdana,Bold"/>
          <w:b/>
          <w:bCs/>
          <w:color w:val="000000"/>
          <w:sz w:val="20"/>
          <w:szCs w:val="20"/>
        </w:rPr>
      </w:pPr>
      <w:r>
        <w:rPr>
          <w:rFonts w:ascii="Calibri" w:hAnsi="Calibri"/>
          <w:b/>
          <w:sz w:val="28"/>
          <w:szCs w:val="28"/>
        </w:rPr>
        <w:br w:type="page"/>
      </w:r>
      <w:r w:rsidR="005F40AC" w:rsidRPr="00FD3CDB">
        <w:rPr>
          <w:rFonts w:ascii="Calibri" w:hAnsi="Calibri" w:cs="Verdana,Bold"/>
          <w:b/>
          <w:bCs/>
          <w:color w:val="000000"/>
          <w:sz w:val="20"/>
          <w:szCs w:val="20"/>
        </w:rPr>
        <w:t>INFORMATIVA</w:t>
      </w:r>
    </w:p>
    <w:p w14:paraId="1741ECB3" w14:textId="77777777" w:rsidR="005F40AC" w:rsidRPr="00FD3CDB" w:rsidRDefault="005F40AC" w:rsidP="005F40AC">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57223B9C" w14:textId="77777777" w:rsidR="005F40AC" w:rsidRPr="00FD3CDB" w:rsidRDefault="005F40AC" w:rsidP="005F40AC">
      <w:pPr>
        <w:adjustRightInd w:val="0"/>
        <w:rPr>
          <w:rFonts w:ascii="Calibri" w:hAnsi="Calibri" w:cs="Verdana"/>
          <w:color w:val="000000"/>
          <w:sz w:val="20"/>
          <w:szCs w:val="20"/>
        </w:rPr>
      </w:pPr>
    </w:p>
    <w:p w14:paraId="5755AC6F" w14:textId="77777777" w:rsidR="005F40AC" w:rsidRDefault="005F40AC" w:rsidP="005F40AC">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w:t>
      </w:r>
      <w:r>
        <w:rPr>
          <w:rFonts w:ascii="Calibri" w:hAnsi="Calibri" w:cs="Verdana"/>
          <w:color w:val="000000"/>
          <w:sz w:val="20"/>
          <w:szCs w:val="20"/>
        </w:rPr>
        <w:t xml:space="preserve">domanda di assegnazione di un incarico aggiuntivo di reggenza </w:t>
      </w:r>
      <w:r w:rsidRPr="00FD3CDB">
        <w:rPr>
          <w:rFonts w:ascii="Calibri" w:hAnsi="Calibri" w:cs="Verdana"/>
          <w:color w:val="000000"/>
          <w:sz w:val="20"/>
          <w:szCs w:val="20"/>
        </w:rPr>
        <w:t>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0CC4F339"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7AB37D76" w14:textId="77777777" w:rsidR="005F40AC" w:rsidRPr="00FD3CDB" w:rsidRDefault="005F40AC" w:rsidP="005F40AC">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52E11B11" w14:textId="77777777" w:rsidR="005F40AC" w:rsidRPr="00FD3CDB" w:rsidRDefault="005F40AC" w:rsidP="005F40AC">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8" w:history="1">
        <w:r w:rsidRPr="00FD3CDB">
          <w:rPr>
            <w:rStyle w:val="Collegamentoipertestuale"/>
            <w:rFonts w:ascii="Calibri" w:hAnsi="Calibri" w:cs="Verdana"/>
            <w:sz w:val="20"/>
            <w:szCs w:val="20"/>
          </w:rPr>
          <w:t>drma@postacert.istruzione.it</w:t>
        </w:r>
      </w:hyperlink>
    </w:p>
    <w:p w14:paraId="20D8371D"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9"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1C72882" w14:textId="77777777" w:rsidR="005F40AC" w:rsidRDefault="005F40AC" w:rsidP="005F40AC">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xml:space="preserve">: attribuzione degli incarichi </w:t>
      </w:r>
      <w:r>
        <w:rPr>
          <w:rFonts w:ascii="Calibri" w:hAnsi="Calibri" w:cs="Verdana"/>
          <w:color w:val="000000"/>
          <w:sz w:val="20"/>
          <w:szCs w:val="20"/>
        </w:rPr>
        <w:t xml:space="preserve">dirigenziali a decorrere dal 1° settembre 2023 </w:t>
      </w:r>
      <w:r w:rsidRPr="00FD3CDB">
        <w:rPr>
          <w:rFonts w:ascii="Calibri" w:hAnsi="Calibri" w:cs="Verdana"/>
          <w:color w:val="000000"/>
          <w:sz w:val="20"/>
          <w:szCs w:val="20"/>
        </w:rPr>
        <w:t>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7069B5F3" w14:textId="77777777" w:rsidR="005F40AC" w:rsidRPr="00FD3CDB" w:rsidRDefault="005F40AC" w:rsidP="005F40AC">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22762A5C"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2A43C14C"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045B4B18"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artt. 19 e 25 del </w:t>
      </w:r>
      <w:proofErr w:type="spellStart"/>
      <w:r w:rsidRPr="00FD3CDB">
        <w:rPr>
          <w:rFonts w:ascii="Calibri" w:hAnsi="Calibri" w:cs="Verdana"/>
          <w:color w:val="000000"/>
          <w:sz w:val="20"/>
          <w:szCs w:val="20"/>
        </w:rPr>
        <w:t>D.Lgs.</w:t>
      </w:r>
      <w:proofErr w:type="spellEnd"/>
      <w:r w:rsidRPr="00FD3CDB">
        <w:rPr>
          <w:rFonts w:ascii="Calibri" w:hAnsi="Calibri" w:cs="Verdana"/>
          <w:color w:val="000000"/>
          <w:sz w:val="20"/>
          <w:szCs w:val="20"/>
        </w:rPr>
        <w:t xml:space="preserve"> 165/2001;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11/4/2006, artt. 11, 13 e 20;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15 luglio 2010</w:t>
      </w:r>
      <w:r>
        <w:rPr>
          <w:rFonts w:ascii="Calibri" w:hAnsi="Calibri" w:cs="Verdana"/>
          <w:color w:val="000000"/>
          <w:sz w:val="20"/>
          <w:szCs w:val="20"/>
        </w:rPr>
        <w:t xml:space="preserve"> e 8 luglio 2019</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Per i dati relativi alla salute (cfr. art. 9 Reg. UE 2016/679), la base giuridica del trattamento è costituita</w:t>
      </w:r>
      <w:r>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Pr>
          <w:rFonts w:ascii="Calibri" w:hAnsi="Calibri" w:cs="Verdana"/>
          <w:color w:val="000000"/>
          <w:sz w:val="20"/>
          <w:szCs w:val="20"/>
        </w:rPr>
        <w:t xml:space="preserve"> </w:t>
      </w:r>
      <w:r w:rsidRPr="00FD3CDB">
        <w:rPr>
          <w:rFonts w:ascii="Calibri" w:hAnsi="Calibri" w:cs="Verdana"/>
          <w:color w:val="000000"/>
          <w:sz w:val="20"/>
          <w:szCs w:val="20"/>
        </w:rPr>
        <w:t>Per i dati relativi all’appartenenza sindacale la base giuridica del trattamento è costituita dall’art. 9, par. 2, lett. b), del Reg UE 2016/679.</w:t>
      </w:r>
    </w:p>
    <w:p w14:paraId="3D5C79F6"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Pr>
          <w:rFonts w:ascii="Calibri" w:hAnsi="Calibri" w:cs="Verdana"/>
          <w:color w:val="000000"/>
          <w:sz w:val="20"/>
          <w:szCs w:val="20"/>
        </w:rPr>
        <w:t>inistero dell’istruzione e del merito</w:t>
      </w:r>
      <w:r w:rsidRPr="00FD3CDB">
        <w:rPr>
          <w:rFonts w:ascii="Calibri" w:hAnsi="Calibri" w:cs="Verdana"/>
          <w:color w:val="000000"/>
          <w:sz w:val="20"/>
          <w:szCs w:val="20"/>
        </w:rPr>
        <w:t xml:space="preserve">, agli Uffici finanziari del Ministero dell’Economia, alla Corte dei </w:t>
      </w:r>
      <w:r>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1FBFAC95"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l’incarico </w:t>
      </w:r>
      <w:r>
        <w:rPr>
          <w:rFonts w:ascii="Calibri" w:hAnsi="Calibri" w:cs="Verdana"/>
          <w:color w:val="000000"/>
          <w:sz w:val="20"/>
          <w:szCs w:val="20"/>
        </w:rPr>
        <w:t>dirigenziale</w:t>
      </w:r>
      <w:r w:rsidRPr="00FD3CDB">
        <w:rPr>
          <w:rFonts w:ascii="Calibri" w:hAnsi="Calibri" w:cs="Verdana"/>
          <w:color w:val="000000"/>
          <w:sz w:val="20"/>
          <w:szCs w:val="20"/>
        </w:rPr>
        <w:t>.</w:t>
      </w:r>
    </w:p>
    <w:p w14:paraId="174C9E48" w14:textId="77777777" w:rsidR="005F40AC" w:rsidRPr="00FD3CDB" w:rsidRDefault="005F40AC" w:rsidP="005F40AC">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xml:space="preserve">: per tutto il periodo antecedente alla prescrizione del diritto di azione avente ad oggetto l’incarico </w:t>
      </w:r>
      <w:r>
        <w:rPr>
          <w:rFonts w:ascii="Calibri" w:hAnsi="Calibri" w:cs="Verdana"/>
          <w:color w:val="000000"/>
          <w:sz w:val="20"/>
          <w:szCs w:val="20"/>
        </w:rPr>
        <w:t xml:space="preserve">dirigenziale </w:t>
      </w:r>
      <w:r w:rsidRPr="00FD3CDB">
        <w:rPr>
          <w:rFonts w:ascii="Calibri" w:hAnsi="Calibri" w:cs="Verdana"/>
          <w:color w:val="000000"/>
          <w:sz w:val="20"/>
          <w:szCs w:val="20"/>
        </w:rPr>
        <w:t>di cui si tratta nonché fino a quando la conservazione dei dati sia utile alla determinazione del trattamento economico di fine servizio e del trattamento di quiescenza.</w:t>
      </w:r>
    </w:p>
    <w:p w14:paraId="7160F4F0" w14:textId="77777777" w:rsidR="005F40AC" w:rsidRPr="00FD3CDB" w:rsidRDefault="005F40AC" w:rsidP="005F40AC">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2FA191A7" w14:textId="77777777" w:rsidR="005F40AC" w:rsidRPr="00FD3CDB" w:rsidRDefault="005F40AC" w:rsidP="005F40AC">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645D6DE3" w14:textId="77777777" w:rsidR="005F40AC" w:rsidRPr="00FD3CDB" w:rsidRDefault="005F40AC" w:rsidP="005F40AC">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6F4D7C79" w14:textId="77777777" w:rsidR="005F40AC" w:rsidRDefault="005F40AC" w:rsidP="005F40AC">
      <w:pPr>
        <w:jc w:val="both"/>
        <w:rPr>
          <w:rFonts w:ascii="Calibri" w:hAnsi="Calibri"/>
          <w:b/>
          <w:sz w:val="20"/>
          <w:szCs w:val="20"/>
        </w:rPr>
      </w:pPr>
    </w:p>
    <w:p w14:paraId="0AAD1416" w14:textId="77777777" w:rsidR="005F40AC" w:rsidRDefault="005F40AC" w:rsidP="0017084B">
      <w:pPr>
        <w:adjustRightInd w:val="0"/>
        <w:jc w:val="center"/>
        <w:rPr>
          <w:rFonts w:ascii="Calibri" w:hAnsi="Calibri"/>
          <w:b/>
          <w:sz w:val="28"/>
          <w:szCs w:val="28"/>
        </w:rPr>
      </w:pPr>
    </w:p>
    <w:sectPr w:rsidR="005F40AC" w:rsidSect="00724F96">
      <w:headerReference w:type="even" r:id="rId10"/>
      <w:headerReference w:type="default" r:id="rId11"/>
      <w:footerReference w:type="even" r:id="rId12"/>
      <w:footerReference w:type="default" r:id="rId13"/>
      <w:headerReference w:type="first" r:id="rId14"/>
      <w:footerReference w:type="first" r:id="rId15"/>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5F6E1" w14:textId="77777777" w:rsidR="00957930" w:rsidRDefault="00957930">
      <w:r>
        <w:separator/>
      </w:r>
    </w:p>
  </w:endnote>
  <w:endnote w:type="continuationSeparator" w:id="0">
    <w:p w14:paraId="1100742E" w14:textId="77777777" w:rsidR="00957930" w:rsidRDefault="00957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6B7F"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6D1C540"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136EF"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E8563D">
      <w:rPr>
        <w:rStyle w:val="Numeropagina"/>
        <w:rFonts w:ascii="Calibri" w:hAnsi="Calibri"/>
        <w:noProof/>
      </w:rPr>
      <w:t>3</w:t>
    </w:r>
    <w:r w:rsidRPr="009A7942">
      <w:rPr>
        <w:rStyle w:val="Numeropagina"/>
        <w:rFonts w:ascii="Calibri" w:hAnsi="Calibri"/>
      </w:rPr>
      <w:fldChar w:fldCharType="end"/>
    </w:r>
  </w:p>
  <w:p w14:paraId="79152C0A" w14:textId="179DA5F0" w:rsidR="00805D66" w:rsidRPr="00A15308" w:rsidRDefault="003758A0" w:rsidP="003758A0">
    <w:pPr>
      <w:pStyle w:val="Pidipagina"/>
      <w:ind w:right="360" w:firstLine="360"/>
      <w:rPr>
        <w:rFonts w:ascii="Calibri" w:hAnsi="Calibri"/>
        <w:sz w:val="18"/>
        <w:szCs w:val="18"/>
      </w:rPr>
    </w:pPr>
    <w:r w:rsidRPr="003758A0">
      <w:rPr>
        <w:rFonts w:ascii="Calibri" w:hAnsi="Calibri"/>
        <w:sz w:val="18"/>
        <w:szCs w:val="18"/>
      </w:rPr>
      <w:t>202308312234 modello reggenza temporanea_2023_2024 Liceo Classico Fermo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46E0" w14:textId="77777777" w:rsidR="003758A0" w:rsidRDefault="003758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87759" w14:textId="77777777" w:rsidR="00957930" w:rsidRDefault="00957930">
      <w:r>
        <w:separator/>
      </w:r>
    </w:p>
  </w:footnote>
  <w:footnote w:type="continuationSeparator" w:id="0">
    <w:p w14:paraId="25F3FB23" w14:textId="77777777" w:rsidR="00957930" w:rsidRDefault="00957930">
      <w:r>
        <w:continuationSeparator/>
      </w:r>
    </w:p>
  </w:footnote>
  <w:footnote w:id="1">
    <w:p w14:paraId="449AC977" w14:textId="77777777" w:rsidR="00805D66" w:rsidRPr="009B4D95" w:rsidRDefault="00805D66" w:rsidP="0017084B">
      <w:pPr>
        <w:pStyle w:val="Testonotaapidipagina"/>
        <w:rPr>
          <w:rFonts w:ascii="Calibri" w:hAnsi="Calibri"/>
        </w:rPr>
      </w:pPr>
      <w:r w:rsidRPr="009B4D95">
        <w:rPr>
          <w:rStyle w:val="Rimandonotaapidipagina"/>
          <w:rFonts w:ascii="Calibri" w:hAnsi="Calibri"/>
        </w:rPr>
        <w:footnoteRef/>
      </w:r>
      <w:r w:rsidRPr="009B4D95">
        <w:rPr>
          <w:rFonts w:ascii="Calibri" w:hAnsi="Calibri"/>
        </w:rPr>
        <w:t xml:space="preserve"> il curriculum vitae va allegato soltanto se innovativo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65D79" w14:textId="77777777" w:rsidR="003758A0" w:rsidRDefault="003758A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270D" w14:textId="77777777" w:rsidR="00805D66" w:rsidRDefault="00805D66" w:rsidP="00793E44">
    <w:pPr>
      <w:pStyle w:val="Intestazione"/>
      <w:tabs>
        <w:tab w:val="clear" w:pos="4819"/>
        <w:tab w:val="center" w:pos="6732"/>
      </w:tabs>
      <w:jc w:val="center"/>
      <w:rPr>
        <w:sz w:val="20"/>
        <w:szCs w:val="20"/>
      </w:rPr>
    </w:pPr>
  </w:p>
  <w:p w14:paraId="31E2F311" w14:textId="77777777" w:rsidR="00805D66" w:rsidRDefault="00805D66" w:rsidP="00793E44">
    <w:pPr>
      <w:pStyle w:val="Intestazione"/>
      <w:tabs>
        <w:tab w:val="clear" w:pos="4819"/>
        <w:tab w:val="center" w:pos="6732"/>
      </w:tabs>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290A" w14:textId="77777777" w:rsidR="003758A0" w:rsidRDefault="003758A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604803154">
    <w:abstractNumId w:val="29"/>
  </w:num>
  <w:num w:numId="2" w16cid:durableId="1299535852">
    <w:abstractNumId w:val="27"/>
  </w:num>
  <w:num w:numId="3" w16cid:durableId="1104347509">
    <w:abstractNumId w:val="13"/>
  </w:num>
  <w:num w:numId="4" w16cid:durableId="642199359">
    <w:abstractNumId w:val="10"/>
  </w:num>
  <w:num w:numId="5" w16cid:durableId="1003782059">
    <w:abstractNumId w:val="5"/>
  </w:num>
  <w:num w:numId="6" w16cid:durableId="495802388">
    <w:abstractNumId w:val="24"/>
  </w:num>
  <w:num w:numId="7" w16cid:durableId="865750999">
    <w:abstractNumId w:val="28"/>
  </w:num>
  <w:num w:numId="8" w16cid:durableId="984242499">
    <w:abstractNumId w:val="11"/>
  </w:num>
  <w:num w:numId="9" w16cid:durableId="799617485">
    <w:abstractNumId w:val="22"/>
  </w:num>
  <w:num w:numId="10" w16cid:durableId="973025709">
    <w:abstractNumId w:val="14"/>
  </w:num>
  <w:num w:numId="11" w16cid:durableId="1963800703">
    <w:abstractNumId w:val="2"/>
  </w:num>
  <w:num w:numId="12" w16cid:durableId="687172412">
    <w:abstractNumId w:val="25"/>
  </w:num>
  <w:num w:numId="13" w16cid:durableId="572861667">
    <w:abstractNumId w:val="15"/>
  </w:num>
  <w:num w:numId="14" w16cid:durableId="1129933385">
    <w:abstractNumId w:val="30"/>
  </w:num>
  <w:num w:numId="15" w16cid:durableId="1346252079">
    <w:abstractNumId w:val="19"/>
  </w:num>
  <w:num w:numId="16" w16cid:durableId="756171870">
    <w:abstractNumId w:val="1"/>
  </w:num>
  <w:num w:numId="17" w16cid:durableId="349140438">
    <w:abstractNumId w:val="31"/>
  </w:num>
  <w:num w:numId="18" w16cid:durableId="1582788844">
    <w:abstractNumId w:val="6"/>
  </w:num>
  <w:num w:numId="19" w16cid:durableId="1872836553">
    <w:abstractNumId w:val="8"/>
  </w:num>
  <w:num w:numId="20" w16cid:durableId="1682900757">
    <w:abstractNumId w:val="16"/>
  </w:num>
  <w:num w:numId="21" w16cid:durableId="1727949000">
    <w:abstractNumId w:val="3"/>
  </w:num>
  <w:num w:numId="22" w16cid:durableId="400446507">
    <w:abstractNumId w:val="17"/>
  </w:num>
  <w:num w:numId="23" w16cid:durableId="1189029454">
    <w:abstractNumId w:val="23"/>
  </w:num>
  <w:num w:numId="24" w16cid:durableId="1016268672">
    <w:abstractNumId w:val="26"/>
  </w:num>
  <w:num w:numId="25" w16cid:durableId="1560168517">
    <w:abstractNumId w:val="0"/>
  </w:num>
  <w:num w:numId="26" w16cid:durableId="943197584">
    <w:abstractNumId w:val="9"/>
  </w:num>
  <w:num w:numId="27" w16cid:durableId="25494100">
    <w:abstractNumId w:val="32"/>
  </w:num>
  <w:num w:numId="28" w16cid:durableId="104496765">
    <w:abstractNumId w:val="21"/>
  </w:num>
  <w:num w:numId="29" w16cid:durableId="1148791411">
    <w:abstractNumId w:val="4"/>
  </w:num>
  <w:num w:numId="30" w16cid:durableId="870611041">
    <w:abstractNumId w:val="33"/>
  </w:num>
  <w:num w:numId="31" w16cid:durableId="1709795533">
    <w:abstractNumId w:val="20"/>
  </w:num>
  <w:num w:numId="32" w16cid:durableId="1590117146">
    <w:abstractNumId w:val="12"/>
  </w:num>
  <w:num w:numId="33" w16cid:durableId="1871914448">
    <w:abstractNumId w:val="35"/>
  </w:num>
  <w:num w:numId="34" w16cid:durableId="1433010947">
    <w:abstractNumId w:val="7"/>
  </w:num>
  <w:num w:numId="35" w16cid:durableId="851259436">
    <w:abstractNumId w:val="34"/>
  </w:num>
  <w:num w:numId="36" w16cid:durableId="127802507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810"/>
    <w:rsid w:val="00052C4B"/>
    <w:rsid w:val="00064B72"/>
    <w:rsid w:val="00065B21"/>
    <w:rsid w:val="00073E61"/>
    <w:rsid w:val="00075A5B"/>
    <w:rsid w:val="00075E77"/>
    <w:rsid w:val="00080D7A"/>
    <w:rsid w:val="00094A57"/>
    <w:rsid w:val="000971DA"/>
    <w:rsid w:val="000A01F9"/>
    <w:rsid w:val="000A5B20"/>
    <w:rsid w:val="000B1D1C"/>
    <w:rsid w:val="000B5AA6"/>
    <w:rsid w:val="000C151D"/>
    <w:rsid w:val="000C5A5E"/>
    <w:rsid w:val="000D1025"/>
    <w:rsid w:val="000D2348"/>
    <w:rsid w:val="000E0B4F"/>
    <w:rsid w:val="000E5B63"/>
    <w:rsid w:val="000E6B53"/>
    <w:rsid w:val="000F0309"/>
    <w:rsid w:val="000F2D73"/>
    <w:rsid w:val="000F587A"/>
    <w:rsid w:val="001019E8"/>
    <w:rsid w:val="00104819"/>
    <w:rsid w:val="00105174"/>
    <w:rsid w:val="00115835"/>
    <w:rsid w:val="001167FF"/>
    <w:rsid w:val="0012458A"/>
    <w:rsid w:val="001267C5"/>
    <w:rsid w:val="001269A9"/>
    <w:rsid w:val="00132D62"/>
    <w:rsid w:val="00134F14"/>
    <w:rsid w:val="00144374"/>
    <w:rsid w:val="00154AE3"/>
    <w:rsid w:val="00155FF6"/>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2307F"/>
    <w:rsid w:val="00232C03"/>
    <w:rsid w:val="00235EC5"/>
    <w:rsid w:val="002435AE"/>
    <w:rsid w:val="00244637"/>
    <w:rsid w:val="00247CA3"/>
    <w:rsid w:val="00251DA6"/>
    <w:rsid w:val="00262516"/>
    <w:rsid w:val="00264942"/>
    <w:rsid w:val="002717E7"/>
    <w:rsid w:val="002818AE"/>
    <w:rsid w:val="00281EBB"/>
    <w:rsid w:val="002823AC"/>
    <w:rsid w:val="00284B8C"/>
    <w:rsid w:val="00286DE9"/>
    <w:rsid w:val="00287890"/>
    <w:rsid w:val="00291B6B"/>
    <w:rsid w:val="00292BBB"/>
    <w:rsid w:val="002933EC"/>
    <w:rsid w:val="002950AE"/>
    <w:rsid w:val="00295E0A"/>
    <w:rsid w:val="00296876"/>
    <w:rsid w:val="00296988"/>
    <w:rsid w:val="00297EB7"/>
    <w:rsid w:val="002A651C"/>
    <w:rsid w:val="002A7DD5"/>
    <w:rsid w:val="002B0B24"/>
    <w:rsid w:val="002B47D2"/>
    <w:rsid w:val="002B5B29"/>
    <w:rsid w:val="002C49CE"/>
    <w:rsid w:val="002D3FAD"/>
    <w:rsid w:val="002F6AE3"/>
    <w:rsid w:val="00306B3C"/>
    <w:rsid w:val="003144FE"/>
    <w:rsid w:val="00314C5F"/>
    <w:rsid w:val="00316CDF"/>
    <w:rsid w:val="00321CFB"/>
    <w:rsid w:val="00334012"/>
    <w:rsid w:val="0033440C"/>
    <w:rsid w:val="003363E2"/>
    <w:rsid w:val="00345005"/>
    <w:rsid w:val="003477ED"/>
    <w:rsid w:val="003632E5"/>
    <w:rsid w:val="00372D5E"/>
    <w:rsid w:val="00373000"/>
    <w:rsid w:val="00374186"/>
    <w:rsid w:val="0037567B"/>
    <w:rsid w:val="003758A0"/>
    <w:rsid w:val="00376302"/>
    <w:rsid w:val="00390B83"/>
    <w:rsid w:val="00392520"/>
    <w:rsid w:val="003A1638"/>
    <w:rsid w:val="003A17FB"/>
    <w:rsid w:val="003C07C6"/>
    <w:rsid w:val="003C5C2A"/>
    <w:rsid w:val="003D0EDF"/>
    <w:rsid w:val="003D19B3"/>
    <w:rsid w:val="003E36FE"/>
    <w:rsid w:val="003E56EC"/>
    <w:rsid w:val="003F0746"/>
    <w:rsid w:val="003F5828"/>
    <w:rsid w:val="00406817"/>
    <w:rsid w:val="0041250A"/>
    <w:rsid w:val="00414194"/>
    <w:rsid w:val="0042575F"/>
    <w:rsid w:val="004322EE"/>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6DBC"/>
    <w:rsid w:val="004C7711"/>
    <w:rsid w:val="004D0F13"/>
    <w:rsid w:val="004E0434"/>
    <w:rsid w:val="004F228C"/>
    <w:rsid w:val="004F36F4"/>
    <w:rsid w:val="004F6B9E"/>
    <w:rsid w:val="00501786"/>
    <w:rsid w:val="00511DF9"/>
    <w:rsid w:val="00530739"/>
    <w:rsid w:val="005335D7"/>
    <w:rsid w:val="005355FF"/>
    <w:rsid w:val="00543B5B"/>
    <w:rsid w:val="00543E26"/>
    <w:rsid w:val="005641C6"/>
    <w:rsid w:val="0056625D"/>
    <w:rsid w:val="00576E1E"/>
    <w:rsid w:val="00582EFA"/>
    <w:rsid w:val="00584E1D"/>
    <w:rsid w:val="005860BC"/>
    <w:rsid w:val="0059517A"/>
    <w:rsid w:val="00595536"/>
    <w:rsid w:val="00595CEC"/>
    <w:rsid w:val="005A5387"/>
    <w:rsid w:val="005B3FC0"/>
    <w:rsid w:val="005B7240"/>
    <w:rsid w:val="005B753A"/>
    <w:rsid w:val="005C6219"/>
    <w:rsid w:val="005D3BF2"/>
    <w:rsid w:val="005E13A1"/>
    <w:rsid w:val="005F12E2"/>
    <w:rsid w:val="005F40AC"/>
    <w:rsid w:val="005F4306"/>
    <w:rsid w:val="005F5673"/>
    <w:rsid w:val="005F6482"/>
    <w:rsid w:val="005F7C21"/>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3B8C"/>
    <w:rsid w:val="006B5802"/>
    <w:rsid w:val="006B6C29"/>
    <w:rsid w:val="006B7887"/>
    <w:rsid w:val="006C74C3"/>
    <w:rsid w:val="006E0BF4"/>
    <w:rsid w:val="006E20D0"/>
    <w:rsid w:val="006F4AEC"/>
    <w:rsid w:val="006F5374"/>
    <w:rsid w:val="006F6370"/>
    <w:rsid w:val="007017BF"/>
    <w:rsid w:val="007032D2"/>
    <w:rsid w:val="0071227B"/>
    <w:rsid w:val="0072406D"/>
    <w:rsid w:val="00724513"/>
    <w:rsid w:val="00724F96"/>
    <w:rsid w:val="007256BC"/>
    <w:rsid w:val="00740FCC"/>
    <w:rsid w:val="00752B0B"/>
    <w:rsid w:val="00752C5D"/>
    <w:rsid w:val="00753F92"/>
    <w:rsid w:val="00754B1E"/>
    <w:rsid w:val="00754C09"/>
    <w:rsid w:val="007614DA"/>
    <w:rsid w:val="00762AE6"/>
    <w:rsid w:val="00763316"/>
    <w:rsid w:val="00763499"/>
    <w:rsid w:val="007701AE"/>
    <w:rsid w:val="00771781"/>
    <w:rsid w:val="00771970"/>
    <w:rsid w:val="00776EFD"/>
    <w:rsid w:val="007934E9"/>
    <w:rsid w:val="00793E44"/>
    <w:rsid w:val="007A25D9"/>
    <w:rsid w:val="007A600B"/>
    <w:rsid w:val="007A7629"/>
    <w:rsid w:val="007C59F5"/>
    <w:rsid w:val="007E1AE6"/>
    <w:rsid w:val="007F74F1"/>
    <w:rsid w:val="008038EC"/>
    <w:rsid w:val="00804BBC"/>
    <w:rsid w:val="00805D66"/>
    <w:rsid w:val="008069F7"/>
    <w:rsid w:val="00807E54"/>
    <w:rsid w:val="008124DE"/>
    <w:rsid w:val="008132DD"/>
    <w:rsid w:val="00813655"/>
    <w:rsid w:val="008137AE"/>
    <w:rsid w:val="00814092"/>
    <w:rsid w:val="00844EB1"/>
    <w:rsid w:val="008618F7"/>
    <w:rsid w:val="008654BB"/>
    <w:rsid w:val="008657E4"/>
    <w:rsid w:val="00871A02"/>
    <w:rsid w:val="0088112E"/>
    <w:rsid w:val="00881676"/>
    <w:rsid w:val="00891E48"/>
    <w:rsid w:val="00892C0E"/>
    <w:rsid w:val="00896AFF"/>
    <w:rsid w:val="008A2FF7"/>
    <w:rsid w:val="008A5103"/>
    <w:rsid w:val="008B3EB1"/>
    <w:rsid w:val="008B511E"/>
    <w:rsid w:val="008C4382"/>
    <w:rsid w:val="008C467E"/>
    <w:rsid w:val="008E0200"/>
    <w:rsid w:val="008E0453"/>
    <w:rsid w:val="008E405D"/>
    <w:rsid w:val="008E4AC1"/>
    <w:rsid w:val="008E736C"/>
    <w:rsid w:val="008E763B"/>
    <w:rsid w:val="008E7B69"/>
    <w:rsid w:val="008F05FC"/>
    <w:rsid w:val="008F489C"/>
    <w:rsid w:val="008F5E19"/>
    <w:rsid w:val="008F5E77"/>
    <w:rsid w:val="00901B65"/>
    <w:rsid w:val="00904280"/>
    <w:rsid w:val="00906BB4"/>
    <w:rsid w:val="00912776"/>
    <w:rsid w:val="009129C5"/>
    <w:rsid w:val="009203E2"/>
    <w:rsid w:val="00926EBE"/>
    <w:rsid w:val="00927949"/>
    <w:rsid w:val="00931758"/>
    <w:rsid w:val="00931DA9"/>
    <w:rsid w:val="00933771"/>
    <w:rsid w:val="00934358"/>
    <w:rsid w:val="0094039A"/>
    <w:rsid w:val="00953F1F"/>
    <w:rsid w:val="00957930"/>
    <w:rsid w:val="00961FA0"/>
    <w:rsid w:val="00966266"/>
    <w:rsid w:val="00967630"/>
    <w:rsid w:val="00970159"/>
    <w:rsid w:val="009708B1"/>
    <w:rsid w:val="00972449"/>
    <w:rsid w:val="00985818"/>
    <w:rsid w:val="00990150"/>
    <w:rsid w:val="0099016F"/>
    <w:rsid w:val="00997494"/>
    <w:rsid w:val="009A0ADB"/>
    <w:rsid w:val="009A7942"/>
    <w:rsid w:val="009B0443"/>
    <w:rsid w:val="009B4D95"/>
    <w:rsid w:val="009C05F9"/>
    <w:rsid w:val="009C7A61"/>
    <w:rsid w:val="009D2366"/>
    <w:rsid w:val="009D2ADB"/>
    <w:rsid w:val="009D2BA7"/>
    <w:rsid w:val="009E06CD"/>
    <w:rsid w:val="009E78DA"/>
    <w:rsid w:val="009E7F03"/>
    <w:rsid w:val="00A02BA7"/>
    <w:rsid w:val="00A100A3"/>
    <w:rsid w:val="00A10A78"/>
    <w:rsid w:val="00A12383"/>
    <w:rsid w:val="00A1427F"/>
    <w:rsid w:val="00A15308"/>
    <w:rsid w:val="00A16D09"/>
    <w:rsid w:val="00A24536"/>
    <w:rsid w:val="00A31101"/>
    <w:rsid w:val="00A37560"/>
    <w:rsid w:val="00A42620"/>
    <w:rsid w:val="00A4279A"/>
    <w:rsid w:val="00A42E5D"/>
    <w:rsid w:val="00A712CE"/>
    <w:rsid w:val="00A72FEC"/>
    <w:rsid w:val="00A80F45"/>
    <w:rsid w:val="00A80FA9"/>
    <w:rsid w:val="00A8258A"/>
    <w:rsid w:val="00A8499B"/>
    <w:rsid w:val="00A92911"/>
    <w:rsid w:val="00A93307"/>
    <w:rsid w:val="00A95A9A"/>
    <w:rsid w:val="00A96F90"/>
    <w:rsid w:val="00A972A3"/>
    <w:rsid w:val="00AA2191"/>
    <w:rsid w:val="00AA78A4"/>
    <w:rsid w:val="00AB2788"/>
    <w:rsid w:val="00AB3A6A"/>
    <w:rsid w:val="00AB7601"/>
    <w:rsid w:val="00AC178B"/>
    <w:rsid w:val="00AC243E"/>
    <w:rsid w:val="00AC290F"/>
    <w:rsid w:val="00AC747F"/>
    <w:rsid w:val="00AD0292"/>
    <w:rsid w:val="00AE4EE5"/>
    <w:rsid w:val="00AF3C99"/>
    <w:rsid w:val="00AF49D2"/>
    <w:rsid w:val="00B052F5"/>
    <w:rsid w:val="00B2107A"/>
    <w:rsid w:val="00B24980"/>
    <w:rsid w:val="00B32278"/>
    <w:rsid w:val="00B3704A"/>
    <w:rsid w:val="00B43B87"/>
    <w:rsid w:val="00B46A36"/>
    <w:rsid w:val="00B472D3"/>
    <w:rsid w:val="00B47E7A"/>
    <w:rsid w:val="00B51D70"/>
    <w:rsid w:val="00B52FD6"/>
    <w:rsid w:val="00B56BF3"/>
    <w:rsid w:val="00B63280"/>
    <w:rsid w:val="00B73B24"/>
    <w:rsid w:val="00B7773F"/>
    <w:rsid w:val="00B85EE4"/>
    <w:rsid w:val="00B929E9"/>
    <w:rsid w:val="00B969AE"/>
    <w:rsid w:val="00BA104C"/>
    <w:rsid w:val="00BA5146"/>
    <w:rsid w:val="00BA7997"/>
    <w:rsid w:val="00BB0E28"/>
    <w:rsid w:val="00BD1B03"/>
    <w:rsid w:val="00BD3FBE"/>
    <w:rsid w:val="00BE6EBC"/>
    <w:rsid w:val="00BE7140"/>
    <w:rsid w:val="00BF02C9"/>
    <w:rsid w:val="00BF4574"/>
    <w:rsid w:val="00BF6096"/>
    <w:rsid w:val="00C10D4A"/>
    <w:rsid w:val="00C12783"/>
    <w:rsid w:val="00C22BC2"/>
    <w:rsid w:val="00C23B8B"/>
    <w:rsid w:val="00C40FC9"/>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B161A"/>
    <w:rsid w:val="00CB4698"/>
    <w:rsid w:val="00CC3B0B"/>
    <w:rsid w:val="00CC6626"/>
    <w:rsid w:val="00CC7D44"/>
    <w:rsid w:val="00CD4388"/>
    <w:rsid w:val="00CE34ED"/>
    <w:rsid w:val="00CE5D04"/>
    <w:rsid w:val="00CF0A9B"/>
    <w:rsid w:val="00CF2570"/>
    <w:rsid w:val="00D06B1F"/>
    <w:rsid w:val="00D13722"/>
    <w:rsid w:val="00D159A8"/>
    <w:rsid w:val="00D246D8"/>
    <w:rsid w:val="00D272FA"/>
    <w:rsid w:val="00D31368"/>
    <w:rsid w:val="00D34AFE"/>
    <w:rsid w:val="00D34D71"/>
    <w:rsid w:val="00D36F84"/>
    <w:rsid w:val="00D426B9"/>
    <w:rsid w:val="00D434C6"/>
    <w:rsid w:val="00D5788B"/>
    <w:rsid w:val="00D57968"/>
    <w:rsid w:val="00D62A1C"/>
    <w:rsid w:val="00D667C2"/>
    <w:rsid w:val="00D735EE"/>
    <w:rsid w:val="00D8045C"/>
    <w:rsid w:val="00D82BA1"/>
    <w:rsid w:val="00D9751B"/>
    <w:rsid w:val="00DB4EA8"/>
    <w:rsid w:val="00DD1E9B"/>
    <w:rsid w:val="00DD3B02"/>
    <w:rsid w:val="00DE2AC7"/>
    <w:rsid w:val="00DF6B91"/>
    <w:rsid w:val="00E00AF7"/>
    <w:rsid w:val="00E047C7"/>
    <w:rsid w:val="00E048AD"/>
    <w:rsid w:val="00E06ED0"/>
    <w:rsid w:val="00E161BD"/>
    <w:rsid w:val="00E175EF"/>
    <w:rsid w:val="00E246AA"/>
    <w:rsid w:val="00E35E4F"/>
    <w:rsid w:val="00E40EA2"/>
    <w:rsid w:val="00E55C3A"/>
    <w:rsid w:val="00E63D12"/>
    <w:rsid w:val="00E64277"/>
    <w:rsid w:val="00E65E8C"/>
    <w:rsid w:val="00E705E3"/>
    <w:rsid w:val="00E7563D"/>
    <w:rsid w:val="00E77839"/>
    <w:rsid w:val="00E8563D"/>
    <w:rsid w:val="00E87598"/>
    <w:rsid w:val="00E91188"/>
    <w:rsid w:val="00EA0F09"/>
    <w:rsid w:val="00EA17A4"/>
    <w:rsid w:val="00EB2682"/>
    <w:rsid w:val="00EF408E"/>
    <w:rsid w:val="00EF6627"/>
    <w:rsid w:val="00F0095A"/>
    <w:rsid w:val="00F04DAD"/>
    <w:rsid w:val="00F10DE3"/>
    <w:rsid w:val="00F11995"/>
    <w:rsid w:val="00F11A39"/>
    <w:rsid w:val="00F174B7"/>
    <w:rsid w:val="00F25A54"/>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C85D8"/>
  <w15:chartTrackingRefBased/>
  <w15:docId w15:val="{FECDB316-9D98-4CBF-8159-AB6B51308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rma@postacert.istruzione.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PD@istruzione.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intestata 06.dot</Template>
  <TotalTime>3</TotalTime>
  <Pages>3</Pages>
  <Words>1122</Words>
  <Characters>6399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202308291501 modello reggenza_2023_2024 CPIA Ancona</vt:lpstr>
    </vt:vector>
  </TitlesOfParts>
  <Company>Regione Emilia-Romagna</Company>
  <LinksUpToDate>false</LinksUpToDate>
  <CharactersWithSpaces>7506</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202308312234 modello reggenza temporanea_2023_2024 Liceo Classico Fermo</dc:title>
  <dc:subject/>
  <dc:creator>mi00224</dc:creator>
  <cp:keywords/>
  <cp:lastModifiedBy>Mariani Giancarlo</cp:lastModifiedBy>
  <cp:revision>4</cp:revision>
  <cp:lastPrinted>2013-06-14T12:25:00Z</cp:lastPrinted>
  <dcterms:created xsi:type="dcterms:W3CDTF">2023-09-01T03:31:00Z</dcterms:created>
  <dcterms:modified xsi:type="dcterms:W3CDTF">2023-09-01T03:33:00Z</dcterms:modified>
</cp:coreProperties>
</file>