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77318" w14:textId="77777777" w:rsidR="00F25B1D" w:rsidRPr="00211CF9" w:rsidRDefault="00F25B1D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42A59E2" w14:textId="61C71FB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Informativa sul trattamento dei dati personali </w:t>
      </w:r>
    </w:p>
    <w:p w14:paraId="072EEEEC" w14:textId="3BD82ED5" w:rsidR="007860D0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(Art. 13 del Regolamento UE 679/2016) </w:t>
      </w:r>
    </w:p>
    <w:p w14:paraId="6F89638A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E907946" w14:textId="0EDB7C9A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Il Ministero dell’</w:t>
      </w:r>
      <w:r w:rsidR="00051DE6"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>Istruzione</w:t>
      </w:r>
      <w:r w:rsidR="00051DE6"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in qualità di Titolare del trattamento, desidera, con la presente informativa, fornirLe informazioni circa il trattamento dei dati personali che La riguardano. </w:t>
      </w:r>
    </w:p>
    <w:p w14:paraId="77894C57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2B8BA37" w14:textId="40D6BE35" w:rsid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Titolare del trattamento dei dati </w:t>
      </w:r>
    </w:p>
    <w:p w14:paraId="094BCBDA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CB1CA04" w14:textId="34C3258B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Titolare del trattamento dei dati è il Ministero dell’istruzione con sede in Roma presso Viale di Trastevere, n. 76/a, 00153 Roma, al quale ci si potrà rivolgere per esercitare i diritti degli interessati, </w:t>
      </w:r>
      <w:r w:rsidR="00736F12">
        <w:rPr>
          <w:rFonts w:asciiTheme="minorHAnsi" w:hAnsiTheme="minorHAnsi" w:cstheme="minorHAnsi"/>
          <w:color w:val="000000"/>
          <w:sz w:val="22"/>
          <w:szCs w:val="22"/>
        </w:rPr>
        <w:t xml:space="preserve">Email 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dgosv@postacert.istruzione.it </w:t>
      </w:r>
    </w:p>
    <w:p w14:paraId="0B9FD106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D67F14A" w14:textId="4833A56F" w:rsid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Responsabile della protezione dei dati</w:t>
      </w:r>
    </w:p>
    <w:p w14:paraId="005E685F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662D690" w14:textId="77777777" w:rsidR="00A43730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Il Responsabile per la protezione dei dati personali del Ministero dell’istruzione</w:t>
      </w:r>
      <w:r w:rsidR="00051DE6"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>è stato individuato nel</w:t>
      </w:r>
    </w:p>
    <w:p w14:paraId="0312CFFF" w14:textId="78CE4879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Dott</w:t>
      </w:r>
      <w:r w:rsidR="00897FCB">
        <w:rPr>
          <w:rFonts w:asciiTheme="minorHAnsi" w:hAnsiTheme="minorHAnsi" w:cstheme="minorHAnsi"/>
          <w:color w:val="000000"/>
          <w:sz w:val="22"/>
          <w:szCs w:val="22"/>
        </w:rPr>
        <w:t>. Antonino Di Liberto</w:t>
      </w:r>
      <w:r w:rsidR="00E6436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Email: rpd@istruzione.it. </w:t>
      </w:r>
    </w:p>
    <w:p w14:paraId="03C22283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ADA6A7B" w14:textId="77777777" w:rsidR="00211CF9" w:rsidRDefault="00DF6A47" w:rsidP="00211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Finalità del trattamento e base giuridica</w:t>
      </w:r>
    </w:p>
    <w:p w14:paraId="42DC0046" w14:textId="0C7FB89F" w:rsidR="00F25B1D" w:rsidRPr="00211CF9" w:rsidRDefault="00DF6A47" w:rsidP="00211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0CD36FC7" w14:textId="2B6FD83D" w:rsidR="009712E1" w:rsidRPr="00211CF9" w:rsidRDefault="009712E1" w:rsidP="009712E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I dati personali anagrafici comuni del legale rappresentante e i dati identificativi del soggetto giuridico sono trattati al fine di assicurare il corretto espletamento della procedura ordinaria ristretta.</w:t>
      </w:r>
    </w:p>
    <w:p w14:paraId="75F9DDE6" w14:textId="0DC2A82F" w:rsidR="009712E1" w:rsidRPr="00211CF9" w:rsidRDefault="009712E1" w:rsidP="00F25B1D">
      <w:pPr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2296C13B" w14:textId="77777777" w:rsid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Obbligo di conferimento dei dati</w:t>
      </w:r>
    </w:p>
    <w:p w14:paraId="43886C30" w14:textId="55225EAC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63AB42A1" w14:textId="112AA26F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Il mancato</w:t>
      </w:r>
      <w:r w:rsidR="00F25B1D"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o parziale o inesatto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conferimento dei dati comporta l’impossibilità di partecipare</w:t>
      </w:r>
      <w:r w:rsidR="007860D0"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e di dare corso</w:t>
      </w: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 alla presente procedura. </w:t>
      </w:r>
    </w:p>
    <w:p w14:paraId="3C28087C" w14:textId="77777777" w:rsidR="007860D0" w:rsidRPr="00211CF9" w:rsidRDefault="007860D0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8A1B5F5" w14:textId="15BD4C9B" w:rsidR="00E22B83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Destinatari del trattamento</w:t>
      </w:r>
    </w:p>
    <w:p w14:paraId="1A309720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A3E5242" w14:textId="77777777" w:rsidR="00E22B83" w:rsidRPr="00211CF9" w:rsidRDefault="00E22B83" w:rsidP="00211CF9">
      <w:pPr>
        <w:jc w:val="both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sz w:val="22"/>
          <w:szCs w:val="22"/>
        </w:rPr>
        <w:t>I suoi dati personali saranno soggetti a diffusione solo nei casi tassativamente previsti dagli obblighi di trasparenza di cui al D. Lgs n. 33/2013 e successive modificazioni.</w:t>
      </w:r>
    </w:p>
    <w:p w14:paraId="23E6A1BE" w14:textId="77777777" w:rsidR="00E22B83" w:rsidRPr="00211CF9" w:rsidRDefault="00E22B83" w:rsidP="00211CF9">
      <w:pPr>
        <w:jc w:val="both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sz w:val="22"/>
          <w:szCs w:val="22"/>
        </w:rPr>
        <w:t>Tali dati personali, una volta acquisiti unicamente per il conseguimento delle finalità indicate, possono essere trattati dalle seguenti categorie di soggetti:</w:t>
      </w:r>
    </w:p>
    <w:p w14:paraId="61D7C1D9" w14:textId="77777777" w:rsidR="00E22B83" w:rsidRPr="00211CF9" w:rsidRDefault="00E22B83" w:rsidP="00211CF9">
      <w:pPr>
        <w:jc w:val="both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sz w:val="22"/>
          <w:szCs w:val="22"/>
        </w:rPr>
        <w:t>• dipendenti del Ministero dell’istruzione autorizzati al trattamento dei dati personali;</w:t>
      </w:r>
    </w:p>
    <w:p w14:paraId="2D349B24" w14:textId="77777777" w:rsidR="00E22B83" w:rsidRPr="00211CF9" w:rsidRDefault="00E22B83" w:rsidP="00211CF9">
      <w:pPr>
        <w:jc w:val="both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sz w:val="22"/>
          <w:szCs w:val="22"/>
        </w:rPr>
        <w:t>• soggetti a cui la comunicazione dei dati debba essere effettuata in adempimento di un obbligo previsto dalla legge, da un regolamento o dalla normativa comunitaria.</w:t>
      </w:r>
    </w:p>
    <w:p w14:paraId="0915E073" w14:textId="77777777" w:rsidR="00E22B83" w:rsidRPr="00211CF9" w:rsidRDefault="00E22B8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0CC0D77" w14:textId="1547DFA3" w:rsidR="00E22B83" w:rsidRDefault="00E22B8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5B32D5" w14:textId="77777777" w:rsidR="00B64363" w:rsidRPr="00211CF9" w:rsidRDefault="00B6436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A3B0084" w14:textId="77777777" w:rsidR="00E22B83" w:rsidRPr="00211CF9" w:rsidRDefault="00E22B8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95BCDC3" w14:textId="77777777" w:rsidR="00B64363" w:rsidRDefault="00B6436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058478A" w14:textId="22B9B4DA" w:rsid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>Trasferimento di dati personali verso paesi terzi o organizzazioni internazionali</w:t>
      </w:r>
    </w:p>
    <w:p w14:paraId="5BC2E189" w14:textId="0E2519B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</w:t>
      </w:r>
    </w:p>
    <w:p w14:paraId="5E53249B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I dati trattati non saranno oggetto di trasferimento verso paesi terzi o organizzazioni internazionali. </w:t>
      </w:r>
    </w:p>
    <w:p w14:paraId="22CAAF7B" w14:textId="77777777" w:rsidR="00E22B83" w:rsidRPr="00211CF9" w:rsidRDefault="00E22B83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B756F56" w14:textId="6EECAA25" w:rsidR="00211CF9" w:rsidRDefault="00DF6A47" w:rsidP="00211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Periodo di conservazione dei dati personali </w:t>
      </w:r>
    </w:p>
    <w:p w14:paraId="08482D21" w14:textId="77777777" w:rsidR="00211CF9" w:rsidRPr="00211CF9" w:rsidRDefault="00211CF9" w:rsidP="00211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94C14D" w14:textId="7AF74741" w:rsidR="00DF6A47" w:rsidRPr="00211CF9" w:rsidRDefault="00DF6A47" w:rsidP="00211CF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Al fine di garantire un trattamento corretto e trasparente i dati sono conservati per un periodo di tempo non superiore a quello necessario agli scopi per i quali essi sono stati raccolti o successivamente trattati conformemente a quanto previsto dagli obblighi di legge. </w:t>
      </w:r>
    </w:p>
    <w:p w14:paraId="5BC88BD3" w14:textId="77777777" w:rsidR="00A36E19" w:rsidRPr="00211CF9" w:rsidRDefault="00A36E19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A90A60" w14:textId="65FF3239" w:rsidR="00DF6A47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Diritti degli interessati </w:t>
      </w:r>
    </w:p>
    <w:p w14:paraId="0A36AF38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AFFCDDA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L’interessato ha diritto di chiedere al titolare del trattamento dei dati: </w:t>
      </w:r>
    </w:p>
    <w:p w14:paraId="7289213F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- l’accesso ai propri dati personali disciplinato dall’art. 15 del Regolamento UE 679/2016; </w:t>
      </w:r>
    </w:p>
    <w:p w14:paraId="11CD743C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- la rettifica o la cancellazione degli stessi o la limitazione del trattamento previsti rispettivamente dagli artt. 16, 17 e 18 del Regolamento UE 679/2016; </w:t>
      </w:r>
    </w:p>
    <w:p w14:paraId="11F0EF80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- la portabilità dei dati (diritto applicabile ai soli dati in formato elettronico) disciplinato dall’art. 20 del Regolamento UE 679/2016; </w:t>
      </w:r>
    </w:p>
    <w:p w14:paraId="6320C2D6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 xml:space="preserve">- l’opposizione al trattamento dei propri dati personali di cui all’art. 21 del Regolamento UE 679/2016. </w:t>
      </w:r>
    </w:p>
    <w:p w14:paraId="7ADF7490" w14:textId="77777777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987BCEF" w14:textId="33F63ED5" w:rsidR="00DF6A47" w:rsidRPr="00211CF9" w:rsidRDefault="00DF6A47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11CF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Diritto di reclamo </w:t>
      </w:r>
    </w:p>
    <w:p w14:paraId="08D5418E" w14:textId="77777777" w:rsidR="00211CF9" w:rsidRPr="00211CF9" w:rsidRDefault="00211CF9" w:rsidP="00DF6A47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7680A26" w14:textId="77777777" w:rsidR="00DF6A47" w:rsidRPr="00211CF9" w:rsidRDefault="00DF6A47" w:rsidP="00DF6A47">
      <w:pPr>
        <w:pStyle w:val="Default0"/>
        <w:rPr>
          <w:rFonts w:asciiTheme="minorHAnsi" w:hAnsiTheme="minorHAnsi" w:cstheme="minorHAnsi"/>
          <w:sz w:val="22"/>
          <w:szCs w:val="22"/>
        </w:rPr>
      </w:pPr>
      <w:r w:rsidRPr="00211CF9">
        <w:rPr>
          <w:rFonts w:asciiTheme="minorHAnsi" w:hAnsiTheme="minorHAnsi" w:cstheme="minorHAnsi"/>
          <w:sz w:val="22"/>
          <w:szCs w:val="22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p w14:paraId="0D5A07CF" w14:textId="77777777" w:rsidR="007860D0" w:rsidRPr="00211CF9" w:rsidRDefault="007860D0" w:rsidP="00DF6A47">
      <w:pPr>
        <w:pStyle w:val="Default0"/>
        <w:rPr>
          <w:rFonts w:asciiTheme="minorHAnsi" w:hAnsiTheme="minorHAnsi" w:cstheme="minorHAnsi"/>
          <w:sz w:val="22"/>
          <w:szCs w:val="22"/>
        </w:rPr>
      </w:pPr>
    </w:p>
    <w:p w14:paraId="31841A6B" w14:textId="77777777" w:rsidR="00211CF9" w:rsidRPr="00211CF9" w:rsidRDefault="007860D0" w:rsidP="00211CF9">
      <w:pPr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211CF9">
        <w:rPr>
          <w:rFonts w:asciiTheme="minorHAnsi" w:hAnsiTheme="minorHAnsi" w:cstheme="minorHAnsi"/>
          <w:b/>
          <w:bCs/>
          <w:sz w:val="22"/>
          <w:szCs w:val="22"/>
        </w:rPr>
        <w:t>Processo decisionale automatizzato</w:t>
      </w:r>
    </w:p>
    <w:p w14:paraId="238951A4" w14:textId="6ACF65DF" w:rsidR="007860D0" w:rsidRPr="00211CF9" w:rsidRDefault="007860D0" w:rsidP="00211CF9">
      <w:pPr>
        <w:spacing w:before="12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211CF9">
        <w:rPr>
          <w:rFonts w:asciiTheme="minorHAnsi" w:hAnsiTheme="minorHAnsi" w:cstheme="minorHAnsi"/>
          <w:color w:val="000000"/>
          <w:sz w:val="22"/>
          <w:szCs w:val="22"/>
        </w:rPr>
        <w:t>Il titolare non adotta alcun processo decisionale automatizzato, compresa la profilazione, di cui all’articolo 22, paragrafi 1 e 4, del Regolamento UE n. 679/2016.</w:t>
      </w:r>
    </w:p>
    <w:p w14:paraId="660DD16C" w14:textId="77777777" w:rsidR="007860D0" w:rsidRPr="00211CF9" w:rsidRDefault="007860D0" w:rsidP="00DF6A47">
      <w:pPr>
        <w:pStyle w:val="Default0"/>
        <w:rPr>
          <w:rFonts w:asciiTheme="minorHAnsi" w:hAnsiTheme="minorHAnsi" w:cstheme="minorHAnsi"/>
          <w:sz w:val="22"/>
          <w:szCs w:val="22"/>
        </w:rPr>
      </w:pPr>
    </w:p>
    <w:sectPr w:rsidR="007860D0" w:rsidRPr="00211CF9" w:rsidSect="00140045">
      <w:headerReference w:type="default" r:id="rId8"/>
      <w:footerReference w:type="default" r:id="rId9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4D00" w14:textId="77777777" w:rsidR="002D1948" w:rsidRDefault="002D1948">
      <w:r>
        <w:separator/>
      </w:r>
    </w:p>
  </w:endnote>
  <w:endnote w:type="continuationSeparator" w:id="0">
    <w:p w14:paraId="046E87A0" w14:textId="77777777" w:rsidR="002D1948" w:rsidRDefault="002D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0C73" w14:textId="77777777"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14:paraId="52FD4DCD" w14:textId="77777777"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14:paraId="5A9EA0E4" w14:textId="77777777"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CB06" w14:textId="77777777" w:rsidR="002D1948" w:rsidRDefault="002D1948">
      <w:r>
        <w:separator/>
      </w:r>
    </w:p>
  </w:footnote>
  <w:footnote w:type="continuationSeparator" w:id="0">
    <w:p w14:paraId="388CE721" w14:textId="77777777" w:rsidR="002D1948" w:rsidRDefault="002D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0A04" w14:textId="77777777" w:rsidR="00686EBC" w:rsidRDefault="00686EBC" w:rsidP="00087EC2">
    <w:pPr>
      <w:pStyle w:val="Intestazione"/>
      <w:jc w:val="center"/>
    </w:pPr>
  </w:p>
  <w:p w14:paraId="14EA3B82" w14:textId="77777777"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 wp14:anchorId="40E6AE8F" wp14:editId="6CC38547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9677DF" w14:textId="75066495"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</w:t>
    </w:r>
  </w:p>
  <w:p w14:paraId="30816F5E" w14:textId="77777777" w:rsidR="00686EBC" w:rsidRPr="00B64363" w:rsidRDefault="00FF4386" w:rsidP="00B64363">
    <w:pPr>
      <w:pStyle w:val="Intestazione"/>
      <w:spacing w:line="480" w:lineRule="exact"/>
      <w:jc w:val="center"/>
      <w:rPr>
        <w:rFonts w:ascii="English111 Adagio BT" w:hAnsi="English111 Adagio BT"/>
        <w:sz w:val="36"/>
        <w:szCs w:val="36"/>
      </w:rPr>
    </w:pPr>
    <w:r w:rsidRPr="00B64363">
      <w:rPr>
        <w:rFonts w:ascii="English111 Adagio BT" w:hAnsi="English111 Adagio BT"/>
        <w:sz w:val="36"/>
        <w:szCs w:val="36"/>
      </w:rPr>
      <w:t xml:space="preserve">Dipartimento per il sistema educativo di istruzione e </w:t>
    </w:r>
    <w:r w:rsidR="00F954A7" w:rsidRPr="00B64363">
      <w:rPr>
        <w:rFonts w:ascii="English111 Adagio BT" w:hAnsi="English111 Adagio BT"/>
        <w:sz w:val="36"/>
        <w:szCs w:val="36"/>
      </w:rPr>
      <w:t xml:space="preserve">di </w:t>
    </w:r>
    <w:r w:rsidRPr="00B64363">
      <w:rPr>
        <w:rFonts w:ascii="English111 Adagio BT" w:hAnsi="English111 Adagio BT"/>
        <w:sz w:val="36"/>
        <w:szCs w:val="36"/>
      </w:rPr>
      <w:t>formazione</w:t>
    </w:r>
  </w:p>
  <w:p w14:paraId="55B4544C" w14:textId="459FB2A3" w:rsidR="00686EBC" w:rsidRPr="001E7847" w:rsidRDefault="00686EBC" w:rsidP="00211CF9">
    <w:pPr>
      <w:ind w:left="-567" w:right="-567"/>
      <w:jc w:val="center"/>
      <w:rPr>
        <w:rFonts w:ascii="Calibri" w:hAnsi="Calibri"/>
        <w:sz w:val="16"/>
        <w:szCs w:val="16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</w:t>
    </w:r>
    <w:r w:rsidR="00051DE6">
      <w:rPr>
        <w:rFonts w:ascii="English111 Adagio BT" w:hAnsi="English111 Adagio BT" w:cs="Arial"/>
        <w:i/>
        <w:sz w:val="32"/>
        <w:szCs w:val="32"/>
      </w:rPr>
      <w:t>,</w:t>
    </w:r>
    <w:r w:rsidRPr="00686EBC">
      <w:rPr>
        <w:rFonts w:ascii="English111 Adagio BT" w:hAnsi="English111 Adagio BT" w:cs="Arial"/>
        <w:i/>
        <w:sz w:val="32"/>
        <w:szCs w:val="32"/>
      </w:rPr>
      <w:t xml:space="preserve"> la valutazione</w:t>
    </w:r>
    <w:r w:rsidR="00051DE6">
      <w:rPr>
        <w:rFonts w:ascii="English111 Adagio BT" w:hAnsi="English111 Adagio BT" w:cs="Arial"/>
        <w:i/>
        <w:sz w:val="32"/>
        <w:szCs w:val="32"/>
      </w:rPr>
      <w:t xml:space="preserve"> e l’internazionalizzazione</w:t>
    </w:r>
    <w:r w:rsidRPr="00686EBC">
      <w:rPr>
        <w:rFonts w:ascii="English111 Adagio BT" w:hAnsi="English111 Adagio BT" w:cs="Arial"/>
        <w:i/>
        <w:sz w:val="32"/>
        <w:szCs w:val="32"/>
      </w:rPr>
      <w:t xml:space="preserve"> del sistema nazionale di istruzione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1DE6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1019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1CF9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C5F9A"/>
    <w:rsid w:val="002D1948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0345C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E64C8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0914"/>
    <w:rsid w:val="006C1E3D"/>
    <w:rsid w:val="006C47E5"/>
    <w:rsid w:val="006C66BA"/>
    <w:rsid w:val="006C6BFB"/>
    <w:rsid w:val="006C7137"/>
    <w:rsid w:val="006D17A4"/>
    <w:rsid w:val="006E6C57"/>
    <w:rsid w:val="00700DE1"/>
    <w:rsid w:val="007109B3"/>
    <w:rsid w:val="0071551E"/>
    <w:rsid w:val="00725C3C"/>
    <w:rsid w:val="00736F12"/>
    <w:rsid w:val="0074216E"/>
    <w:rsid w:val="007546A2"/>
    <w:rsid w:val="00765ADA"/>
    <w:rsid w:val="0076616D"/>
    <w:rsid w:val="007830E9"/>
    <w:rsid w:val="007860D0"/>
    <w:rsid w:val="00797720"/>
    <w:rsid w:val="007A522E"/>
    <w:rsid w:val="007B2A6A"/>
    <w:rsid w:val="007B56EC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97FCB"/>
    <w:rsid w:val="008B3B08"/>
    <w:rsid w:val="008C2BDD"/>
    <w:rsid w:val="008E09F4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712E1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36E19"/>
    <w:rsid w:val="00A43730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C7"/>
    <w:rsid w:val="00AE0ABD"/>
    <w:rsid w:val="00AF261B"/>
    <w:rsid w:val="00B24571"/>
    <w:rsid w:val="00B24C99"/>
    <w:rsid w:val="00B34D40"/>
    <w:rsid w:val="00B3628A"/>
    <w:rsid w:val="00B64352"/>
    <w:rsid w:val="00B64363"/>
    <w:rsid w:val="00B8658E"/>
    <w:rsid w:val="00BA1562"/>
    <w:rsid w:val="00BA3EA8"/>
    <w:rsid w:val="00BA5383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5794E"/>
    <w:rsid w:val="00D60292"/>
    <w:rsid w:val="00D616FD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DF0479"/>
    <w:rsid w:val="00DF6A47"/>
    <w:rsid w:val="00E15082"/>
    <w:rsid w:val="00E21F27"/>
    <w:rsid w:val="00E22B83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36B"/>
    <w:rsid w:val="00E64E08"/>
    <w:rsid w:val="00E65A11"/>
    <w:rsid w:val="00E66A57"/>
    <w:rsid w:val="00E801A7"/>
    <w:rsid w:val="00E9374C"/>
    <w:rsid w:val="00E93E80"/>
    <w:rsid w:val="00E94305"/>
    <w:rsid w:val="00EA41DF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5B1D"/>
    <w:rsid w:val="00F273B2"/>
    <w:rsid w:val="00F33794"/>
    <w:rsid w:val="00F3429C"/>
    <w:rsid w:val="00F42A4D"/>
    <w:rsid w:val="00F43CE8"/>
    <w:rsid w:val="00F47BE9"/>
    <w:rsid w:val="00F47FA9"/>
    <w:rsid w:val="00F6101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67CFB0"/>
  <w15:docId w15:val="{CC38E519-BAB6-460A-832D-AF421990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DF6A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0797C-7010-4220-942C-A8996A40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28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Lancia Paola</cp:lastModifiedBy>
  <cp:revision>5</cp:revision>
  <cp:lastPrinted>2017-09-06T17:24:00Z</cp:lastPrinted>
  <dcterms:created xsi:type="dcterms:W3CDTF">2022-05-27T09:01:00Z</dcterms:created>
  <dcterms:modified xsi:type="dcterms:W3CDTF">2022-05-27T09:22:00Z</dcterms:modified>
</cp:coreProperties>
</file>