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92" w:rsidRDefault="00981192">
      <w:r>
        <w:separator/>
      </w:r>
    </w:p>
  </w:endnote>
  <w:endnote w:type="continuationSeparator" w:id="0">
    <w:p w:rsidR="00981192" w:rsidRDefault="0098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92" w:rsidRDefault="00981192">
      <w:r>
        <w:separator/>
      </w:r>
    </w:p>
  </w:footnote>
  <w:footnote w:type="continuationSeparator" w:id="0">
    <w:p w:rsidR="00981192" w:rsidRDefault="00981192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proofErr w:type="spellStart"/>
      <w:r w:rsidRPr="00020DA4">
        <w:rPr>
          <w:rFonts w:asciiTheme="minorHAnsi" w:hAnsiTheme="minorHAnsi" w:cstheme="minorHAnsi"/>
        </w:rPr>
        <w:t>Lgs</w:t>
      </w:r>
      <w:proofErr w:type="spellEnd"/>
      <w:r w:rsidRPr="00020DA4">
        <w:rPr>
          <w:rFonts w:asciiTheme="minorHAnsi" w:hAnsiTheme="minorHAnsi" w:cstheme="minorHAnsi"/>
        </w:rPr>
        <w:t>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84926"/>
    <w:rsid w:val="0008739C"/>
    <w:rsid w:val="000A2144"/>
    <w:rsid w:val="000A2922"/>
    <w:rsid w:val="000A589E"/>
    <w:rsid w:val="000B296B"/>
    <w:rsid w:val="000C61F1"/>
    <w:rsid w:val="000C6A0A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81192"/>
    <w:rsid w:val="00990134"/>
    <w:rsid w:val="00991C71"/>
    <w:rsid w:val="009A498B"/>
    <w:rsid w:val="009C0B2B"/>
    <w:rsid w:val="009D34CF"/>
    <w:rsid w:val="009D4539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A787-DD67-405B-B8AC-29A566F7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11074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MIUR</cp:lastModifiedBy>
  <cp:revision>2</cp:revision>
  <cp:lastPrinted>2015-07-07T08:59:00Z</cp:lastPrinted>
  <dcterms:created xsi:type="dcterms:W3CDTF">2019-06-19T11:04:00Z</dcterms:created>
  <dcterms:modified xsi:type="dcterms:W3CDTF">2019-06-19T11:04:00Z</dcterms:modified>
</cp:coreProperties>
</file>